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10F" w:rsidRPr="00B17FD9" w:rsidRDefault="00A215DC" w:rsidP="00C24E20">
      <w:pPr>
        <w:ind w:left="4678"/>
        <w:jc w:val="center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Заместителю Мэра города Вологды –</w:t>
      </w:r>
      <w:r w:rsidR="00E5710F" w:rsidRPr="00B17F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начальнику </w:t>
      </w:r>
      <w:proofErr w:type="gramStart"/>
      <w:r w:rsidR="00E5710F" w:rsidRPr="00B17FD9">
        <w:rPr>
          <w:sz w:val="26"/>
          <w:szCs w:val="26"/>
        </w:rPr>
        <w:t>Департамента экономического развития Администрации города Вологды</w:t>
      </w:r>
      <w:proofErr w:type="gramEnd"/>
      <w:r w:rsidR="00C24E20">
        <w:rPr>
          <w:sz w:val="26"/>
          <w:szCs w:val="26"/>
        </w:rPr>
        <w:t xml:space="preserve"> </w:t>
      </w:r>
      <w:proofErr w:type="spellStart"/>
      <w:r w:rsidR="00C24E20" w:rsidRPr="00C24E20">
        <w:rPr>
          <w:sz w:val="26"/>
          <w:szCs w:val="26"/>
        </w:rPr>
        <w:t>Пахниной</w:t>
      </w:r>
      <w:proofErr w:type="spellEnd"/>
      <w:r w:rsidR="00C24E20" w:rsidRPr="00C24E20">
        <w:rPr>
          <w:sz w:val="26"/>
          <w:szCs w:val="26"/>
        </w:rPr>
        <w:t xml:space="preserve"> С.Ю.</w:t>
      </w:r>
    </w:p>
    <w:p w:rsidR="00E5710F" w:rsidRPr="00B17FD9" w:rsidRDefault="00E5710F" w:rsidP="00C24E20">
      <w:pPr>
        <w:ind w:left="4820"/>
        <w:rPr>
          <w:sz w:val="26"/>
          <w:szCs w:val="26"/>
        </w:rPr>
      </w:pPr>
      <w:r w:rsidRPr="00B17FD9">
        <w:rPr>
          <w:sz w:val="26"/>
          <w:szCs w:val="26"/>
        </w:rPr>
        <w:t xml:space="preserve">от </w:t>
      </w:r>
    </w:p>
    <w:p w:rsidR="00E5710F" w:rsidRDefault="00E5710F" w:rsidP="00C24E20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E5710F" w:rsidRDefault="00E5710F" w:rsidP="00C24E20">
      <w:pPr>
        <w:pStyle w:val="2"/>
        <w:ind w:left="4820"/>
      </w:pPr>
      <w:r>
        <w:t>(</w:t>
      </w:r>
      <w:r w:rsidR="00B17FD9">
        <w:t xml:space="preserve">ФИО, </w:t>
      </w:r>
      <w:r>
        <w:t xml:space="preserve">полное и (в случае, если имеется) сокращенное </w:t>
      </w:r>
      <w:r>
        <w:br/>
        <w:t>наименование юридического лица)</w:t>
      </w:r>
    </w:p>
    <w:p w:rsidR="00E5710F" w:rsidRDefault="00E5710F" w:rsidP="00C24E20">
      <w:pPr>
        <w:ind w:left="4820"/>
        <w:rPr>
          <w:sz w:val="24"/>
          <w:szCs w:val="24"/>
        </w:rPr>
      </w:pPr>
    </w:p>
    <w:p w:rsidR="00E5710F" w:rsidRDefault="00E5710F" w:rsidP="00C24E20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E5710F" w:rsidRDefault="00E5710F" w:rsidP="00C24E20">
      <w:pPr>
        <w:pStyle w:val="2"/>
        <w:ind w:left="4820"/>
      </w:pPr>
      <w:r>
        <w:t>(почтовый адрес, адрес места нахождения)</w:t>
      </w:r>
    </w:p>
    <w:p w:rsidR="00E5710F" w:rsidRDefault="00E5710F" w:rsidP="00C24E20">
      <w:pPr>
        <w:ind w:left="4820"/>
        <w:rPr>
          <w:sz w:val="24"/>
          <w:szCs w:val="24"/>
        </w:rPr>
      </w:pPr>
    </w:p>
    <w:p w:rsidR="00E5710F" w:rsidRDefault="00E5710F" w:rsidP="00C24E20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E5710F" w:rsidRDefault="00E5710F" w:rsidP="00C24E20">
      <w:pPr>
        <w:pStyle w:val="2"/>
        <w:ind w:left="4820"/>
      </w:pPr>
      <w:r>
        <w:t>(контактный телефон</w:t>
      </w:r>
      <w:r w:rsidR="00B17FD9">
        <w:t>,</w:t>
      </w:r>
      <w:r w:rsidR="00B17FD9" w:rsidRPr="00B17FD9">
        <w:t xml:space="preserve"> </w:t>
      </w:r>
      <w:r w:rsidR="00B17FD9">
        <w:t xml:space="preserve">адрес </w:t>
      </w:r>
      <w:r w:rsidR="00B17FD9" w:rsidRPr="00B17FD9">
        <w:t>электронн</w:t>
      </w:r>
      <w:r w:rsidR="00B17FD9">
        <w:t>ой</w:t>
      </w:r>
      <w:r w:rsidR="00B17FD9" w:rsidRPr="00B17FD9">
        <w:t xml:space="preserve"> почт</w:t>
      </w:r>
      <w:r w:rsidR="00B17FD9">
        <w:t>ы</w:t>
      </w:r>
      <w:r>
        <w:t>)</w:t>
      </w:r>
    </w:p>
    <w:p w:rsidR="00E5710F" w:rsidRDefault="00E5710F" w:rsidP="00C24E20">
      <w:pPr>
        <w:ind w:left="4820"/>
        <w:rPr>
          <w:sz w:val="24"/>
          <w:szCs w:val="24"/>
        </w:rPr>
      </w:pPr>
    </w:p>
    <w:p w:rsidR="00E5710F" w:rsidRDefault="00E5710F" w:rsidP="00C24E20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E5710F" w:rsidRDefault="00E5710F" w:rsidP="00C24E20">
      <w:pPr>
        <w:pStyle w:val="2"/>
        <w:ind w:left="4820"/>
      </w:pPr>
      <w:r>
        <w:t>(ОГРН, ИНН)</w:t>
      </w:r>
    </w:p>
    <w:p w:rsidR="00E5710F" w:rsidRPr="00B17FD9" w:rsidRDefault="00E5710F" w:rsidP="00C24E20">
      <w:pPr>
        <w:ind w:left="4820"/>
        <w:rPr>
          <w:sz w:val="26"/>
          <w:szCs w:val="26"/>
        </w:rPr>
      </w:pPr>
      <w:r w:rsidRPr="00B17FD9">
        <w:rPr>
          <w:sz w:val="26"/>
          <w:szCs w:val="26"/>
        </w:rPr>
        <w:t>в лице</w:t>
      </w:r>
    </w:p>
    <w:p w:rsidR="00E5710F" w:rsidRPr="00476A62" w:rsidRDefault="00E5710F" w:rsidP="00C24E20">
      <w:pPr>
        <w:pBdr>
          <w:top w:val="single" w:sz="4" w:space="1" w:color="auto"/>
        </w:pBdr>
        <w:ind w:left="4820"/>
        <w:jc w:val="center"/>
      </w:pPr>
      <w:r w:rsidRPr="00476A62">
        <w:t>(фамилия, имя, отчество</w:t>
      </w:r>
      <w:r w:rsidR="00AD36A0">
        <w:t>)</w:t>
      </w:r>
    </w:p>
    <w:p w:rsidR="00E5710F" w:rsidRPr="00B17FD9" w:rsidRDefault="00E5710F" w:rsidP="00C24E20">
      <w:pPr>
        <w:ind w:left="4820"/>
        <w:rPr>
          <w:sz w:val="26"/>
          <w:szCs w:val="26"/>
        </w:rPr>
      </w:pPr>
      <w:proofErr w:type="gramStart"/>
      <w:r w:rsidRPr="00B17FD9">
        <w:rPr>
          <w:sz w:val="26"/>
          <w:szCs w:val="26"/>
        </w:rPr>
        <w:t>действующего</w:t>
      </w:r>
      <w:proofErr w:type="gramEnd"/>
      <w:r w:rsidRPr="00B17FD9">
        <w:rPr>
          <w:sz w:val="26"/>
          <w:szCs w:val="26"/>
        </w:rPr>
        <w:t xml:space="preserve"> на основании </w:t>
      </w:r>
    </w:p>
    <w:p w:rsidR="00E5710F" w:rsidRPr="00476A62" w:rsidRDefault="00E5710F" w:rsidP="00C24E20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E5710F" w:rsidRDefault="00E5710F" w:rsidP="00C24E20">
      <w:pPr>
        <w:ind w:left="4820"/>
        <w:rPr>
          <w:sz w:val="24"/>
          <w:szCs w:val="24"/>
        </w:rPr>
      </w:pPr>
    </w:p>
    <w:p w:rsidR="00E5710F" w:rsidRPr="00881ECB" w:rsidRDefault="00E5710F" w:rsidP="00C24E20">
      <w:pPr>
        <w:pBdr>
          <w:top w:val="single" w:sz="4" w:space="1" w:color="auto"/>
        </w:pBdr>
        <w:ind w:left="4820"/>
      </w:pPr>
      <w:r w:rsidRPr="00881ECB">
        <w:t xml:space="preserve">документ, подтверждающий полномочия доверенного </w:t>
      </w:r>
    </w:p>
    <w:p w:rsidR="00E5710F" w:rsidRPr="00881ECB" w:rsidRDefault="00E5710F" w:rsidP="00C24E20">
      <w:pPr>
        <w:ind w:left="4820"/>
        <w:jc w:val="center"/>
      </w:pPr>
      <w:r w:rsidRPr="00881ECB">
        <w:t>лица (наименование, дата, номер)</w:t>
      </w:r>
    </w:p>
    <w:p w:rsidR="00E5710F" w:rsidRDefault="00E5710F" w:rsidP="003B1B60">
      <w:pPr>
        <w:pStyle w:val="ConsPlusNonformat"/>
        <w:ind w:left="4536"/>
        <w:jc w:val="center"/>
        <w:rPr>
          <w:rFonts w:ascii="Times New Roman" w:hAnsi="Times New Roman" w:cs="Times New Roman"/>
          <w:sz w:val="26"/>
          <w:szCs w:val="26"/>
        </w:rPr>
      </w:pPr>
    </w:p>
    <w:p w:rsidR="003B1B60" w:rsidRPr="0082086D" w:rsidRDefault="003B1B60" w:rsidP="00B965F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AF3213" w:rsidRDefault="00AF3213" w:rsidP="00B965F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65F5" w:rsidRDefault="00B965F5" w:rsidP="00B965F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086D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65777B" w:rsidRPr="0082086D" w:rsidRDefault="0065777B" w:rsidP="00B965F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0A71" w:rsidRPr="00E50A71" w:rsidRDefault="00E50A71" w:rsidP="007E61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50A71" w:rsidRPr="00E50A71" w:rsidRDefault="00E50A71" w:rsidP="00626FD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626FD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626FD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A71" w:rsidRPr="00E50A71" w:rsidRDefault="00E50A71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4D7A" w:rsidRPr="00E50A71" w:rsidRDefault="00FD337C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1.45pt;margin-top:9.25pt;width:187.65pt;height:35.25pt;z-index:251657728" filled="f" stroked="f">
            <v:textbox style="mso-next-textbox:#_x0000_s1026" inset="0,0,0,0">
              <w:txbxContent>
                <w:p w:rsidR="00AF22C8" w:rsidRDefault="00AF22C8" w:rsidP="00524D7A">
                  <w:pPr>
                    <w:rPr>
                      <w:sz w:val="4"/>
                      <w:szCs w:val="4"/>
                    </w:rPr>
                  </w:pPr>
                </w:p>
                <w:p w:rsidR="00AF22C8" w:rsidRDefault="00AF22C8" w:rsidP="00524D7A">
                  <w:pPr>
                    <w:rPr>
                      <w:sz w:val="24"/>
                      <w:szCs w:val="24"/>
                    </w:rPr>
                  </w:pPr>
                </w:p>
                <w:p w:rsidR="00AF22C8" w:rsidRDefault="00AF22C8" w:rsidP="00524D7A">
                  <w:pPr>
                    <w:pBdr>
                      <w:top w:val="single" w:sz="4" w:space="1" w:color="auto"/>
                    </w:pBdr>
                    <w:jc w:val="center"/>
                  </w:pPr>
                  <w:r>
                    <w:t xml:space="preserve">(подпись, расшифровка подписи, </w:t>
                  </w:r>
                  <w:proofErr w:type="spellStart"/>
                  <w:r>
                    <w:t>м.п</w:t>
                  </w:r>
                  <w:proofErr w:type="spellEnd"/>
                  <w:r>
                    <w:t>.)</w:t>
                  </w:r>
                </w:p>
              </w:txbxContent>
            </v:textbox>
          </v:shape>
        </w:pict>
      </w:r>
    </w:p>
    <w:p w:rsidR="00524D7A" w:rsidRPr="00E50A71" w:rsidRDefault="00524D7A" w:rsidP="00524D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A71">
        <w:rPr>
          <w:rFonts w:ascii="Times New Roman" w:hAnsi="Times New Roman" w:cs="Times New Roman"/>
          <w:sz w:val="28"/>
          <w:szCs w:val="28"/>
        </w:rPr>
        <w:t xml:space="preserve">Руководитель или иное уполномоченное лицо </w:t>
      </w:r>
    </w:p>
    <w:p w:rsidR="00524D7A" w:rsidRPr="00E50A71" w:rsidRDefault="00524D7A" w:rsidP="00524D7A">
      <w:pPr>
        <w:rPr>
          <w:sz w:val="28"/>
          <w:szCs w:val="28"/>
        </w:rPr>
      </w:pPr>
    </w:p>
    <w:sectPr w:rsidR="00524D7A" w:rsidRPr="00E50A71" w:rsidSect="001B19E8">
      <w:headerReference w:type="even" r:id="rId9"/>
      <w:headerReference w:type="default" r:id="rId10"/>
      <w:footerReference w:type="default" r:id="rId11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37C" w:rsidRDefault="00FD337C" w:rsidP="00D9297B">
      <w:r>
        <w:separator/>
      </w:r>
    </w:p>
  </w:endnote>
  <w:endnote w:type="continuationSeparator" w:id="0">
    <w:p w:rsidR="00FD337C" w:rsidRDefault="00FD337C" w:rsidP="00D9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C8" w:rsidRPr="00233A51" w:rsidRDefault="00AF22C8" w:rsidP="00233A51">
    <w:pPr>
      <w:pStyle w:val="a5"/>
      <w:rPr>
        <w:sz w:val="16"/>
      </w:rPr>
    </w:pPr>
    <w:r>
      <w:rPr>
        <w:sz w:val="16"/>
      </w:rPr>
      <w:t>ДЭР</w:t>
    </w:r>
    <w:proofErr w:type="gramStart"/>
    <w:r>
      <w:rPr>
        <w:sz w:val="16"/>
      </w:rPr>
      <w:t>.П</w:t>
    </w:r>
    <w:proofErr w:type="gramEnd"/>
    <w:r>
      <w:rPr>
        <w:sz w:val="16"/>
      </w:rPr>
      <w:t xml:space="preserve">СЮ\ДЭР.РММ.119\D:\РулеваММ\Договоры\Порядок заключения договора\Постановление об </w:t>
    </w:r>
    <w:proofErr w:type="spellStart"/>
    <w:r>
      <w:rPr>
        <w:sz w:val="16"/>
      </w:rPr>
      <w:t>утв</w:t>
    </w:r>
    <w:proofErr w:type="gramStart"/>
    <w:r>
      <w:rPr>
        <w:sz w:val="16"/>
      </w:rPr>
      <w:t>.п</w:t>
    </w:r>
    <w:proofErr w:type="gramEnd"/>
    <w:r>
      <w:rPr>
        <w:sz w:val="16"/>
      </w:rPr>
      <w:t>орядка</w:t>
    </w:r>
    <w:proofErr w:type="spellEnd"/>
    <w:r>
      <w:rPr>
        <w:sz w:val="16"/>
      </w:rPr>
      <w:t xml:space="preserve"> заключения договоров.doc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37C" w:rsidRDefault="00FD337C" w:rsidP="00D9297B">
      <w:r>
        <w:separator/>
      </w:r>
    </w:p>
  </w:footnote>
  <w:footnote w:type="continuationSeparator" w:id="0">
    <w:p w:rsidR="00FD337C" w:rsidRDefault="00FD337C" w:rsidP="00D92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C8" w:rsidRDefault="00912B4E">
    <w:pPr>
      <w:pStyle w:val="a3"/>
      <w:jc w:val="center"/>
    </w:pPr>
    <w:r>
      <w:fldChar w:fldCharType="begin"/>
    </w:r>
    <w:r w:rsidR="00544AB8">
      <w:instrText>PAGE   \* MERGEFORMAT</w:instrText>
    </w:r>
    <w:r>
      <w:fldChar w:fldCharType="separate"/>
    </w:r>
    <w:r w:rsidR="00E50A71">
      <w:rPr>
        <w:noProof/>
      </w:rPr>
      <w:t>2</w:t>
    </w:r>
    <w:r>
      <w:fldChar w:fldCharType="end"/>
    </w:r>
  </w:p>
  <w:p w:rsidR="00AF22C8" w:rsidRDefault="00AF22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C8" w:rsidRPr="004017BB" w:rsidRDefault="00912B4E" w:rsidP="004D58C7">
    <w:pPr>
      <w:pStyle w:val="a3"/>
      <w:jc w:val="center"/>
      <w:rPr>
        <w:sz w:val="22"/>
        <w:szCs w:val="22"/>
      </w:rPr>
    </w:pPr>
    <w:r w:rsidRPr="004017BB">
      <w:rPr>
        <w:sz w:val="22"/>
        <w:szCs w:val="22"/>
      </w:rPr>
      <w:fldChar w:fldCharType="begin"/>
    </w:r>
    <w:r w:rsidR="00AF22C8" w:rsidRPr="004017BB">
      <w:rPr>
        <w:sz w:val="22"/>
        <w:szCs w:val="22"/>
      </w:rPr>
      <w:instrText xml:space="preserve"> PAGE   \* MERGEFORMAT </w:instrText>
    </w:r>
    <w:r w:rsidRPr="004017BB">
      <w:rPr>
        <w:sz w:val="22"/>
        <w:szCs w:val="22"/>
      </w:rPr>
      <w:fldChar w:fldCharType="separate"/>
    </w:r>
    <w:r w:rsidR="00AF22C8">
      <w:rPr>
        <w:noProof/>
        <w:sz w:val="22"/>
        <w:szCs w:val="22"/>
      </w:rPr>
      <w:t>3</w:t>
    </w:r>
    <w:r w:rsidRPr="004017BB">
      <w:rPr>
        <w:sz w:val="22"/>
        <w:szCs w:val="22"/>
      </w:rPr>
      <w:fldChar w:fldCharType="end"/>
    </w:r>
  </w:p>
  <w:p w:rsidR="00AF22C8" w:rsidRDefault="00AF22C8" w:rsidP="004D58C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664"/>
    <w:multiLevelType w:val="hybridMultilevel"/>
    <w:tmpl w:val="6712A412"/>
    <w:lvl w:ilvl="0" w:tplc="04190011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F82CD5"/>
    <w:multiLevelType w:val="hybridMultilevel"/>
    <w:tmpl w:val="5700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671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45127C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659418E"/>
    <w:multiLevelType w:val="hybridMultilevel"/>
    <w:tmpl w:val="225437A4"/>
    <w:lvl w:ilvl="0" w:tplc="1B586D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DF3228"/>
    <w:multiLevelType w:val="hybridMultilevel"/>
    <w:tmpl w:val="AA7008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875117C"/>
    <w:multiLevelType w:val="hybridMultilevel"/>
    <w:tmpl w:val="5CDCEBE2"/>
    <w:lvl w:ilvl="0" w:tplc="5E5A29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FF4DEB"/>
    <w:multiLevelType w:val="hybridMultilevel"/>
    <w:tmpl w:val="E1007E0C"/>
    <w:lvl w:ilvl="0" w:tplc="D4B6F50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BA648F"/>
    <w:multiLevelType w:val="hybridMultilevel"/>
    <w:tmpl w:val="706075FE"/>
    <w:lvl w:ilvl="0" w:tplc="5B24E372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2842E512">
      <w:start w:val="1"/>
      <w:numFmt w:val="decimal"/>
      <w:lvlText w:val="%2)"/>
      <w:lvlJc w:val="left"/>
      <w:pPr>
        <w:ind w:left="321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DA41E7"/>
    <w:multiLevelType w:val="hybridMultilevel"/>
    <w:tmpl w:val="D9145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C14561"/>
    <w:multiLevelType w:val="multilevel"/>
    <w:tmpl w:val="95820C8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436D7126"/>
    <w:multiLevelType w:val="multilevel"/>
    <w:tmpl w:val="CA74407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</w:rPr>
    </w:lvl>
  </w:abstractNum>
  <w:abstractNum w:abstractNumId="12">
    <w:nsid w:val="4B6F24C1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4C243FE6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56AD05BF"/>
    <w:multiLevelType w:val="hybridMultilevel"/>
    <w:tmpl w:val="AA7008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880614E"/>
    <w:multiLevelType w:val="hybridMultilevel"/>
    <w:tmpl w:val="D9169B9E"/>
    <w:lvl w:ilvl="0" w:tplc="3D567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A20B9B"/>
    <w:multiLevelType w:val="multilevel"/>
    <w:tmpl w:val="FC80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60264A12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C831947"/>
    <w:multiLevelType w:val="multilevel"/>
    <w:tmpl w:val="54BE5DA6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>
    <w:nsid w:val="6F2C3494"/>
    <w:multiLevelType w:val="hybridMultilevel"/>
    <w:tmpl w:val="AA7008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F5B38A6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3C237D1"/>
    <w:multiLevelType w:val="hybridMultilevel"/>
    <w:tmpl w:val="0EBED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E67D87"/>
    <w:multiLevelType w:val="multilevel"/>
    <w:tmpl w:val="D6BA488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23">
    <w:nsid w:val="76D04AE5"/>
    <w:multiLevelType w:val="hybridMultilevel"/>
    <w:tmpl w:val="8A3CAD6A"/>
    <w:lvl w:ilvl="0" w:tplc="5B24E3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7"/>
  </w:num>
  <w:num w:numId="5">
    <w:abstractNumId w:val="6"/>
  </w:num>
  <w:num w:numId="6">
    <w:abstractNumId w:val="21"/>
  </w:num>
  <w:num w:numId="7">
    <w:abstractNumId w:val="0"/>
  </w:num>
  <w:num w:numId="8">
    <w:abstractNumId w:val="8"/>
  </w:num>
  <w:num w:numId="9">
    <w:abstractNumId w:val="22"/>
  </w:num>
  <w:num w:numId="10">
    <w:abstractNumId w:val="11"/>
  </w:num>
  <w:num w:numId="11">
    <w:abstractNumId w:val="10"/>
  </w:num>
  <w:num w:numId="12">
    <w:abstractNumId w:val="9"/>
  </w:num>
  <w:num w:numId="13">
    <w:abstractNumId w:val="3"/>
  </w:num>
  <w:num w:numId="14">
    <w:abstractNumId w:val="16"/>
  </w:num>
  <w:num w:numId="15">
    <w:abstractNumId w:val="13"/>
  </w:num>
  <w:num w:numId="16">
    <w:abstractNumId w:val="2"/>
  </w:num>
  <w:num w:numId="17">
    <w:abstractNumId w:val="23"/>
  </w:num>
  <w:num w:numId="18">
    <w:abstractNumId w:val="17"/>
  </w:num>
  <w:num w:numId="19">
    <w:abstractNumId w:val="20"/>
  </w:num>
  <w:num w:numId="20">
    <w:abstractNumId w:val="15"/>
  </w:num>
  <w:num w:numId="21">
    <w:abstractNumId w:val="12"/>
  </w:num>
  <w:num w:numId="22">
    <w:abstractNumId w:val="19"/>
  </w:num>
  <w:num w:numId="23">
    <w:abstractNumId w:val="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97B"/>
    <w:rsid w:val="00000A5E"/>
    <w:rsid w:val="00002DC8"/>
    <w:rsid w:val="00006171"/>
    <w:rsid w:val="000071B7"/>
    <w:rsid w:val="00007668"/>
    <w:rsid w:val="00021B94"/>
    <w:rsid w:val="00023E90"/>
    <w:rsid w:val="0002541D"/>
    <w:rsid w:val="0003486C"/>
    <w:rsid w:val="0003535E"/>
    <w:rsid w:val="00041E71"/>
    <w:rsid w:val="000506D3"/>
    <w:rsid w:val="00050750"/>
    <w:rsid w:val="00050C97"/>
    <w:rsid w:val="00051890"/>
    <w:rsid w:val="00056D1A"/>
    <w:rsid w:val="00067926"/>
    <w:rsid w:val="000708AD"/>
    <w:rsid w:val="00071256"/>
    <w:rsid w:val="00072D48"/>
    <w:rsid w:val="00077D06"/>
    <w:rsid w:val="00084E5B"/>
    <w:rsid w:val="000918F5"/>
    <w:rsid w:val="00091999"/>
    <w:rsid w:val="0009747F"/>
    <w:rsid w:val="000A3AEC"/>
    <w:rsid w:val="000B1CEF"/>
    <w:rsid w:val="000B1D40"/>
    <w:rsid w:val="000C01EE"/>
    <w:rsid w:val="000C0265"/>
    <w:rsid w:val="000C5B65"/>
    <w:rsid w:val="000C6BDC"/>
    <w:rsid w:val="000D0951"/>
    <w:rsid w:val="000D0B2D"/>
    <w:rsid w:val="000D715C"/>
    <w:rsid w:val="000D720A"/>
    <w:rsid w:val="000E39C8"/>
    <w:rsid w:val="000E3CBF"/>
    <w:rsid w:val="000E4D7F"/>
    <w:rsid w:val="000F3DF6"/>
    <w:rsid w:val="001008E6"/>
    <w:rsid w:val="00107008"/>
    <w:rsid w:val="00112EA6"/>
    <w:rsid w:val="00112FE5"/>
    <w:rsid w:val="0011337A"/>
    <w:rsid w:val="00114E81"/>
    <w:rsid w:val="001170FA"/>
    <w:rsid w:val="00125553"/>
    <w:rsid w:val="0012733A"/>
    <w:rsid w:val="00127FC7"/>
    <w:rsid w:val="00132253"/>
    <w:rsid w:val="0013523D"/>
    <w:rsid w:val="001365CB"/>
    <w:rsid w:val="0014388E"/>
    <w:rsid w:val="00153CF5"/>
    <w:rsid w:val="0015559E"/>
    <w:rsid w:val="001603EA"/>
    <w:rsid w:val="00162EC6"/>
    <w:rsid w:val="00163898"/>
    <w:rsid w:val="001643F3"/>
    <w:rsid w:val="001646EA"/>
    <w:rsid w:val="00165C23"/>
    <w:rsid w:val="0016695D"/>
    <w:rsid w:val="00166E62"/>
    <w:rsid w:val="001706F0"/>
    <w:rsid w:val="0017138C"/>
    <w:rsid w:val="00180745"/>
    <w:rsid w:val="00182DE8"/>
    <w:rsid w:val="00184474"/>
    <w:rsid w:val="001863CF"/>
    <w:rsid w:val="00194158"/>
    <w:rsid w:val="001953B9"/>
    <w:rsid w:val="001A38C0"/>
    <w:rsid w:val="001A6175"/>
    <w:rsid w:val="001A6479"/>
    <w:rsid w:val="001B19E8"/>
    <w:rsid w:val="001B2413"/>
    <w:rsid w:val="001B69F2"/>
    <w:rsid w:val="001C075F"/>
    <w:rsid w:val="001C2C64"/>
    <w:rsid w:val="001C7D09"/>
    <w:rsid w:val="001D1443"/>
    <w:rsid w:val="001D152D"/>
    <w:rsid w:val="001D5C98"/>
    <w:rsid w:val="001D69D7"/>
    <w:rsid w:val="001E25B4"/>
    <w:rsid w:val="001E2BFC"/>
    <w:rsid w:val="001F7842"/>
    <w:rsid w:val="0020050C"/>
    <w:rsid w:val="002045C0"/>
    <w:rsid w:val="00211DDC"/>
    <w:rsid w:val="00216B64"/>
    <w:rsid w:val="00216EF4"/>
    <w:rsid w:val="00225ADB"/>
    <w:rsid w:val="0022637D"/>
    <w:rsid w:val="002273D0"/>
    <w:rsid w:val="0023277B"/>
    <w:rsid w:val="00232C38"/>
    <w:rsid w:val="0023368A"/>
    <w:rsid w:val="0023368F"/>
    <w:rsid w:val="00233A51"/>
    <w:rsid w:val="00235291"/>
    <w:rsid w:val="002359A6"/>
    <w:rsid w:val="002422E9"/>
    <w:rsid w:val="00242EF2"/>
    <w:rsid w:val="00243A14"/>
    <w:rsid w:val="00243E2C"/>
    <w:rsid w:val="00244B7F"/>
    <w:rsid w:val="00252959"/>
    <w:rsid w:val="00253AC1"/>
    <w:rsid w:val="00254EE7"/>
    <w:rsid w:val="00265F81"/>
    <w:rsid w:val="00270738"/>
    <w:rsid w:val="00274363"/>
    <w:rsid w:val="0027511A"/>
    <w:rsid w:val="00275ED3"/>
    <w:rsid w:val="00280600"/>
    <w:rsid w:val="00280793"/>
    <w:rsid w:val="002853A8"/>
    <w:rsid w:val="00291B3F"/>
    <w:rsid w:val="00294022"/>
    <w:rsid w:val="002957E0"/>
    <w:rsid w:val="00296340"/>
    <w:rsid w:val="00297360"/>
    <w:rsid w:val="002A0480"/>
    <w:rsid w:val="002A1F16"/>
    <w:rsid w:val="002A4742"/>
    <w:rsid w:val="002B125C"/>
    <w:rsid w:val="002B2A68"/>
    <w:rsid w:val="002B2CA7"/>
    <w:rsid w:val="002C04AE"/>
    <w:rsid w:val="002C472D"/>
    <w:rsid w:val="002D18A7"/>
    <w:rsid w:val="002E1499"/>
    <w:rsid w:val="002E57D2"/>
    <w:rsid w:val="002E785F"/>
    <w:rsid w:val="002F059E"/>
    <w:rsid w:val="002F2F1C"/>
    <w:rsid w:val="002F5F52"/>
    <w:rsid w:val="002F7112"/>
    <w:rsid w:val="002F7FB3"/>
    <w:rsid w:val="00301230"/>
    <w:rsid w:val="00316024"/>
    <w:rsid w:val="0031618D"/>
    <w:rsid w:val="00323280"/>
    <w:rsid w:val="00325A55"/>
    <w:rsid w:val="00325D6F"/>
    <w:rsid w:val="00326200"/>
    <w:rsid w:val="00330FC5"/>
    <w:rsid w:val="0033202F"/>
    <w:rsid w:val="003351D4"/>
    <w:rsid w:val="00335B2D"/>
    <w:rsid w:val="0034575C"/>
    <w:rsid w:val="00346CC5"/>
    <w:rsid w:val="003471B3"/>
    <w:rsid w:val="00350040"/>
    <w:rsid w:val="00350F97"/>
    <w:rsid w:val="003529F5"/>
    <w:rsid w:val="00361D23"/>
    <w:rsid w:val="00362970"/>
    <w:rsid w:val="00363E1D"/>
    <w:rsid w:val="00365674"/>
    <w:rsid w:val="0037101E"/>
    <w:rsid w:val="00372E20"/>
    <w:rsid w:val="00376CDB"/>
    <w:rsid w:val="0037766F"/>
    <w:rsid w:val="00383C7F"/>
    <w:rsid w:val="0038497B"/>
    <w:rsid w:val="00386E08"/>
    <w:rsid w:val="0038797B"/>
    <w:rsid w:val="0039443D"/>
    <w:rsid w:val="003973FE"/>
    <w:rsid w:val="00397AAE"/>
    <w:rsid w:val="003A059F"/>
    <w:rsid w:val="003A0B13"/>
    <w:rsid w:val="003A1D1B"/>
    <w:rsid w:val="003A3A98"/>
    <w:rsid w:val="003A73A6"/>
    <w:rsid w:val="003B1B60"/>
    <w:rsid w:val="003B386E"/>
    <w:rsid w:val="003B4123"/>
    <w:rsid w:val="003B4599"/>
    <w:rsid w:val="003C5527"/>
    <w:rsid w:val="003D2219"/>
    <w:rsid w:val="003D5AEC"/>
    <w:rsid w:val="003D6809"/>
    <w:rsid w:val="003D69EB"/>
    <w:rsid w:val="003D745C"/>
    <w:rsid w:val="003E1641"/>
    <w:rsid w:val="003E38C2"/>
    <w:rsid w:val="003E5FB1"/>
    <w:rsid w:val="003E7A81"/>
    <w:rsid w:val="003F2578"/>
    <w:rsid w:val="003F4ECE"/>
    <w:rsid w:val="003F7812"/>
    <w:rsid w:val="004002AF"/>
    <w:rsid w:val="004017BB"/>
    <w:rsid w:val="00401B74"/>
    <w:rsid w:val="00402012"/>
    <w:rsid w:val="00402249"/>
    <w:rsid w:val="00404CF2"/>
    <w:rsid w:val="00412CBD"/>
    <w:rsid w:val="004131FB"/>
    <w:rsid w:val="00421B9E"/>
    <w:rsid w:val="0042582C"/>
    <w:rsid w:val="00434074"/>
    <w:rsid w:val="00440895"/>
    <w:rsid w:val="00441706"/>
    <w:rsid w:val="004432B2"/>
    <w:rsid w:val="00451C50"/>
    <w:rsid w:val="00454714"/>
    <w:rsid w:val="00455AD8"/>
    <w:rsid w:val="00457D92"/>
    <w:rsid w:val="0046071B"/>
    <w:rsid w:val="0046132B"/>
    <w:rsid w:val="00466372"/>
    <w:rsid w:val="00466A04"/>
    <w:rsid w:val="004714A3"/>
    <w:rsid w:val="004731FC"/>
    <w:rsid w:val="00474046"/>
    <w:rsid w:val="00474A57"/>
    <w:rsid w:val="00475B01"/>
    <w:rsid w:val="004764A8"/>
    <w:rsid w:val="0048160A"/>
    <w:rsid w:val="004825B4"/>
    <w:rsid w:val="0048434B"/>
    <w:rsid w:val="00484C9E"/>
    <w:rsid w:val="00490C45"/>
    <w:rsid w:val="004A593B"/>
    <w:rsid w:val="004A740D"/>
    <w:rsid w:val="004A75B7"/>
    <w:rsid w:val="004B2625"/>
    <w:rsid w:val="004B279E"/>
    <w:rsid w:val="004B4C52"/>
    <w:rsid w:val="004B573E"/>
    <w:rsid w:val="004C1B4F"/>
    <w:rsid w:val="004C6CEF"/>
    <w:rsid w:val="004C791C"/>
    <w:rsid w:val="004D2637"/>
    <w:rsid w:val="004D26AF"/>
    <w:rsid w:val="004D3B48"/>
    <w:rsid w:val="004D4537"/>
    <w:rsid w:val="004D58C7"/>
    <w:rsid w:val="004D6D34"/>
    <w:rsid w:val="004E43AE"/>
    <w:rsid w:val="004E4F66"/>
    <w:rsid w:val="004E5D4E"/>
    <w:rsid w:val="004E6C9E"/>
    <w:rsid w:val="004F4AF0"/>
    <w:rsid w:val="004F6A00"/>
    <w:rsid w:val="004F789A"/>
    <w:rsid w:val="004F7CDE"/>
    <w:rsid w:val="0050490F"/>
    <w:rsid w:val="00510414"/>
    <w:rsid w:val="00512917"/>
    <w:rsid w:val="00513E20"/>
    <w:rsid w:val="005206FA"/>
    <w:rsid w:val="00521574"/>
    <w:rsid w:val="00523634"/>
    <w:rsid w:val="00524D6C"/>
    <w:rsid w:val="00524D7A"/>
    <w:rsid w:val="00525D5C"/>
    <w:rsid w:val="00532E65"/>
    <w:rsid w:val="00533708"/>
    <w:rsid w:val="00537891"/>
    <w:rsid w:val="00543F2D"/>
    <w:rsid w:val="00544AB8"/>
    <w:rsid w:val="00550501"/>
    <w:rsid w:val="005530A2"/>
    <w:rsid w:val="00557023"/>
    <w:rsid w:val="00564857"/>
    <w:rsid w:val="005659D9"/>
    <w:rsid w:val="005730D1"/>
    <w:rsid w:val="00573200"/>
    <w:rsid w:val="00576B1A"/>
    <w:rsid w:val="00585EF8"/>
    <w:rsid w:val="00593EC0"/>
    <w:rsid w:val="00594A39"/>
    <w:rsid w:val="0059637B"/>
    <w:rsid w:val="005A072B"/>
    <w:rsid w:val="005A0A19"/>
    <w:rsid w:val="005A29F7"/>
    <w:rsid w:val="005A3C52"/>
    <w:rsid w:val="005A583E"/>
    <w:rsid w:val="005B1BF8"/>
    <w:rsid w:val="005B2048"/>
    <w:rsid w:val="005B2796"/>
    <w:rsid w:val="005B51D9"/>
    <w:rsid w:val="005C1BD8"/>
    <w:rsid w:val="005C5AA9"/>
    <w:rsid w:val="005D2C71"/>
    <w:rsid w:val="005D4E88"/>
    <w:rsid w:val="005D7A69"/>
    <w:rsid w:val="005E0E2D"/>
    <w:rsid w:val="005E2AA6"/>
    <w:rsid w:val="005E61DF"/>
    <w:rsid w:val="005F443C"/>
    <w:rsid w:val="005F5FF6"/>
    <w:rsid w:val="005F693F"/>
    <w:rsid w:val="00601EBE"/>
    <w:rsid w:val="006023B2"/>
    <w:rsid w:val="00604FC0"/>
    <w:rsid w:val="006105B6"/>
    <w:rsid w:val="006221A7"/>
    <w:rsid w:val="00622B75"/>
    <w:rsid w:val="0062377C"/>
    <w:rsid w:val="00623EE5"/>
    <w:rsid w:val="00626FD1"/>
    <w:rsid w:val="00632CD6"/>
    <w:rsid w:val="00635DF0"/>
    <w:rsid w:val="0063684F"/>
    <w:rsid w:val="00636B74"/>
    <w:rsid w:val="006379B2"/>
    <w:rsid w:val="0064277B"/>
    <w:rsid w:val="00650AD0"/>
    <w:rsid w:val="006525CD"/>
    <w:rsid w:val="006531D7"/>
    <w:rsid w:val="00653F4D"/>
    <w:rsid w:val="0065777B"/>
    <w:rsid w:val="00671040"/>
    <w:rsid w:val="00673B0F"/>
    <w:rsid w:val="00676A1D"/>
    <w:rsid w:val="00683BB7"/>
    <w:rsid w:val="00691A71"/>
    <w:rsid w:val="006929EC"/>
    <w:rsid w:val="00694A78"/>
    <w:rsid w:val="00697387"/>
    <w:rsid w:val="006A17E1"/>
    <w:rsid w:val="006A3047"/>
    <w:rsid w:val="006A39DE"/>
    <w:rsid w:val="006A3C66"/>
    <w:rsid w:val="006A7EBF"/>
    <w:rsid w:val="006B0A51"/>
    <w:rsid w:val="006B456C"/>
    <w:rsid w:val="006B46DF"/>
    <w:rsid w:val="006C27F8"/>
    <w:rsid w:val="006D5E27"/>
    <w:rsid w:val="006E1791"/>
    <w:rsid w:val="006F312F"/>
    <w:rsid w:val="00703ECA"/>
    <w:rsid w:val="0071127F"/>
    <w:rsid w:val="007167BD"/>
    <w:rsid w:val="00717427"/>
    <w:rsid w:val="00722739"/>
    <w:rsid w:val="00723DD0"/>
    <w:rsid w:val="00725F5E"/>
    <w:rsid w:val="007266C5"/>
    <w:rsid w:val="00726832"/>
    <w:rsid w:val="007307D3"/>
    <w:rsid w:val="00741E54"/>
    <w:rsid w:val="00751070"/>
    <w:rsid w:val="00754EE5"/>
    <w:rsid w:val="00764231"/>
    <w:rsid w:val="00764AAF"/>
    <w:rsid w:val="007707EF"/>
    <w:rsid w:val="0077315C"/>
    <w:rsid w:val="007749B6"/>
    <w:rsid w:val="00774DC7"/>
    <w:rsid w:val="007750CB"/>
    <w:rsid w:val="007764C2"/>
    <w:rsid w:val="007774C0"/>
    <w:rsid w:val="007809EC"/>
    <w:rsid w:val="00783379"/>
    <w:rsid w:val="007833E0"/>
    <w:rsid w:val="00785053"/>
    <w:rsid w:val="00793528"/>
    <w:rsid w:val="00795B8C"/>
    <w:rsid w:val="00797A50"/>
    <w:rsid w:val="00797BEC"/>
    <w:rsid w:val="00797E99"/>
    <w:rsid w:val="007A28DD"/>
    <w:rsid w:val="007A4637"/>
    <w:rsid w:val="007A4A34"/>
    <w:rsid w:val="007A4E97"/>
    <w:rsid w:val="007A5917"/>
    <w:rsid w:val="007A64A1"/>
    <w:rsid w:val="007B0114"/>
    <w:rsid w:val="007B031A"/>
    <w:rsid w:val="007B1374"/>
    <w:rsid w:val="007B3117"/>
    <w:rsid w:val="007B5E21"/>
    <w:rsid w:val="007C0EAA"/>
    <w:rsid w:val="007C2696"/>
    <w:rsid w:val="007C384C"/>
    <w:rsid w:val="007D1C6A"/>
    <w:rsid w:val="007D462E"/>
    <w:rsid w:val="007D505F"/>
    <w:rsid w:val="007E19BA"/>
    <w:rsid w:val="007E2B17"/>
    <w:rsid w:val="007E61B8"/>
    <w:rsid w:val="0080496C"/>
    <w:rsid w:val="00805311"/>
    <w:rsid w:val="0080584F"/>
    <w:rsid w:val="008058A1"/>
    <w:rsid w:val="00806F5B"/>
    <w:rsid w:val="00812D5E"/>
    <w:rsid w:val="00814979"/>
    <w:rsid w:val="008151A4"/>
    <w:rsid w:val="008159A6"/>
    <w:rsid w:val="00817257"/>
    <w:rsid w:val="0082086D"/>
    <w:rsid w:val="008335B7"/>
    <w:rsid w:val="0083540D"/>
    <w:rsid w:val="00836D0F"/>
    <w:rsid w:val="0084244E"/>
    <w:rsid w:val="008427D6"/>
    <w:rsid w:val="008472EB"/>
    <w:rsid w:val="008542D2"/>
    <w:rsid w:val="008629B3"/>
    <w:rsid w:val="00867A0E"/>
    <w:rsid w:val="00871526"/>
    <w:rsid w:val="00871983"/>
    <w:rsid w:val="00875BE7"/>
    <w:rsid w:val="00880DB9"/>
    <w:rsid w:val="00885908"/>
    <w:rsid w:val="00886E27"/>
    <w:rsid w:val="00891146"/>
    <w:rsid w:val="008926BA"/>
    <w:rsid w:val="008963AD"/>
    <w:rsid w:val="008A77FA"/>
    <w:rsid w:val="008A7EDA"/>
    <w:rsid w:val="008B1EA9"/>
    <w:rsid w:val="008B2AFE"/>
    <w:rsid w:val="008B434C"/>
    <w:rsid w:val="008B54B2"/>
    <w:rsid w:val="008C28B6"/>
    <w:rsid w:val="008C40B5"/>
    <w:rsid w:val="008C6076"/>
    <w:rsid w:val="008D4722"/>
    <w:rsid w:val="009023F7"/>
    <w:rsid w:val="00903A3B"/>
    <w:rsid w:val="00904D12"/>
    <w:rsid w:val="00911851"/>
    <w:rsid w:val="00911961"/>
    <w:rsid w:val="00912B4E"/>
    <w:rsid w:val="00913CDA"/>
    <w:rsid w:val="00914B75"/>
    <w:rsid w:val="00915C70"/>
    <w:rsid w:val="00924265"/>
    <w:rsid w:val="0092463B"/>
    <w:rsid w:val="009277B5"/>
    <w:rsid w:val="00931D27"/>
    <w:rsid w:val="009327EE"/>
    <w:rsid w:val="00932E81"/>
    <w:rsid w:val="00935373"/>
    <w:rsid w:val="009353EB"/>
    <w:rsid w:val="009368FC"/>
    <w:rsid w:val="0093722C"/>
    <w:rsid w:val="00937959"/>
    <w:rsid w:val="0094011C"/>
    <w:rsid w:val="00945354"/>
    <w:rsid w:val="00945F91"/>
    <w:rsid w:val="009511DE"/>
    <w:rsid w:val="0095124A"/>
    <w:rsid w:val="0095133D"/>
    <w:rsid w:val="00953579"/>
    <w:rsid w:val="00956B8D"/>
    <w:rsid w:val="00956F62"/>
    <w:rsid w:val="009577B8"/>
    <w:rsid w:val="00962D33"/>
    <w:rsid w:val="00963383"/>
    <w:rsid w:val="009634C8"/>
    <w:rsid w:val="0096411B"/>
    <w:rsid w:val="00974853"/>
    <w:rsid w:val="0097668F"/>
    <w:rsid w:val="0098238E"/>
    <w:rsid w:val="00982916"/>
    <w:rsid w:val="00985E03"/>
    <w:rsid w:val="00987164"/>
    <w:rsid w:val="00987C9B"/>
    <w:rsid w:val="0099059C"/>
    <w:rsid w:val="00993F41"/>
    <w:rsid w:val="009959AE"/>
    <w:rsid w:val="00997181"/>
    <w:rsid w:val="009A331A"/>
    <w:rsid w:val="009A667F"/>
    <w:rsid w:val="009B0F92"/>
    <w:rsid w:val="009B2223"/>
    <w:rsid w:val="009B2345"/>
    <w:rsid w:val="009B33FC"/>
    <w:rsid w:val="009B4A19"/>
    <w:rsid w:val="009B6E93"/>
    <w:rsid w:val="009C2A40"/>
    <w:rsid w:val="009D4384"/>
    <w:rsid w:val="009D4BE3"/>
    <w:rsid w:val="009D6F2C"/>
    <w:rsid w:val="009E5A9A"/>
    <w:rsid w:val="009F2CF4"/>
    <w:rsid w:val="009F65A5"/>
    <w:rsid w:val="009F7E6B"/>
    <w:rsid w:val="00A03A35"/>
    <w:rsid w:val="00A03B64"/>
    <w:rsid w:val="00A050E1"/>
    <w:rsid w:val="00A06EAF"/>
    <w:rsid w:val="00A110DA"/>
    <w:rsid w:val="00A11FF9"/>
    <w:rsid w:val="00A136A2"/>
    <w:rsid w:val="00A16FE5"/>
    <w:rsid w:val="00A215DC"/>
    <w:rsid w:val="00A219C7"/>
    <w:rsid w:val="00A21FC0"/>
    <w:rsid w:val="00A22CB5"/>
    <w:rsid w:val="00A23172"/>
    <w:rsid w:val="00A23395"/>
    <w:rsid w:val="00A26A03"/>
    <w:rsid w:val="00A27208"/>
    <w:rsid w:val="00A30E68"/>
    <w:rsid w:val="00A3196E"/>
    <w:rsid w:val="00A33D17"/>
    <w:rsid w:val="00A3466B"/>
    <w:rsid w:val="00A353C4"/>
    <w:rsid w:val="00A36A2F"/>
    <w:rsid w:val="00A37736"/>
    <w:rsid w:val="00A40056"/>
    <w:rsid w:val="00A406F4"/>
    <w:rsid w:val="00A40850"/>
    <w:rsid w:val="00A45898"/>
    <w:rsid w:val="00A47A1E"/>
    <w:rsid w:val="00A521FE"/>
    <w:rsid w:val="00A52600"/>
    <w:rsid w:val="00A52734"/>
    <w:rsid w:val="00A5354C"/>
    <w:rsid w:val="00A57F52"/>
    <w:rsid w:val="00A620F7"/>
    <w:rsid w:val="00A62B7E"/>
    <w:rsid w:val="00A65494"/>
    <w:rsid w:val="00A65F7E"/>
    <w:rsid w:val="00A710AD"/>
    <w:rsid w:val="00A80EC2"/>
    <w:rsid w:val="00A90137"/>
    <w:rsid w:val="00A912B8"/>
    <w:rsid w:val="00A91FB4"/>
    <w:rsid w:val="00A94003"/>
    <w:rsid w:val="00AA097A"/>
    <w:rsid w:val="00AB265F"/>
    <w:rsid w:val="00AB6192"/>
    <w:rsid w:val="00AC1745"/>
    <w:rsid w:val="00AD0D68"/>
    <w:rsid w:val="00AD36A0"/>
    <w:rsid w:val="00AD4ADE"/>
    <w:rsid w:val="00AD4EAD"/>
    <w:rsid w:val="00AD6546"/>
    <w:rsid w:val="00AD76BA"/>
    <w:rsid w:val="00AE1044"/>
    <w:rsid w:val="00AE1586"/>
    <w:rsid w:val="00AE414C"/>
    <w:rsid w:val="00AF22C8"/>
    <w:rsid w:val="00AF2BAF"/>
    <w:rsid w:val="00AF3213"/>
    <w:rsid w:val="00B01109"/>
    <w:rsid w:val="00B0247B"/>
    <w:rsid w:val="00B03294"/>
    <w:rsid w:val="00B03F3F"/>
    <w:rsid w:val="00B103A7"/>
    <w:rsid w:val="00B11C19"/>
    <w:rsid w:val="00B142AE"/>
    <w:rsid w:val="00B149FA"/>
    <w:rsid w:val="00B17FD9"/>
    <w:rsid w:val="00B20BC3"/>
    <w:rsid w:val="00B243AC"/>
    <w:rsid w:val="00B26C93"/>
    <w:rsid w:val="00B26DAF"/>
    <w:rsid w:val="00B27E22"/>
    <w:rsid w:val="00B3088B"/>
    <w:rsid w:val="00B30BA4"/>
    <w:rsid w:val="00B323FC"/>
    <w:rsid w:val="00B343BB"/>
    <w:rsid w:val="00B34B3F"/>
    <w:rsid w:val="00B35D19"/>
    <w:rsid w:val="00B37A64"/>
    <w:rsid w:val="00B45C8C"/>
    <w:rsid w:val="00B51FA6"/>
    <w:rsid w:val="00B52990"/>
    <w:rsid w:val="00B531F3"/>
    <w:rsid w:val="00B64161"/>
    <w:rsid w:val="00B7650B"/>
    <w:rsid w:val="00B7752B"/>
    <w:rsid w:val="00B80E54"/>
    <w:rsid w:val="00B843FA"/>
    <w:rsid w:val="00B85241"/>
    <w:rsid w:val="00B8602C"/>
    <w:rsid w:val="00B87023"/>
    <w:rsid w:val="00B87C9F"/>
    <w:rsid w:val="00B94118"/>
    <w:rsid w:val="00B9415E"/>
    <w:rsid w:val="00B953B8"/>
    <w:rsid w:val="00B965F5"/>
    <w:rsid w:val="00B97459"/>
    <w:rsid w:val="00BA0503"/>
    <w:rsid w:val="00BA141B"/>
    <w:rsid w:val="00BA212B"/>
    <w:rsid w:val="00BA318B"/>
    <w:rsid w:val="00BA7673"/>
    <w:rsid w:val="00BB246D"/>
    <w:rsid w:val="00BB5897"/>
    <w:rsid w:val="00BB6095"/>
    <w:rsid w:val="00BB73D6"/>
    <w:rsid w:val="00BC14F3"/>
    <w:rsid w:val="00BC3CA2"/>
    <w:rsid w:val="00BD0BE6"/>
    <w:rsid w:val="00BD1965"/>
    <w:rsid w:val="00BD2C8B"/>
    <w:rsid w:val="00BD456C"/>
    <w:rsid w:val="00BD7B99"/>
    <w:rsid w:val="00BD7D78"/>
    <w:rsid w:val="00BE37F2"/>
    <w:rsid w:val="00BF07D1"/>
    <w:rsid w:val="00BF33EF"/>
    <w:rsid w:val="00C06DA5"/>
    <w:rsid w:val="00C111DA"/>
    <w:rsid w:val="00C2037C"/>
    <w:rsid w:val="00C249E9"/>
    <w:rsid w:val="00C24E20"/>
    <w:rsid w:val="00C24F34"/>
    <w:rsid w:val="00C31878"/>
    <w:rsid w:val="00C33553"/>
    <w:rsid w:val="00C3414E"/>
    <w:rsid w:val="00C344EF"/>
    <w:rsid w:val="00C3555B"/>
    <w:rsid w:val="00C43A0D"/>
    <w:rsid w:val="00C47932"/>
    <w:rsid w:val="00C50720"/>
    <w:rsid w:val="00C513F1"/>
    <w:rsid w:val="00C53E57"/>
    <w:rsid w:val="00C54C0D"/>
    <w:rsid w:val="00C54CB1"/>
    <w:rsid w:val="00C56013"/>
    <w:rsid w:val="00C57CD2"/>
    <w:rsid w:val="00C650AC"/>
    <w:rsid w:val="00C735E5"/>
    <w:rsid w:val="00C74129"/>
    <w:rsid w:val="00C74222"/>
    <w:rsid w:val="00C747BC"/>
    <w:rsid w:val="00C77624"/>
    <w:rsid w:val="00C82EE8"/>
    <w:rsid w:val="00C83C59"/>
    <w:rsid w:val="00C92CFB"/>
    <w:rsid w:val="00CA3679"/>
    <w:rsid w:val="00CA413A"/>
    <w:rsid w:val="00CA440A"/>
    <w:rsid w:val="00CB2928"/>
    <w:rsid w:val="00CB34D6"/>
    <w:rsid w:val="00CB7AA3"/>
    <w:rsid w:val="00CC0ED9"/>
    <w:rsid w:val="00CC12FD"/>
    <w:rsid w:val="00CC30EB"/>
    <w:rsid w:val="00CC3DFE"/>
    <w:rsid w:val="00CC7168"/>
    <w:rsid w:val="00CC7395"/>
    <w:rsid w:val="00CD0B68"/>
    <w:rsid w:val="00CD26C6"/>
    <w:rsid w:val="00CE2F8B"/>
    <w:rsid w:val="00CE3234"/>
    <w:rsid w:val="00CE3EDB"/>
    <w:rsid w:val="00CF30DA"/>
    <w:rsid w:val="00CF66EA"/>
    <w:rsid w:val="00CF774F"/>
    <w:rsid w:val="00CF7FE3"/>
    <w:rsid w:val="00D065EE"/>
    <w:rsid w:val="00D211A8"/>
    <w:rsid w:val="00D21ACD"/>
    <w:rsid w:val="00D21D2A"/>
    <w:rsid w:val="00D2302E"/>
    <w:rsid w:val="00D247A8"/>
    <w:rsid w:val="00D26E21"/>
    <w:rsid w:val="00D3034B"/>
    <w:rsid w:val="00D33620"/>
    <w:rsid w:val="00D3398C"/>
    <w:rsid w:val="00D351BB"/>
    <w:rsid w:val="00D356B1"/>
    <w:rsid w:val="00D37A99"/>
    <w:rsid w:val="00D37E52"/>
    <w:rsid w:val="00D46208"/>
    <w:rsid w:val="00D533E4"/>
    <w:rsid w:val="00D53507"/>
    <w:rsid w:val="00D53C5B"/>
    <w:rsid w:val="00D54DA0"/>
    <w:rsid w:val="00D55AD4"/>
    <w:rsid w:val="00D55D00"/>
    <w:rsid w:val="00D61347"/>
    <w:rsid w:val="00D622E3"/>
    <w:rsid w:val="00D63F44"/>
    <w:rsid w:val="00D651D3"/>
    <w:rsid w:val="00D65FA1"/>
    <w:rsid w:val="00D7503D"/>
    <w:rsid w:val="00D76187"/>
    <w:rsid w:val="00D816C6"/>
    <w:rsid w:val="00D83BB2"/>
    <w:rsid w:val="00D83DE8"/>
    <w:rsid w:val="00D8628A"/>
    <w:rsid w:val="00D91241"/>
    <w:rsid w:val="00D91D3D"/>
    <w:rsid w:val="00D91F27"/>
    <w:rsid w:val="00D9297B"/>
    <w:rsid w:val="00D931CC"/>
    <w:rsid w:val="00D96409"/>
    <w:rsid w:val="00DA6CF9"/>
    <w:rsid w:val="00DA75C0"/>
    <w:rsid w:val="00DA7946"/>
    <w:rsid w:val="00DA7C55"/>
    <w:rsid w:val="00DB1521"/>
    <w:rsid w:val="00DB3BC1"/>
    <w:rsid w:val="00DB5E38"/>
    <w:rsid w:val="00DC4F21"/>
    <w:rsid w:val="00DC7411"/>
    <w:rsid w:val="00DC7BDA"/>
    <w:rsid w:val="00DC7DFF"/>
    <w:rsid w:val="00DD613E"/>
    <w:rsid w:val="00DD66DB"/>
    <w:rsid w:val="00DE22AD"/>
    <w:rsid w:val="00DE3D8F"/>
    <w:rsid w:val="00DE5C8C"/>
    <w:rsid w:val="00DF3BE2"/>
    <w:rsid w:val="00DF78BE"/>
    <w:rsid w:val="00E00769"/>
    <w:rsid w:val="00E00B9C"/>
    <w:rsid w:val="00E034DB"/>
    <w:rsid w:val="00E04AD8"/>
    <w:rsid w:val="00E11C84"/>
    <w:rsid w:val="00E12F38"/>
    <w:rsid w:val="00E162C7"/>
    <w:rsid w:val="00E17E72"/>
    <w:rsid w:val="00E25A28"/>
    <w:rsid w:val="00E35532"/>
    <w:rsid w:val="00E37193"/>
    <w:rsid w:val="00E40117"/>
    <w:rsid w:val="00E41E42"/>
    <w:rsid w:val="00E41EA7"/>
    <w:rsid w:val="00E447D9"/>
    <w:rsid w:val="00E44EBA"/>
    <w:rsid w:val="00E46E11"/>
    <w:rsid w:val="00E50A71"/>
    <w:rsid w:val="00E53378"/>
    <w:rsid w:val="00E5710F"/>
    <w:rsid w:val="00E57251"/>
    <w:rsid w:val="00E6049B"/>
    <w:rsid w:val="00E60531"/>
    <w:rsid w:val="00E61460"/>
    <w:rsid w:val="00E67F0F"/>
    <w:rsid w:val="00E75E9A"/>
    <w:rsid w:val="00E7672F"/>
    <w:rsid w:val="00E77A82"/>
    <w:rsid w:val="00E8140A"/>
    <w:rsid w:val="00E81C11"/>
    <w:rsid w:val="00E82616"/>
    <w:rsid w:val="00E830B8"/>
    <w:rsid w:val="00E84DF6"/>
    <w:rsid w:val="00E85FF6"/>
    <w:rsid w:val="00E86FA9"/>
    <w:rsid w:val="00E9001A"/>
    <w:rsid w:val="00E92657"/>
    <w:rsid w:val="00E96177"/>
    <w:rsid w:val="00E973A3"/>
    <w:rsid w:val="00EA0918"/>
    <w:rsid w:val="00EA0ABB"/>
    <w:rsid w:val="00EA62BF"/>
    <w:rsid w:val="00EA7CEE"/>
    <w:rsid w:val="00EB0428"/>
    <w:rsid w:val="00EB7255"/>
    <w:rsid w:val="00EC0EBD"/>
    <w:rsid w:val="00EC2884"/>
    <w:rsid w:val="00EC47E9"/>
    <w:rsid w:val="00EC7320"/>
    <w:rsid w:val="00ED4825"/>
    <w:rsid w:val="00ED5935"/>
    <w:rsid w:val="00ED665A"/>
    <w:rsid w:val="00ED75CD"/>
    <w:rsid w:val="00EE25DA"/>
    <w:rsid w:val="00EE2A14"/>
    <w:rsid w:val="00EF02CB"/>
    <w:rsid w:val="00EF3F6F"/>
    <w:rsid w:val="00EF404A"/>
    <w:rsid w:val="00EF4C08"/>
    <w:rsid w:val="00EF513E"/>
    <w:rsid w:val="00EF56A4"/>
    <w:rsid w:val="00EF7BDC"/>
    <w:rsid w:val="00F070FF"/>
    <w:rsid w:val="00F07F9D"/>
    <w:rsid w:val="00F112BA"/>
    <w:rsid w:val="00F14D14"/>
    <w:rsid w:val="00F14FCA"/>
    <w:rsid w:val="00F164A2"/>
    <w:rsid w:val="00F17BBB"/>
    <w:rsid w:val="00F20CBF"/>
    <w:rsid w:val="00F24228"/>
    <w:rsid w:val="00F250FB"/>
    <w:rsid w:val="00F30630"/>
    <w:rsid w:val="00F365FE"/>
    <w:rsid w:val="00F407D5"/>
    <w:rsid w:val="00F40B3F"/>
    <w:rsid w:val="00F4695A"/>
    <w:rsid w:val="00F47A9D"/>
    <w:rsid w:val="00F536FD"/>
    <w:rsid w:val="00F53E51"/>
    <w:rsid w:val="00F634A2"/>
    <w:rsid w:val="00F67FED"/>
    <w:rsid w:val="00F75F02"/>
    <w:rsid w:val="00F762D7"/>
    <w:rsid w:val="00F803BE"/>
    <w:rsid w:val="00F83BEE"/>
    <w:rsid w:val="00F86967"/>
    <w:rsid w:val="00F869AA"/>
    <w:rsid w:val="00F93509"/>
    <w:rsid w:val="00F96495"/>
    <w:rsid w:val="00FA0557"/>
    <w:rsid w:val="00FA0B36"/>
    <w:rsid w:val="00FA6102"/>
    <w:rsid w:val="00FB6BF2"/>
    <w:rsid w:val="00FC3710"/>
    <w:rsid w:val="00FD0A31"/>
    <w:rsid w:val="00FD140F"/>
    <w:rsid w:val="00FD27FB"/>
    <w:rsid w:val="00FD337C"/>
    <w:rsid w:val="00FD780E"/>
    <w:rsid w:val="00FE0148"/>
    <w:rsid w:val="00FE04ED"/>
    <w:rsid w:val="00FE4D10"/>
    <w:rsid w:val="00FE573D"/>
    <w:rsid w:val="00FE6ECE"/>
    <w:rsid w:val="00FE7511"/>
    <w:rsid w:val="00FF303F"/>
    <w:rsid w:val="00FF3B3B"/>
    <w:rsid w:val="00FF4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265"/>
  </w:style>
  <w:style w:type="paragraph" w:styleId="1">
    <w:name w:val="heading 1"/>
    <w:basedOn w:val="a"/>
    <w:next w:val="a"/>
    <w:qFormat/>
    <w:rsid w:val="000C026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uiPriority w:val="99"/>
    <w:rsid w:val="00D929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97B"/>
  </w:style>
  <w:style w:type="paragraph" w:styleId="a5">
    <w:name w:val="footer"/>
    <w:basedOn w:val="a"/>
    <w:link w:val="a6"/>
    <w:uiPriority w:val="99"/>
    <w:rsid w:val="00D929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97B"/>
  </w:style>
  <w:style w:type="paragraph" w:styleId="a7">
    <w:name w:val="No Spacing"/>
    <w:uiPriority w:val="1"/>
    <w:qFormat/>
    <w:rsid w:val="007809EC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097A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link w:val="a9"/>
    <w:rsid w:val="0023368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3368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C1745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rsid w:val="00751070"/>
    <w:rPr>
      <w:color w:val="0000FF"/>
      <w:u w:val="single"/>
    </w:rPr>
  </w:style>
  <w:style w:type="paragraph" w:customStyle="1" w:styleId="ConsPlusNonformat">
    <w:name w:val="ConsPlusNonformat"/>
    <w:uiPriority w:val="99"/>
    <w:rsid w:val="002045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1">
    <w:name w:val="blk1"/>
    <w:basedOn w:val="a0"/>
    <w:rsid w:val="00E75E9A"/>
    <w:rPr>
      <w:vanish w:val="0"/>
      <w:webHidden w:val="0"/>
      <w:specVanish w:val="0"/>
    </w:rPr>
  </w:style>
  <w:style w:type="paragraph" w:styleId="2">
    <w:name w:val="Body Text Indent 2"/>
    <w:basedOn w:val="a"/>
    <w:link w:val="20"/>
    <w:uiPriority w:val="99"/>
    <w:rsid w:val="00E5710F"/>
    <w:pPr>
      <w:autoSpaceDE w:val="0"/>
      <w:autoSpaceDN w:val="0"/>
      <w:ind w:left="4962"/>
      <w:jc w:val="center"/>
    </w:pPr>
    <w:rPr>
      <w:sz w:val="19"/>
      <w:szCs w:val="19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5710F"/>
    <w:rPr>
      <w:sz w:val="19"/>
      <w:szCs w:val="19"/>
    </w:rPr>
  </w:style>
  <w:style w:type="table" w:styleId="ac">
    <w:name w:val="Table Grid"/>
    <w:basedOn w:val="a1"/>
    <w:uiPriority w:val="99"/>
    <w:rsid w:val="00524D7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8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92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07154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20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57547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288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403340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013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387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140196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291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8226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1692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2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33079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0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34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99776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22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002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560871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998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142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672417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78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34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14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1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05609">
                  <w:marLeft w:val="0"/>
                  <w:marRight w:val="0"/>
                  <w:marTop w:val="0"/>
                  <w:marBottom w:val="0"/>
                  <w:divBdr>
                    <w:top w:val="single" w:sz="4" w:space="6" w:color="A2A2A2"/>
                    <w:left w:val="single" w:sz="4" w:space="6" w:color="A2A2A2"/>
                    <w:bottom w:val="single" w:sz="4" w:space="6" w:color="A2A2A2"/>
                    <w:right w:val="single" w:sz="4" w:space="6" w:color="A2A2A2"/>
                  </w:divBdr>
                </w:div>
              </w:divsChild>
            </w:div>
          </w:divsChild>
        </w:div>
      </w:divsChild>
    </w:div>
    <w:div w:id="9720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8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88895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04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50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205641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91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081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318120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152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44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563447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555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440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54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dvornyj_NV\AppData\Local\Microsoft\Windows\Temporary%20Internet%20Files\Content.MSO\A2B6E57B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06080-469E-487D-8431-B8E801D4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A2B6E57B</Template>
  <TotalTime>70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erofeeva_es</dc:creator>
  <cp:lastModifiedBy>Соболева Любовь Сергеевна</cp:lastModifiedBy>
  <cp:revision>5</cp:revision>
  <cp:lastPrinted>2020-01-20T11:28:00Z</cp:lastPrinted>
  <dcterms:created xsi:type="dcterms:W3CDTF">2019-03-27T07:28:00Z</dcterms:created>
  <dcterms:modified xsi:type="dcterms:W3CDTF">2022-09-27T09:32:00Z</dcterms:modified>
</cp:coreProperties>
</file>