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834E65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6F577D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Pr="000939AF" w:rsidRDefault="00C53E57">
      <w:pPr>
        <w:jc w:val="center"/>
        <w:rPr>
          <w:sz w:val="22"/>
          <w:szCs w:val="22"/>
        </w:rPr>
      </w:pPr>
    </w:p>
    <w:p w:rsidR="00C53E57" w:rsidRPr="000939AF" w:rsidRDefault="00C53E57">
      <w:pPr>
        <w:jc w:val="center"/>
        <w:rPr>
          <w:sz w:val="22"/>
          <w:szCs w:val="22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EE638E" w:rsidRDefault="00EE638E" w:rsidP="00EE638E">
      <w:pPr>
        <w:pStyle w:val="1"/>
        <w:jc w:val="left"/>
        <w:rPr>
          <w:rFonts w:eastAsia="Calibri"/>
          <w:sz w:val="28"/>
        </w:rPr>
      </w:pPr>
    </w:p>
    <w:p w:rsidR="00EE638E" w:rsidRDefault="00EE638E" w:rsidP="00EE638E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5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1536      </w:t>
      </w:r>
      <w:r>
        <w:rPr>
          <w:rFonts w:eastAsia="Calibri"/>
        </w:rPr>
        <w:tab/>
      </w:r>
    </w:p>
    <w:p w:rsidR="00C53E57" w:rsidRDefault="00C53E57" w:rsidP="00527BE7">
      <w:pPr>
        <w:spacing w:line="360" w:lineRule="auto"/>
        <w:jc w:val="both"/>
        <w:rPr>
          <w:sz w:val="26"/>
          <w:szCs w:val="26"/>
        </w:rPr>
      </w:pPr>
    </w:p>
    <w:p w:rsidR="00EE638E" w:rsidRDefault="00EE638E" w:rsidP="006F577D">
      <w:pPr>
        <w:suppressAutoHyphens/>
        <w:jc w:val="center"/>
        <w:rPr>
          <w:b/>
          <w:sz w:val="26"/>
        </w:rPr>
      </w:pPr>
    </w:p>
    <w:p w:rsidR="006F577D" w:rsidRPr="006F577D" w:rsidRDefault="006F577D" w:rsidP="006F577D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</w:rPr>
        <w:t>Об утверждении схемы расположения земельного участка на кадастровом плане территории,</w:t>
      </w:r>
      <w:r>
        <w:rPr>
          <w:b/>
          <w:sz w:val="26"/>
          <w:szCs w:val="26"/>
        </w:rPr>
        <w:t xml:space="preserve"> </w:t>
      </w:r>
      <w:r w:rsidRPr="006F577D">
        <w:rPr>
          <w:b/>
          <w:sz w:val="26"/>
          <w:szCs w:val="26"/>
        </w:rPr>
        <w:t xml:space="preserve">на котором расположен многоквартирный дом </w:t>
      </w:r>
      <w:r>
        <w:rPr>
          <w:b/>
          <w:sz w:val="26"/>
          <w:szCs w:val="26"/>
        </w:rPr>
        <w:br/>
      </w:r>
      <w:r w:rsidRPr="006F577D">
        <w:rPr>
          <w:b/>
          <w:sz w:val="26"/>
          <w:szCs w:val="26"/>
        </w:rPr>
        <w:t>с кадастровым номером 35:24:0303001:232 по Старому шоссе, 12 и иные входящие в состав такого дома объекты недвижимого имущества</w:t>
      </w:r>
    </w:p>
    <w:p w:rsidR="00447BB0" w:rsidRPr="00501910" w:rsidRDefault="00447BB0" w:rsidP="00FB5C6F">
      <w:pPr>
        <w:spacing w:line="480" w:lineRule="auto"/>
        <w:jc w:val="both"/>
        <w:rPr>
          <w:sz w:val="26"/>
          <w:szCs w:val="26"/>
        </w:rPr>
      </w:pPr>
      <w:r w:rsidRPr="00501910">
        <w:rPr>
          <w:sz w:val="26"/>
          <w:szCs w:val="26"/>
        </w:rPr>
        <w:t xml:space="preserve">                                                                           </w:t>
      </w:r>
    </w:p>
    <w:p w:rsidR="006B033A" w:rsidRDefault="006F577D" w:rsidP="00BC56D5">
      <w:pPr>
        <w:spacing w:line="360" w:lineRule="auto"/>
        <w:ind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611040" w:rsidRPr="00501910">
        <w:rPr>
          <w:sz w:val="26"/>
          <w:szCs w:val="26"/>
        </w:rPr>
        <w:t xml:space="preserve">уководствуясь </w:t>
      </w:r>
      <w:r>
        <w:rPr>
          <w:sz w:val="26"/>
          <w:szCs w:val="26"/>
        </w:rPr>
        <w:t>статьей 16</w:t>
      </w:r>
      <w:r w:rsidRPr="00266741">
        <w:rPr>
          <w:sz w:val="26"/>
          <w:szCs w:val="26"/>
        </w:rPr>
        <w:t xml:space="preserve"> Федерального</w:t>
      </w:r>
      <w:r w:rsidRPr="00E66400">
        <w:rPr>
          <w:sz w:val="26"/>
          <w:szCs w:val="26"/>
        </w:rPr>
        <w:t xml:space="preserve"> закона от 29 декабря 2004 года </w:t>
      </w:r>
      <w:r>
        <w:rPr>
          <w:sz w:val="26"/>
          <w:szCs w:val="26"/>
        </w:rPr>
        <w:br/>
      </w:r>
      <w:r w:rsidRPr="00E66400">
        <w:rPr>
          <w:sz w:val="26"/>
          <w:szCs w:val="26"/>
        </w:rPr>
        <w:t>№ 189-ФЗ</w:t>
      </w:r>
      <w:r>
        <w:rPr>
          <w:sz w:val="26"/>
          <w:szCs w:val="26"/>
        </w:rPr>
        <w:t xml:space="preserve"> </w:t>
      </w:r>
      <w:r w:rsidRPr="00E66400">
        <w:rPr>
          <w:sz w:val="26"/>
          <w:szCs w:val="26"/>
        </w:rPr>
        <w:t xml:space="preserve">«О введении </w:t>
      </w:r>
      <w:r w:rsidRPr="006F577D">
        <w:rPr>
          <w:sz w:val="26"/>
          <w:szCs w:val="26"/>
        </w:rPr>
        <w:t xml:space="preserve">в действие Жилищного кодекса Российской Федерации» </w:t>
      </w:r>
      <w:r w:rsidR="004063B7">
        <w:rPr>
          <w:sz w:val="26"/>
          <w:szCs w:val="26"/>
        </w:rPr>
        <w:br/>
      </w:r>
      <w:r w:rsidRPr="006F577D">
        <w:rPr>
          <w:sz w:val="26"/>
          <w:szCs w:val="26"/>
        </w:rPr>
        <w:t xml:space="preserve">(с последующими изменениями)», статьями 11, 11.2, </w:t>
      </w:r>
      <w:r w:rsidR="004063B7">
        <w:rPr>
          <w:sz w:val="26"/>
          <w:szCs w:val="26"/>
        </w:rPr>
        <w:t>11.3, 11.4</w:t>
      </w:r>
      <w:r w:rsidRPr="006F577D">
        <w:rPr>
          <w:sz w:val="26"/>
          <w:szCs w:val="26"/>
        </w:rPr>
        <w:t xml:space="preserve">, 11.9, 11.10 Земельного кодекса Российской Федерации, постановлением Правительства Российской Федерации от 19 ноября 2014 года № 1221 «Об утверждении Правил присвоения, изменения и аннулирования адресов» (с последующими изменениями), приказом Федеральной службы государственной регистрации, кадастра и картографии от 19 апреля 2022 года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</w:t>
      </w:r>
      <w:r w:rsidRPr="006F577D">
        <w:rPr>
          <w:sz w:val="26"/>
          <w:szCs w:val="26"/>
        </w:rPr>
        <w:br/>
        <w:t xml:space="preserve">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Правилами землепользования и застройки городского округа города Вологды, утвержденными решением Вологодской городской Думы от 26 июня 2009 года № 72 (с последующими изменениями), </w:t>
      </w:r>
      <w:r w:rsidR="004063B7">
        <w:rPr>
          <w:sz w:val="26"/>
          <w:szCs w:val="26"/>
        </w:rPr>
        <w:t xml:space="preserve">заключением </w:t>
      </w:r>
      <w:r>
        <w:rPr>
          <w:sz w:val="26"/>
          <w:szCs w:val="26"/>
        </w:rPr>
        <w:t>о результатах общественных обсуждений</w:t>
      </w:r>
      <w:r w:rsidR="00852E13">
        <w:rPr>
          <w:sz w:val="26"/>
          <w:szCs w:val="26"/>
        </w:rPr>
        <w:t xml:space="preserve"> </w:t>
      </w:r>
      <w:r w:rsidR="00630F70">
        <w:rPr>
          <w:sz w:val="26"/>
          <w:szCs w:val="26"/>
        </w:rPr>
        <w:t>от 22 августа 2023 года</w:t>
      </w:r>
      <w:r w:rsidR="004063B7">
        <w:rPr>
          <w:sz w:val="26"/>
          <w:szCs w:val="26"/>
        </w:rPr>
        <w:t>,</w:t>
      </w:r>
      <w:r w:rsidRPr="00501910">
        <w:rPr>
          <w:sz w:val="26"/>
          <w:szCs w:val="26"/>
        </w:rPr>
        <w:t xml:space="preserve"> </w:t>
      </w:r>
      <w:r w:rsidR="00501910" w:rsidRPr="00501910">
        <w:rPr>
          <w:sz w:val="26"/>
          <w:szCs w:val="26"/>
        </w:rPr>
        <w:t xml:space="preserve">решением Вологодской </w:t>
      </w:r>
      <w:r w:rsidR="00501910" w:rsidRPr="00501910">
        <w:rPr>
          <w:sz w:val="26"/>
          <w:szCs w:val="26"/>
        </w:rPr>
        <w:lastRenderedPageBreak/>
        <w:t xml:space="preserve">городской Думы от </w:t>
      </w:r>
      <w:r w:rsidR="00E44FF2">
        <w:rPr>
          <w:sz w:val="26"/>
          <w:szCs w:val="26"/>
        </w:rPr>
        <w:t>0</w:t>
      </w:r>
      <w:r w:rsidR="00501910" w:rsidRPr="00501910">
        <w:rPr>
          <w:sz w:val="26"/>
          <w:szCs w:val="26"/>
        </w:rPr>
        <w:t>6 мая 2010 года № 342 «</w:t>
      </w:r>
      <w:r w:rsidR="00501910" w:rsidRPr="00501910">
        <w:rPr>
          <w:bCs/>
          <w:sz w:val="26"/>
          <w:szCs w:val="26"/>
        </w:rPr>
        <w:t xml:space="preserve">О реализации права на участие </w:t>
      </w:r>
      <w:r w:rsidR="00630F70">
        <w:rPr>
          <w:bCs/>
          <w:sz w:val="26"/>
          <w:szCs w:val="26"/>
        </w:rPr>
        <w:br/>
      </w:r>
      <w:r w:rsidR="00501910" w:rsidRPr="00501910">
        <w:rPr>
          <w:bCs/>
          <w:sz w:val="26"/>
          <w:szCs w:val="26"/>
        </w:rPr>
        <w:t xml:space="preserve">в осуществлении государственных полномочий в отношении земельных участков, расположенных на территории </w:t>
      </w:r>
      <w:r w:rsidR="00BC56D5">
        <w:rPr>
          <w:sz w:val="26"/>
          <w:szCs w:val="26"/>
        </w:rPr>
        <w:t>городского округа города Вологды</w:t>
      </w:r>
      <w:r w:rsidR="00E44FF2">
        <w:rPr>
          <w:sz w:val="26"/>
          <w:szCs w:val="26"/>
        </w:rPr>
        <w:t>»</w:t>
      </w:r>
      <w:r w:rsidR="00BC56D5" w:rsidRPr="00501910">
        <w:rPr>
          <w:sz w:val="26"/>
          <w:szCs w:val="26"/>
        </w:rPr>
        <w:t xml:space="preserve"> </w:t>
      </w:r>
      <w:r w:rsidR="00630F70">
        <w:rPr>
          <w:sz w:val="26"/>
          <w:szCs w:val="26"/>
        </w:rPr>
        <w:br/>
      </w:r>
      <w:r w:rsidR="00BC56D5">
        <w:rPr>
          <w:sz w:val="26"/>
          <w:szCs w:val="26"/>
        </w:rPr>
        <w:t xml:space="preserve">(с последующими </w:t>
      </w:r>
      <w:r w:rsidR="00501910" w:rsidRPr="00501910">
        <w:rPr>
          <w:sz w:val="26"/>
          <w:szCs w:val="26"/>
        </w:rPr>
        <w:t xml:space="preserve">изменениями), </w:t>
      </w:r>
      <w:r w:rsidR="00A15108">
        <w:rPr>
          <w:sz w:val="26"/>
          <w:szCs w:val="26"/>
        </w:rPr>
        <w:t xml:space="preserve">статьями </w:t>
      </w:r>
      <w:r w:rsidR="00A95488" w:rsidRPr="00501910">
        <w:rPr>
          <w:sz w:val="26"/>
          <w:szCs w:val="26"/>
        </w:rPr>
        <w:t>27</w:t>
      </w:r>
      <w:r w:rsidR="00447BB0" w:rsidRPr="00501910">
        <w:rPr>
          <w:sz w:val="26"/>
          <w:szCs w:val="26"/>
        </w:rPr>
        <w:t xml:space="preserve">, 44 Устава </w:t>
      </w:r>
      <w:r w:rsidR="006862E1">
        <w:rPr>
          <w:sz w:val="26"/>
          <w:szCs w:val="26"/>
        </w:rPr>
        <w:t>городского округа города Вологды,</w:t>
      </w:r>
      <w:r w:rsidR="00447BB0" w:rsidRPr="00501910">
        <w:rPr>
          <w:sz w:val="26"/>
          <w:szCs w:val="26"/>
        </w:rPr>
        <w:t xml:space="preserve"> ПОСТАНОВЛЯЮ:</w:t>
      </w:r>
    </w:p>
    <w:p w:rsidR="00FB5C6F" w:rsidRPr="00FB5C6F" w:rsidRDefault="004063B7" w:rsidP="00FB5C6F">
      <w:pPr>
        <w:pStyle w:val="af1"/>
        <w:numPr>
          <w:ilvl w:val="0"/>
          <w:numId w:val="1"/>
        </w:numPr>
        <w:suppressAutoHyphens/>
        <w:spacing w:line="360" w:lineRule="auto"/>
        <w:ind w:left="0"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схему расположения земельного участка                       на кадастровом плане территории в границах кадастрового квартала                  </w:t>
      </w:r>
      <w:r>
        <w:rPr>
          <w:sz w:val="26"/>
        </w:rPr>
        <w:t>35:</w:t>
      </w:r>
      <w:r w:rsidRPr="004063B7">
        <w:rPr>
          <w:sz w:val="26"/>
        </w:rPr>
        <w:t xml:space="preserve">24:0303001 </w:t>
      </w:r>
      <w:r w:rsidRPr="004063B7">
        <w:rPr>
          <w:sz w:val="26"/>
          <w:szCs w:val="26"/>
        </w:rPr>
        <w:t xml:space="preserve">площадью 2317 кв. м, </w:t>
      </w:r>
      <w:r>
        <w:rPr>
          <w:sz w:val="26"/>
          <w:szCs w:val="26"/>
        </w:rPr>
        <w:t>на котором расположен</w:t>
      </w:r>
      <w:r w:rsidRPr="004063B7">
        <w:rPr>
          <w:sz w:val="26"/>
          <w:szCs w:val="26"/>
        </w:rPr>
        <w:t xml:space="preserve"> многоквартирный дом с кадастровым номером 35:24:0303001:232 по Старому шоссе, 12 и иные входящие в состав такого дома объекты недвижимого имущества, расположенного в границах</w:t>
      </w:r>
      <w:r>
        <w:rPr>
          <w:sz w:val="26"/>
          <w:szCs w:val="26"/>
        </w:rPr>
        <w:t xml:space="preserve"> территориальной </w:t>
      </w:r>
      <w:r w:rsidRPr="00343652">
        <w:rPr>
          <w:sz w:val="26"/>
          <w:szCs w:val="26"/>
        </w:rPr>
        <w:t xml:space="preserve">зоны </w:t>
      </w:r>
      <w:r>
        <w:rPr>
          <w:rFonts w:eastAsia="Calibri"/>
          <w:bCs/>
          <w:sz w:val="26"/>
          <w:szCs w:val="26"/>
          <w:lang w:eastAsia="en-US"/>
        </w:rPr>
        <w:t>Ж4 «</w:t>
      </w:r>
      <w:r w:rsidRPr="004063B7">
        <w:rPr>
          <w:rFonts w:eastAsia="Calibri"/>
          <w:bCs/>
          <w:sz w:val="26"/>
          <w:szCs w:val="26"/>
          <w:lang w:eastAsia="en-US"/>
        </w:rPr>
        <w:t>Зона застройки среднеэтажными жилыми домами</w:t>
      </w:r>
      <w:r w:rsidRPr="00343652">
        <w:rPr>
          <w:sz w:val="26"/>
          <w:szCs w:val="26"/>
        </w:rPr>
        <w:t>»,</w:t>
      </w:r>
      <w:r>
        <w:rPr>
          <w:sz w:val="24"/>
          <w:szCs w:val="24"/>
        </w:rPr>
        <w:t xml:space="preserve"> </w:t>
      </w:r>
      <w:r>
        <w:rPr>
          <w:sz w:val="26"/>
          <w:szCs w:val="26"/>
        </w:rPr>
        <w:t>образуемого пу</w:t>
      </w:r>
      <w:r w:rsidR="00FB5C6F">
        <w:rPr>
          <w:sz w:val="26"/>
          <w:szCs w:val="26"/>
        </w:rPr>
        <w:t xml:space="preserve">тем раздела земельного участка </w:t>
      </w:r>
      <w:r>
        <w:rPr>
          <w:sz w:val="26"/>
          <w:szCs w:val="26"/>
        </w:rPr>
        <w:t>с кадастровым номером  35:24:0303001:127 (категория земе</w:t>
      </w:r>
      <w:r w:rsidR="00FB5C6F">
        <w:rPr>
          <w:sz w:val="26"/>
          <w:szCs w:val="26"/>
        </w:rPr>
        <w:t>ль – земли населенных пунктов),</w:t>
      </w:r>
      <w:r w:rsidR="00FB5C6F" w:rsidRPr="00FB5C6F">
        <w:rPr>
          <w:sz w:val="26"/>
          <w:szCs w:val="26"/>
        </w:rPr>
        <w:t xml:space="preserve"> </w:t>
      </w:r>
      <w:r>
        <w:rPr>
          <w:sz w:val="26"/>
          <w:szCs w:val="26"/>
        </w:rPr>
        <w:t>государственная собственнос</w:t>
      </w:r>
      <w:r w:rsidR="006A4E06">
        <w:rPr>
          <w:sz w:val="26"/>
          <w:szCs w:val="26"/>
        </w:rPr>
        <w:t xml:space="preserve">ть на который не разграничена, </w:t>
      </w:r>
      <w:r>
        <w:rPr>
          <w:sz w:val="26"/>
          <w:szCs w:val="26"/>
        </w:rPr>
        <w:t>с сохранением земельного участка с кадастр</w:t>
      </w:r>
      <w:r w:rsidR="006A4E06">
        <w:rPr>
          <w:sz w:val="26"/>
          <w:szCs w:val="26"/>
        </w:rPr>
        <w:t xml:space="preserve">овым номером 35:24:0303001:127 </w:t>
      </w:r>
      <w:r>
        <w:rPr>
          <w:sz w:val="26"/>
          <w:szCs w:val="26"/>
        </w:rPr>
        <w:t>в измененных границах.</w:t>
      </w:r>
    </w:p>
    <w:p w:rsidR="004063B7" w:rsidRPr="00FB5C6F" w:rsidRDefault="004063B7" w:rsidP="004063B7">
      <w:pPr>
        <w:pStyle w:val="af1"/>
        <w:numPr>
          <w:ilvl w:val="0"/>
          <w:numId w:val="1"/>
        </w:numPr>
        <w:suppressAutoHyphens/>
        <w:spacing w:line="360" w:lineRule="auto"/>
        <w:ind w:left="0"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Присвоить </w:t>
      </w:r>
      <w:r w:rsidR="00FB5C6F">
        <w:rPr>
          <w:sz w:val="26"/>
          <w:szCs w:val="26"/>
        </w:rPr>
        <w:t xml:space="preserve">образуемому земельному участку </w:t>
      </w:r>
      <w:r>
        <w:rPr>
          <w:sz w:val="26"/>
          <w:szCs w:val="26"/>
        </w:rPr>
        <w:t>адрес: Российская Федерация, Вологодская область, городской округ город Вологда, город Вологда, Старое шоссе, земельный участок № 12.</w:t>
      </w:r>
    </w:p>
    <w:p w:rsidR="00FB5C6F" w:rsidRPr="00FB5C6F" w:rsidRDefault="00FB5C6F" w:rsidP="00FB5C6F">
      <w:pPr>
        <w:pStyle w:val="af1"/>
        <w:numPr>
          <w:ilvl w:val="0"/>
          <w:numId w:val="1"/>
        </w:numPr>
        <w:suppressAutoHyphens/>
        <w:spacing w:line="360" w:lineRule="auto"/>
        <w:ind w:left="0"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вид разрешенного использования образуемого земельного участка «м</w:t>
      </w:r>
      <w:r w:rsidRPr="00FB5C6F">
        <w:rPr>
          <w:sz w:val="26"/>
          <w:szCs w:val="26"/>
        </w:rPr>
        <w:t>алоэтажная многоквартирная жилая застройка</w:t>
      </w:r>
      <w:r>
        <w:rPr>
          <w:sz w:val="26"/>
          <w:szCs w:val="26"/>
        </w:rPr>
        <w:t xml:space="preserve"> (2.1.1)».</w:t>
      </w:r>
    </w:p>
    <w:p w:rsidR="004063B7" w:rsidRDefault="004063B7" w:rsidP="004063B7">
      <w:pPr>
        <w:pStyle w:val="af1"/>
        <w:numPr>
          <w:ilvl w:val="0"/>
          <w:numId w:val="1"/>
        </w:numPr>
        <w:suppressAutoHyphens/>
        <w:spacing w:line="360" w:lineRule="auto"/>
        <w:ind w:left="0"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Департаменту градостроительств</w:t>
      </w:r>
      <w:r w:rsidR="00637B43">
        <w:rPr>
          <w:sz w:val="26"/>
          <w:szCs w:val="26"/>
        </w:rPr>
        <w:t xml:space="preserve">а Администрации города Вологды     </w:t>
      </w:r>
      <w:r w:rsidRPr="006D4DAB">
        <w:rPr>
          <w:sz w:val="26"/>
          <w:szCs w:val="26"/>
        </w:rPr>
        <w:t xml:space="preserve">в течение трех рабочих дней со дня издания настоящего </w:t>
      </w:r>
      <w:r w:rsidR="00FB5C6F">
        <w:rPr>
          <w:sz w:val="26"/>
          <w:szCs w:val="26"/>
        </w:rPr>
        <w:t>постановления</w:t>
      </w:r>
      <w:r w:rsidRPr="006D4DAB">
        <w:rPr>
          <w:sz w:val="26"/>
          <w:szCs w:val="26"/>
        </w:rPr>
        <w:t xml:space="preserve"> внести сведения об адрес</w:t>
      </w:r>
      <w:r>
        <w:rPr>
          <w:sz w:val="26"/>
          <w:szCs w:val="26"/>
        </w:rPr>
        <w:t>е земельного участка</w:t>
      </w:r>
      <w:r w:rsidRPr="006D4DAB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6D4DAB">
        <w:rPr>
          <w:sz w:val="26"/>
          <w:szCs w:val="26"/>
        </w:rPr>
        <w:t xml:space="preserve"> в пункте</w:t>
      </w:r>
      <w:r>
        <w:rPr>
          <w:sz w:val="26"/>
          <w:szCs w:val="26"/>
        </w:rPr>
        <w:t xml:space="preserve"> </w:t>
      </w:r>
      <w:r w:rsidRPr="006D4DAB">
        <w:rPr>
          <w:sz w:val="26"/>
          <w:szCs w:val="26"/>
        </w:rPr>
        <w:t xml:space="preserve">1 настоящего </w:t>
      </w:r>
      <w:r w:rsidR="00CC79EA">
        <w:rPr>
          <w:sz w:val="26"/>
          <w:szCs w:val="26"/>
        </w:rPr>
        <w:t>постановления</w:t>
      </w:r>
      <w:r w:rsidRPr="006D4DAB">
        <w:rPr>
          <w:sz w:val="26"/>
          <w:szCs w:val="26"/>
        </w:rPr>
        <w:t xml:space="preserve">, в </w:t>
      </w:r>
      <w:r>
        <w:rPr>
          <w:sz w:val="26"/>
          <w:szCs w:val="26"/>
        </w:rPr>
        <w:t>государственный адресный реестр.</w:t>
      </w:r>
    </w:p>
    <w:p w:rsidR="004063B7" w:rsidRDefault="004063B7" w:rsidP="00A91EC5">
      <w:pPr>
        <w:pStyle w:val="af1"/>
        <w:numPr>
          <w:ilvl w:val="0"/>
          <w:numId w:val="1"/>
        </w:numPr>
        <w:suppressAutoHyphens/>
        <w:spacing w:line="360" w:lineRule="auto"/>
        <w:ind w:left="0" w:right="14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</w:t>
      </w:r>
      <w:r w:rsidR="00FB5C6F">
        <w:rPr>
          <w:sz w:val="26"/>
          <w:szCs w:val="26"/>
        </w:rPr>
        <w:t>постановление</w:t>
      </w:r>
      <w:r>
        <w:rPr>
          <w:sz w:val="26"/>
          <w:szCs w:val="26"/>
        </w:rPr>
        <w:t xml:space="preserve"> действует в течен</w:t>
      </w:r>
      <w:r w:rsidR="00852E13">
        <w:rPr>
          <w:sz w:val="26"/>
          <w:szCs w:val="26"/>
        </w:rPr>
        <w:t xml:space="preserve">ие двух лет со дня его принятия и </w:t>
      </w:r>
      <w:r w:rsidR="00852E13" w:rsidRPr="009C7347">
        <w:rPr>
          <w:sz w:val="26"/>
          <w:szCs w:val="26"/>
        </w:rPr>
        <w:t xml:space="preserve">подлежит опубликованию в газете «Вологодские новости» </w:t>
      </w:r>
      <w:r w:rsidR="00852E13">
        <w:rPr>
          <w:sz w:val="26"/>
          <w:szCs w:val="26"/>
        </w:rPr>
        <w:br/>
      </w:r>
      <w:r w:rsidR="00852E13" w:rsidRPr="009C7347">
        <w:rPr>
          <w:sz w:val="26"/>
          <w:szCs w:val="26"/>
        </w:rPr>
        <w:t xml:space="preserve">и размещению на официальном сайте Администрации города Вологды </w:t>
      </w:r>
      <w:r w:rsidR="00852E13">
        <w:rPr>
          <w:sz w:val="26"/>
          <w:szCs w:val="26"/>
        </w:rPr>
        <w:br/>
      </w:r>
      <w:r w:rsidR="00852E13" w:rsidRPr="009C7347">
        <w:rPr>
          <w:sz w:val="26"/>
          <w:szCs w:val="26"/>
        </w:rPr>
        <w:t>в информационно-телекоммуникационной сети «Интернет</w:t>
      </w:r>
      <w:r w:rsidR="007329CD">
        <w:rPr>
          <w:sz w:val="26"/>
          <w:szCs w:val="26"/>
        </w:rPr>
        <w:t>»</w:t>
      </w:r>
      <w:r w:rsidR="00852E13">
        <w:rPr>
          <w:sz w:val="26"/>
          <w:szCs w:val="26"/>
        </w:rPr>
        <w:t>.</w:t>
      </w:r>
    </w:p>
    <w:p w:rsidR="00852E13" w:rsidRDefault="00852E13" w:rsidP="002E2612">
      <w:pPr>
        <w:ind w:right="141"/>
        <w:rPr>
          <w:sz w:val="26"/>
          <w:szCs w:val="26"/>
        </w:rPr>
      </w:pPr>
    </w:p>
    <w:p w:rsidR="00852E13" w:rsidRDefault="00852E13" w:rsidP="002E2612">
      <w:pPr>
        <w:ind w:right="141"/>
        <w:rPr>
          <w:sz w:val="26"/>
          <w:szCs w:val="26"/>
        </w:rPr>
      </w:pPr>
    </w:p>
    <w:p w:rsidR="006F42E9" w:rsidRPr="00C30C9C" w:rsidRDefault="00F6588B" w:rsidP="002E2612">
      <w:pPr>
        <w:ind w:right="141"/>
        <w:rPr>
          <w:sz w:val="26"/>
          <w:szCs w:val="26"/>
        </w:rPr>
      </w:pPr>
      <w:r>
        <w:rPr>
          <w:sz w:val="26"/>
          <w:szCs w:val="26"/>
        </w:rPr>
        <w:t>Мэр</w:t>
      </w:r>
      <w:r w:rsidR="00447BB0" w:rsidRPr="00447BB0">
        <w:rPr>
          <w:sz w:val="26"/>
          <w:szCs w:val="26"/>
        </w:rPr>
        <w:t xml:space="preserve"> города Вологды                                                                      </w:t>
      </w:r>
      <w:r w:rsidR="00447BB0" w:rsidRPr="00447BB0">
        <w:rPr>
          <w:sz w:val="12"/>
          <w:szCs w:val="12"/>
        </w:rPr>
        <w:t xml:space="preserve">         </w:t>
      </w:r>
      <w:r w:rsidR="00866506">
        <w:rPr>
          <w:sz w:val="12"/>
          <w:szCs w:val="12"/>
        </w:rPr>
        <w:t xml:space="preserve">          </w:t>
      </w:r>
      <w:r w:rsidR="00F34449">
        <w:rPr>
          <w:sz w:val="12"/>
          <w:szCs w:val="12"/>
        </w:rPr>
        <w:t xml:space="preserve">  </w:t>
      </w:r>
      <w:r w:rsidR="009C2298">
        <w:rPr>
          <w:sz w:val="26"/>
          <w:szCs w:val="26"/>
        </w:rPr>
        <w:t>С</w:t>
      </w:r>
      <w:r w:rsidR="00F34449">
        <w:rPr>
          <w:sz w:val="26"/>
          <w:szCs w:val="26"/>
        </w:rPr>
        <w:t>.А.</w:t>
      </w:r>
      <w:r w:rsidR="009C2298">
        <w:rPr>
          <w:sz w:val="26"/>
          <w:szCs w:val="26"/>
        </w:rPr>
        <w:t>Воропанов</w:t>
      </w:r>
      <w:r w:rsidR="00866506">
        <w:rPr>
          <w:sz w:val="26"/>
        </w:rPr>
        <w:t xml:space="preserve">   </w:t>
      </w:r>
    </w:p>
    <w:sectPr w:rsidR="006F42E9" w:rsidRPr="00C30C9C" w:rsidSect="00852E13">
      <w:headerReference w:type="default" r:id="rId8"/>
      <w:headerReference w:type="first" r:id="rId9"/>
      <w:pgSz w:w="11907" w:h="16840" w:code="9"/>
      <w:pgMar w:top="425" w:right="567" w:bottom="709" w:left="1985" w:header="720" w:footer="303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5E3" w:rsidRDefault="007E05E3">
      <w:r>
        <w:separator/>
      </w:r>
    </w:p>
  </w:endnote>
  <w:endnote w:type="continuationSeparator" w:id="1">
    <w:p w:rsidR="007E05E3" w:rsidRDefault="007E0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5E3" w:rsidRDefault="007E05E3">
      <w:r>
        <w:separator/>
      </w:r>
    </w:p>
  </w:footnote>
  <w:footnote w:type="continuationSeparator" w:id="1">
    <w:p w:rsidR="007E05E3" w:rsidRDefault="007E0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4B" w:rsidRDefault="00743573">
    <w:pPr>
      <w:pStyle w:val="a3"/>
      <w:jc w:val="center"/>
    </w:pPr>
    <w:fldSimple w:instr=" PAGE   \* MERGEFORMAT ">
      <w:r w:rsidR="00834E65">
        <w:rPr>
          <w:noProof/>
        </w:rPr>
        <w:t>2</w:t>
      </w:r>
    </w:fldSimple>
  </w:p>
  <w:p w:rsidR="00170F4B" w:rsidRDefault="00170F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77D" w:rsidRDefault="006F577D" w:rsidP="006F577D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41B"/>
    <w:multiLevelType w:val="hybridMultilevel"/>
    <w:tmpl w:val="67581EE2"/>
    <w:lvl w:ilvl="0" w:tplc="C180C01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A3D"/>
    <w:rsid w:val="00006171"/>
    <w:rsid w:val="000130FE"/>
    <w:rsid w:val="00023E90"/>
    <w:rsid w:val="000257E8"/>
    <w:rsid w:val="000271AD"/>
    <w:rsid w:val="00037BDF"/>
    <w:rsid w:val="00041E71"/>
    <w:rsid w:val="00042395"/>
    <w:rsid w:val="000438A3"/>
    <w:rsid w:val="00050C97"/>
    <w:rsid w:val="00056D1A"/>
    <w:rsid w:val="00067926"/>
    <w:rsid w:val="0007079A"/>
    <w:rsid w:val="00072D48"/>
    <w:rsid w:val="000739E6"/>
    <w:rsid w:val="00077D06"/>
    <w:rsid w:val="00080AE9"/>
    <w:rsid w:val="00084E43"/>
    <w:rsid w:val="00084E5B"/>
    <w:rsid w:val="000939AF"/>
    <w:rsid w:val="00094373"/>
    <w:rsid w:val="000966FD"/>
    <w:rsid w:val="00097A0E"/>
    <w:rsid w:val="000A0E9F"/>
    <w:rsid w:val="000A174E"/>
    <w:rsid w:val="000B1CEF"/>
    <w:rsid w:val="000B1D40"/>
    <w:rsid w:val="000B3476"/>
    <w:rsid w:val="000D3B99"/>
    <w:rsid w:val="000E13FB"/>
    <w:rsid w:val="000E614D"/>
    <w:rsid w:val="001106A7"/>
    <w:rsid w:val="0011337A"/>
    <w:rsid w:val="00114372"/>
    <w:rsid w:val="00114E81"/>
    <w:rsid w:val="001170FA"/>
    <w:rsid w:val="00132253"/>
    <w:rsid w:val="001340DA"/>
    <w:rsid w:val="0013523D"/>
    <w:rsid w:val="00153CF5"/>
    <w:rsid w:val="001646EA"/>
    <w:rsid w:val="0016695D"/>
    <w:rsid w:val="00166E62"/>
    <w:rsid w:val="00166FB9"/>
    <w:rsid w:val="00170032"/>
    <w:rsid w:val="00170F4B"/>
    <w:rsid w:val="00180745"/>
    <w:rsid w:val="0019454C"/>
    <w:rsid w:val="001953B9"/>
    <w:rsid w:val="00195C2F"/>
    <w:rsid w:val="001A1D97"/>
    <w:rsid w:val="001A6175"/>
    <w:rsid w:val="001A6977"/>
    <w:rsid w:val="001A69D2"/>
    <w:rsid w:val="001B160A"/>
    <w:rsid w:val="001B27F9"/>
    <w:rsid w:val="001B2BFD"/>
    <w:rsid w:val="001C15C7"/>
    <w:rsid w:val="001C2562"/>
    <w:rsid w:val="001C2C64"/>
    <w:rsid w:val="001D06C8"/>
    <w:rsid w:val="001D152D"/>
    <w:rsid w:val="001D72B6"/>
    <w:rsid w:val="001E146D"/>
    <w:rsid w:val="001E25B4"/>
    <w:rsid w:val="001E45E8"/>
    <w:rsid w:val="001F2502"/>
    <w:rsid w:val="001F3389"/>
    <w:rsid w:val="00202296"/>
    <w:rsid w:val="002029AD"/>
    <w:rsid w:val="0020354C"/>
    <w:rsid w:val="0021062B"/>
    <w:rsid w:val="002124E3"/>
    <w:rsid w:val="00213EE7"/>
    <w:rsid w:val="002273D0"/>
    <w:rsid w:val="00236056"/>
    <w:rsid w:val="00236D88"/>
    <w:rsid w:val="00242EF2"/>
    <w:rsid w:val="00247D99"/>
    <w:rsid w:val="00250D37"/>
    <w:rsid w:val="00253AC1"/>
    <w:rsid w:val="00261CAD"/>
    <w:rsid w:val="00270738"/>
    <w:rsid w:val="00277EE3"/>
    <w:rsid w:val="00280338"/>
    <w:rsid w:val="0028188D"/>
    <w:rsid w:val="002859E7"/>
    <w:rsid w:val="00291B3F"/>
    <w:rsid w:val="002957E0"/>
    <w:rsid w:val="002A342B"/>
    <w:rsid w:val="002A439F"/>
    <w:rsid w:val="002B7165"/>
    <w:rsid w:val="002C04AE"/>
    <w:rsid w:val="002C575F"/>
    <w:rsid w:val="002D4BE0"/>
    <w:rsid w:val="002E2612"/>
    <w:rsid w:val="002E785F"/>
    <w:rsid w:val="002F2AA3"/>
    <w:rsid w:val="002F2F1C"/>
    <w:rsid w:val="002F5273"/>
    <w:rsid w:val="002F5583"/>
    <w:rsid w:val="002F5F52"/>
    <w:rsid w:val="002F7112"/>
    <w:rsid w:val="002F7FB3"/>
    <w:rsid w:val="00301B79"/>
    <w:rsid w:val="0030255D"/>
    <w:rsid w:val="003067BC"/>
    <w:rsid w:val="00314026"/>
    <w:rsid w:val="00316024"/>
    <w:rsid w:val="00317F5D"/>
    <w:rsid w:val="00323C3A"/>
    <w:rsid w:val="00325A55"/>
    <w:rsid w:val="003323C6"/>
    <w:rsid w:val="00346E03"/>
    <w:rsid w:val="00353613"/>
    <w:rsid w:val="0036347A"/>
    <w:rsid w:val="0037101E"/>
    <w:rsid w:val="00371357"/>
    <w:rsid w:val="00372EB3"/>
    <w:rsid w:val="0038079D"/>
    <w:rsid w:val="00381145"/>
    <w:rsid w:val="00383C7F"/>
    <w:rsid w:val="0038497B"/>
    <w:rsid w:val="0038797B"/>
    <w:rsid w:val="0039443D"/>
    <w:rsid w:val="0039546B"/>
    <w:rsid w:val="00395A3D"/>
    <w:rsid w:val="003A059F"/>
    <w:rsid w:val="003A5D88"/>
    <w:rsid w:val="003A73A6"/>
    <w:rsid w:val="003B4599"/>
    <w:rsid w:val="003C15F2"/>
    <w:rsid w:val="003C5527"/>
    <w:rsid w:val="003D6809"/>
    <w:rsid w:val="003D745C"/>
    <w:rsid w:val="003E1641"/>
    <w:rsid w:val="003F0F92"/>
    <w:rsid w:val="003F4735"/>
    <w:rsid w:val="003F4ECE"/>
    <w:rsid w:val="003F5466"/>
    <w:rsid w:val="00401B74"/>
    <w:rsid w:val="004063B7"/>
    <w:rsid w:val="00407B63"/>
    <w:rsid w:val="00407E74"/>
    <w:rsid w:val="00412CBD"/>
    <w:rsid w:val="0041380B"/>
    <w:rsid w:val="004217F2"/>
    <w:rsid w:val="00421B9E"/>
    <w:rsid w:val="004227CB"/>
    <w:rsid w:val="0042582C"/>
    <w:rsid w:val="00430699"/>
    <w:rsid w:val="00441706"/>
    <w:rsid w:val="004422AB"/>
    <w:rsid w:val="00447BB0"/>
    <w:rsid w:val="00455AD8"/>
    <w:rsid w:val="0046132B"/>
    <w:rsid w:val="004633D1"/>
    <w:rsid w:val="00473694"/>
    <w:rsid w:val="00474A57"/>
    <w:rsid w:val="0048160A"/>
    <w:rsid w:val="0048434B"/>
    <w:rsid w:val="00484C9E"/>
    <w:rsid w:val="0049044B"/>
    <w:rsid w:val="004931E5"/>
    <w:rsid w:val="00493D2A"/>
    <w:rsid w:val="004B3C75"/>
    <w:rsid w:val="004B4844"/>
    <w:rsid w:val="004B551F"/>
    <w:rsid w:val="004C0349"/>
    <w:rsid w:val="004D5552"/>
    <w:rsid w:val="004D7DA8"/>
    <w:rsid w:val="004E0F31"/>
    <w:rsid w:val="004E38CF"/>
    <w:rsid w:val="004E4F66"/>
    <w:rsid w:val="004E5754"/>
    <w:rsid w:val="004E6B37"/>
    <w:rsid w:val="004E6C9E"/>
    <w:rsid w:val="004F7CDE"/>
    <w:rsid w:val="00501910"/>
    <w:rsid w:val="0050490F"/>
    <w:rsid w:val="00514955"/>
    <w:rsid w:val="005149A5"/>
    <w:rsid w:val="00521963"/>
    <w:rsid w:val="00523634"/>
    <w:rsid w:val="00524D6C"/>
    <w:rsid w:val="00525BA1"/>
    <w:rsid w:val="00527BE7"/>
    <w:rsid w:val="005348BC"/>
    <w:rsid w:val="005370F7"/>
    <w:rsid w:val="00537891"/>
    <w:rsid w:val="005471DB"/>
    <w:rsid w:val="00552325"/>
    <w:rsid w:val="0055460D"/>
    <w:rsid w:val="00556DCA"/>
    <w:rsid w:val="00557023"/>
    <w:rsid w:val="0055706B"/>
    <w:rsid w:val="00561CB4"/>
    <w:rsid w:val="00584AAB"/>
    <w:rsid w:val="005852EA"/>
    <w:rsid w:val="00593AF1"/>
    <w:rsid w:val="0059456F"/>
    <w:rsid w:val="00594A39"/>
    <w:rsid w:val="0059637B"/>
    <w:rsid w:val="0059687E"/>
    <w:rsid w:val="005A072B"/>
    <w:rsid w:val="005A0A19"/>
    <w:rsid w:val="005A4E92"/>
    <w:rsid w:val="005A583E"/>
    <w:rsid w:val="005B01CD"/>
    <w:rsid w:val="005B2796"/>
    <w:rsid w:val="005B646F"/>
    <w:rsid w:val="005B7CF3"/>
    <w:rsid w:val="005C1BD8"/>
    <w:rsid w:val="005D4E88"/>
    <w:rsid w:val="005D7A69"/>
    <w:rsid w:val="005E4D68"/>
    <w:rsid w:val="005F09A5"/>
    <w:rsid w:val="005F3C2B"/>
    <w:rsid w:val="005F565E"/>
    <w:rsid w:val="00600061"/>
    <w:rsid w:val="00601EBE"/>
    <w:rsid w:val="00611040"/>
    <w:rsid w:val="00621F27"/>
    <w:rsid w:val="006221A7"/>
    <w:rsid w:val="0062377C"/>
    <w:rsid w:val="006302D2"/>
    <w:rsid w:val="00630F70"/>
    <w:rsid w:val="00632CD6"/>
    <w:rsid w:val="00632E00"/>
    <w:rsid w:val="00634180"/>
    <w:rsid w:val="0063684F"/>
    <w:rsid w:val="00637B43"/>
    <w:rsid w:val="006457A3"/>
    <w:rsid w:val="00650AD0"/>
    <w:rsid w:val="00651E03"/>
    <w:rsid w:val="006525CD"/>
    <w:rsid w:val="00660CF5"/>
    <w:rsid w:val="00665833"/>
    <w:rsid w:val="00671040"/>
    <w:rsid w:val="006738EF"/>
    <w:rsid w:val="00673AAA"/>
    <w:rsid w:val="00673B0F"/>
    <w:rsid w:val="00675FD8"/>
    <w:rsid w:val="006769A5"/>
    <w:rsid w:val="006812E7"/>
    <w:rsid w:val="006862E1"/>
    <w:rsid w:val="00690A68"/>
    <w:rsid w:val="006929EC"/>
    <w:rsid w:val="006A47C8"/>
    <w:rsid w:val="006A4E06"/>
    <w:rsid w:val="006A5F99"/>
    <w:rsid w:val="006A7EBF"/>
    <w:rsid w:val="006B033A"/>
    <w:rsid w:val="006B0A51"/>
    <w:rsid w:val="006B0B2E"/>
    <w:rsid w:val="006C281D"/>
    <w:rsid w:val="006C3139"/>
    <w:rsid w:val="006C6040"/>
    <w:rsid w:val="006D498B"/>
    <w:rsid w:val="006D5E27"/>
    <w:rsid w:val="006D6F5F"/>
    <w:rsid w:val="006D7C91"/>
    <w:rsid w:val="006E2CA4"/>
    <w:rsid w:val="006F42E9"/>
    <w:rsid w:val="006F577D"/>
    <w:rsid w:val="006F7721"/>
    <w:rsid w:val="00702AB1"/>
    <w:rsid w:val="00706B2D"/>
    <w:rsid w:val="00717427"/>
    <w:rsid w:val="007260FF"/>
    <w:rsid w:val="00726832"/>
    <w:rsid w:val="0072702B"/>
    <w:rsid w:val="007307D3"/>
    <w:rsid w:val="00730BB8"/>
    <w:rsid w:val="0073196F"/>
    <w:rsid w:val="00731CF3"/>
    <w:rsid w:val="007329CD"/>
    <w:rsid w:val="00741E54"/>
    <w:rsid w:val="00743573"/>
    <w:rsid w:val="007539FF"/>
    <w:rsid w:val="00764231"/>
    <w:rsid w:val="007700EA"/>
    <w:rsid w:val="007707EF"/>
    <w:rsid w:val="0077492B"/>
    <w:rsid w:val="00775D9B"/>
    <w:rsid w:val="00783E02"/>
    <w:rsid w:val="00785F9B"/>
    <w:rsid w:val="0078714E"/>
    <w:rsid w:val="0079593C"/>
    <w:rsid w:val="00797BEC"/>
    <w:rsid w:val="007A6F9B"/>
    <w:rsid w:val="007B0114"/>
    <w:rsid w:val="007B031A"/>
    <w:rsid w:val="007B11FC"/>
    <w:rsid w:val="007C035B"/>
    <w:rsid w:val="007C384C"/>
    <w:rsid w:val="007C4454"/>
    <w:rsid w:val="007D1C6A"/>
    <w:rsid w:val="007D7508"/>
    <w:rsid w:val="007E05E3"/>
    <w:rsid w:val="007E2B17"/>
    <w:rsid w:val="007F0B39"/>
    <w:rsid w:val="0080584F"/>
    <w:rsid w:val="00806F5B"/>
    <w:rsid w:val="008124F4"/>
    <w:rsid w:val="00812C17"/>
    <w:rsid w:val="008159A6"/>
    <w:rsid w:val="008213FC"/>
    <w:rsid w:val="00826870"/>
    <w:rsid w:val="008324A5"/>
    <w:rsid w:val="00832719"/>
    <w:rsid w:val="00834E65"/>
    <w:rsid w:val="0084244E"/>
    <w:rsid w:val="008479BB"/>
    <w:rsid w:val="00850F5D"/>
    <w:rsid w:val="00852E13"/>
    <w:rsid w:val="00866506"/>
    <w:rsid w:val="008675FC"/>
    <w:rsid w:val="00875060"/>
    <w:rsid w:val="0087524D"/>
    <w:rsid w:val="00875BE7"/>
    <w:rsid w:val="008808AD"/>
    <w:rsid w:val="00880B33"/>
    <w:rsid w:val="00884BAE"/>
    <w:rsid w:val="008A36FA"/>
    <w:rsid w:val="008A4C32"/>
    <w:rsid w:val="008B2AFE"/>
    <w:rsid w:val="008B54B2"/>
    <w:rsid w:val="008C28B6"/>
    <w:rsid w:val="008D0A70"/>
    <w:rsid w:val="008D3121"/>
    <w:rsid w:val="008D3A5B"/>
    <w:rsid w:val="008D4722"/>
    <w:rsid w:val="008D724F"/>
    <w:rsid w:val="008E6807"/>
    <w:rsid w:val="008E7B57"/>
    <w:rsid w:val="00902272"/>
    <w:rsid w:val="00902F2D"/>
    <w:rsid w:val="00906C8A"/>
    <w:rsid w:val="00911851"/>
    <w:rsid w:val="00913CDA"/>
    <w:rsid w:val="00915C70"/>
    <w:rsid w:val="00920355"/>
    <w:rsid w:val="00922102"/>
    <w:rsid w:val="0092463B"/>
    <w:rsid w:val="009277B5"/>
    <w:rsid w:val="009327EE"/>
    <w:rsid w:val="0093314C"/>
    <w:rsid w:val="009353EB"/>
    <w:rsid w:val="009368FC"/>
    <w:rsid w:val="00946010"/>
    <w:rsid w:val="0095440C"/>
    <w:rsid w:val="00957155"/>
    <w:rsid w:val="009577B8"/>
    <w:rsid w:val="009578E3"/>
    <w:rsid w:val="00963383"/>
    <w:rsid w:val="0096411B"/>
    <w:rsid w:val="00964AE2"/>
    <w:rsid w:val="0096522E"/>
    <w:rsid w:val="00974020"/>
    <w:rsid w:val="0097668F"/>
    <w:rsid w:val="00982916"/>
    <w:rsid w:val="00987CC1"/>
    <w:rsid w:val="00993BA4"/>
    <w:rsid w:val="00994235"/>
    <w:rsid w:val="009959AE"/>
    <w:rsid w:val="009B0F92"/>
    <w:rsid w:val="009B2223"/>
    <w:rsid w:val="009B33FC"/>
    <w:rsid w:val="009B3D9E"/>
    <w:rsid w:val="009B4BD2"/>
    <w:rsid w:val="009B6E93"/>
    <w:rsid w:val="009C0CDE"/>
    <w:rsid w:val="009C0E16"/>
    <w:rsid w:val="009C2298"/>
    <w:rsid w:val="009C295A"/>
    <w:rsid w:val="009C2A40"/>
    <w:rsid w:val="009C4D09"/>
    <w:rsid w:val="009D2B35"/>
    <w:rsid w:val="009D4384"/>
    <w:rsid w:val="009D66D4"/>
    <w:rsid w:val="009D6F2C"/>
    <w:rsid w:val="009E2EA4"/>
    <w:rsid w:val="009E7646"/>
    <w:rsid w:val="009F14C1"/>
    <w:rsid w:val="009F45F3"/>
    <w:rsid w:val="009F65A5"/>
    <w:rsid w:val="009F7935"/>
    <w:rsid w:val="00A04E8F"/>
    <w:rsid w:val="00A06549"/>
    <w:rsid w:val="00A06EAF"/>
    <w:rsid w:val="00A11FF9"/>
    <w:rsid w:val="00A15108"/>
    <w:rsid w:val="00A23395"/>
    <w:rsid w:val="00A264BD"/>
    <w:rsid w:val="00A33D17"/>
    <w:rsid w:val="00A36F0A"/>
    <w:rsid w:val="00A41D9F"/>
    <w:rsid w:val="00A45093"/>
    <w:rsid w:val="00A52600"/>
    <w:rsid w:val="00A57F52"/>
    <w:rsid w:val="00A64998"/>
    <w:rsid w:val="00A65F7E"/>
    <w:rsid w:val="00A67DC0"/>
    <w:rsid w:val="00A702BB"/>
    <w:rsid w:val="00A735AA"/>
    <w:rsid w:val="00A828E5"/>
    <w:rsid w:val="00A91EC5"/>
    <w:rsid w:val="00A95488"/>
    <w:rsid w:val="00A95DB3"/>
    <w:rsid w:val="00AA1BAE"/>
    <w:rsid w:val="00AA40E6"/>
    <w:rsid w:val="00AA491F"/>
    <w:rsid w:val="00AA61A4"/>
    <w:rsid w:val="00AB1DB7"/>
    <w:rsid w:val="00AB6192"/>
    <w:rsid w:val="00AC2474"/>
    <w:rsid w:val="00AC2ED3"/>
    <w:rsid w:val="00AC3244"/>
    <w:rsid w:val="00AC3512"/>
    <w:rsid w:val="00AC6766"/>
    <w:rsid w:val="00AD0D68"/>
    <w:rsid w:val="00AE2C87"/>
    <w:rsid w:val="00AE7274"/>
    <w:rsid w:val="00AF6E21"/>
    <w:rsid w:val="00B01109"/>
    <w:rsid w:val="00B26C93"/>
    <w:rsid w:val="00B307EA"/>
    <w:rsid w:val="00B35D19"/>
    <w:rsid w:val="00B366C7"/>
    <w:rsid w:val="00B472E1"/>
    <w:rsid w:val="00B5132F"/>
    <w:rsid w:val="00B531F3"/>
    <w:rsid w:val="00B55C8F"/>
    <w:rsid w:val="00B56B61"/>
    <w:rsid w:val="00B57D04"/>
    <w:rsid w:val="00B7178A"/>
    <w:rsid w:val="00B74336"/>
    <w:rsid w:val="00B87023"/>
    <w:rsid w:val="00B91570"/>
    <w:rsid w:val="00B97459"/>
    <w:rsid w:val="00BA212B"/>
    <w:rsid w:val="00BB1862"/>
    <w:rsid w:val="00BB415A"/>
    <w:rsid w:val="00BC56D5"/>
    <w:rsid w:val="00BC59E1"/>
    <w:rsid w:val="00BD2612"/>
    <w:rsid w:val="00BD276F"/>
    <w:rsid w:val="00BD7D78"/>
    <w:rsid w:val="00BE004D"/>
    <w:rsid w:val="00BE2125"/>
    <w:rsid w:val="00BE4115"/>
    <w:rsid w:val="00BE530E"/>
    <w:rsid w:val="00BF33EF"/>
    <w:rsid w:val="00BF42DD"/>
    <w:rsid w:val="00C05A8C"/>
    <w:rsid w:val="00C22318"/>
    <w:rsid w:val="00C30C9C"/>
    <w:rsid w:val="00C47932"/>
    <w:rsid w:val="00C5083D"/>
    <w:rsid w:val="00C51EAF"/>
    <w:rsid w:val="00C53B02"/>
    <w:rsid w:val="00C53E57"/>
    <w:rsid w:val="00C54C0D"/>
    <w:rsid w:val="00C57CD2"/>
    <w:rsid w:val="00C650AC"/>
    <w:rsid w:val="00C65997"/>
    <w:rsid w:val="00C6797F"/>
    <w:rsid w:val="00C75723"/>
    <w:rsid w:val="00C758C1"/>
    <w:rsid w:val="00C825A3"/>
    <w:rsid w:val="00CA3221"/>
    <w:rsid w:val="00CA7BDD"/>
    <w:rsid w:val="00CB5529"/>
    <w:rsid w:val="00CC10A0"/>
    <w:rsid w:val="00CC2A13"/>
    <w:rsid w:val="00CC30EB"/>
    <w:rsid w:val="00CC7168"/>
    <w:rsid w:val="00CC79EA"/>
    <w:rsid w:val="00CC7EFE"/>
    <w:rsid w:val="00CD658E"/>
    <w:rsid w:val="00CE2F8B"/>
    <w:rsid w:val="00CF30DA"/>
    <w:rsid w:val="00CF66EA"/>
    <w:rsid w:val="00D02EBA"/>
    <w:rsid w:val="00D065EE"/>
    <w:rsid w:val="00D10E78"/>
    <w:rsid w:val="00D15F17"/>
    <w:rsid w:val="00D20EAC"/>
    <w:rsid w:val="00D211A8"/>
    <w:rsid w:val="00D21CB6"/>
    <w:rsid w:val="00D21D2A"/>
    <w:rsid w:val="00D2302E"/>
    <w:rsid w:val="00D23C38"/>
    <w:rsid w:val="00D247A8"/>
    <w:rsid w:val="00D3034B"/>
    <w:rsid w:val="00D42B14"/>
    <w:rsid w:val="00D45416"/>
    <w:rsid w:val="00D53C5B"/>
    <w:rsid w:val="00D55D00"/>
    <w:rsid w:val="00D57EE6"/>
    <w:rsid w:val="00D61340"/>
    <w:rsid w:val="00D64923"/>
    <w:rsid w:val="00D651D3"/>
    <w:rsid w:val="00D73983"/>
    <w:rsid w:val="00D7503D"/>
    <w:rsid w:val="00D83DE8"/>
    <w:rsid w:val="00D91241"/>
    <w:rsid w:val="00DA1C27"/>
    <w:rsid w:val="00DA4DC1"/>
    <w:rsid w:val="00DA6CF9"/>
    <w:rsid w:val="00DA75C0"/>
    <w:rsid w:val="00DA7C55"/>
    <w:rsid w:val="00DB2AFF"/>
    <w:rsid w:val="00DB493F"/>
    <w:rsid w:val="00DB70C6"/>
    <w:rsid w:val="00DC3AA2"/>
    <w:rsid w:val="00DC7DFF"/>
    <w:rsid w:val="00DD2F72"/>
    <w:rsid w:val="00DD32BD"/>
    <w:rsid w:val="00DD3EFA"/>
    <w:rsid w:val="00DD66DB"/>
    <w:rsid w:val="00DE2986"/>
    <w:rsid w:val="00DE3D8F"/>
    <w:rsid w:val="00DF6A7E"/>
    <w:rsid w:val="00DF78BE"/>
    <w:rsid w:val="00E034DB"/>
    <w:rsid w:val="00E03BB0"/>
    <w:rsid w:val="00E1159D"/>
    <w:rsid w:val="00E12F38"/>
    <w:rsid w:val="00E162BF"/>
    <w:rsid w:val="00E16733"/>
    <w:rsid w:val="00E176E5"/>
    <w:rsid w:val="00E23B66"/>
    <w:rsid w:val="00E245DF"/>
    <w:rsid w:val="00E25450"/>
    <w:rsid w:val="00E25A28"/>
    <w:rsid w:val="00E273F3"/>
    <w:rsid w:val="00E31572"/>
    <w:rsid w:val="00E44EBA"/>
    <w:rsid w:val="00E44FF2"/>
    <w:rsid w:val="00E464B3"/>
    <w:rsid w:val="00E508E5"/>
    <w:rsid w:val="00E5514F"/>
    <w:rsid w:val="00E6049B"/>
    <w:rsid w:val="00E65D0C"/>
    <w:rsid w:val="00E67BAD"/>
    <w:rsid w:val="00E71A70"/>
    <w:rsid w:val="00E71AC4"/>
    <w:rsid w:val="00E8053E"/>
    <w:rsid w:val="00E8140A"/>
    <w:rsid w:val="00E8612D"/>
    <w:rsid w:val="00E971A9"/>
    <w:rsid w:val="00E97417"/>
    <w:rsid w:val="00EB0428"/>
    <w:rsid w:val="00EB7255"/>
    <w:rsid w:val="00EC0683"/>
    <w:rsid w:val="00EC19BA"/>
    <w:rsid w:val="00EC2884"/>
    <w:rsid w:val="00EC6575"/>
    <w:rsid w:val="00EC705F"/>
    <w:rsid w:val="00ED665A"/>
    <w:rsid w:val="00EE2038"/>
    <w:rsid w:val="00EE638E"/>
    <w:rsid w:val="00EE7179"/>
    <w:rsid w:val="00EE725F"/>
    <w:rsid w:val="00EF3F6F"/>
    <w:rsid w:val="00EF404A"/>
    <w:rsid w:val="00F03A29"/>
    <w:rsid w:val="00F073D5"/>
    <w:rsid w:val="00F125CF"/>
    <w:rsid w:val="00F164A2"/>
    <w:rsid w:val="00F22CA7"/>
    <w:rsid w:val="00F23B5D"/>
    <w:rsid w:val="00F24228"/>
    <w:rsid w:val="00F244E2"/>
    <w:rsid w:val="00F255DB"/>
    <w:rsid w:val="00F27D01"/>
    <w:rsid w:val="00F34449"/>
    <w:rsid w:val="00F407D5"/>
    <w:rsid w:val="00F4471E"/>
    <w:rsid w:val="00F47112"/>
    <w:rsid w:val="00F47174"/>
    <w:rsid w:val="00F53E51"/>
    <w:rsid w:val="00F5641D"/>
    <w:rsid w:val="00F60941"/>
    <w:rsid w:val="00F6588B"/>
    <w:rsid w:val="00F762D7"/>
    <w:rsid w:val="00F803BE"/>
    <w:rsid w:val="00F843D8"/>
    <w:rsid w:val="00F848D0"/>
    <w:rsid w:val="00FA0557"/>
    <w:rsid w:val="00FA6550"/>
    <w:rsid w:val="00FB0E81"/>
    <w:rsid w:val="00FB4ADA"/>
    <w:rsid w:val="00FB4CE9"/>
    <w:rsid w:val="00FB5C6F"/>
    <w:rsid w:val="00FC26B9"/>
    <w:rsid w:val="00FC3710"/>
    <w:rsid w:val="00FC7176"/>
    <w:rsid w:val="00FD5B39"/>
    <w:rsid w:val="00FE0148"/>
    <w:rsid w:val="00FE1F4E"/>
    <w:rsid w:val="00FE441D"/>
    <w:rsid w:val="00FE535D"/>
    <w:rsid w:val="00FE573D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573"/>
  </w:style>
  <w:style w:type="paragraph" w:styleId="1">
    <w:name w:val="heading 1"/>
    <w:basedOn w:val="a"/>
    <w:next w:val="a"/>
    <w:link w:val="10"/>
    <w:qFormat/>
    <w:rsid w:val="00743573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uiPriority w:val="99"/>
    <w:rsid w:val="00E03BB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03BB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3C15F2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table" w:styleId="a6">
    <w:name w:val="Table Grid"/>
    <w:basedOn w:val="a1"/>
    <w:rsid w:val="003C1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semiHidden/>
    <w:rsid w:val="003C15F2"/>
  </w:style>
  <w:style w:type="character" w:styleId="a8">
    <w:name w:val="footnote reference"/>
    <w:semiHidden/>
    <w:rsid w:val="003C15F2"/>
    <w:rPr>
      <w:vertAlign w:val="superscript"/>
    </w:rPr>
  </w:style>
  <w:style w:type="paragraph" w:styleId="a9">
    <w:name w:val="Body Text"/>
    <w:basedOn w:val="a"/>
    <w:link w:val="aa"/>
    <w:rsid w:val="003C15F2"/>
    <w:pPr>
      <w:jc w:val="both"/>
    </w:pPr>
    <w:rPr>
      <w:sz w:val="26"/>
      <w:lang/>
    </w:rPr>
  </w:style>
  <w:style w:type="paragraph" w:styleId="ab">
    <w:name w:val="Plain Text"/>
    <w:basedOn w:val="a"/>
    <w:rsid w:val="003C15F2"/>
    <w:rPr>
      <w:rFonts w:ascii="Courier New" w:hAnsi="Courier New" w:cs="Courier New"/>
    </w:rPr>
  </w:style>
  <w:style w:type="paragraph" w:styleId="2">
    <w:name w:val="Body Text 2"/>
    <w:basedOn w:val="a"/>
    <w:link w:val="20"/>
    <w:rsid w:val="003F54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F5466"/>
  </w:style>
  <w:style w:type="character" w:customStyle="1" w:styleId="aa">
    <w:name w:val="Основной текст Знак"/>
    <w:link w:val="a9"/>
    <w:rsid w:val="00473694"/>
    <w:rPr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473694"/>
  </w:style>
  <w:style w:type="character" w:styleId="ac">
    <w:name w:val="Hyperlink"/>
    <w:rsid w:val="006302D2"/>
    <w:rPr>
      <w:color w:val="0000FF"/>
      <w:u w:val="single"/>
    </w:rPr>
  </w:style>
  <w:style w:type="paragraph" w:styleId="ad">
    <w:name w:val="Balloon Text"/>
    <w:basedOn w:val="a"/>
    <w:link w:val="ae"/>
    <w:rsid w:val="002D4BE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2D4BE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92210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922102"/>
  </w:style>
  <w:style w:type="paragraph" w:styleId="af1">
    <w:name w:val="List Paragraph"/>
    <w:basedOn w:val="a"/>
    <w:uiPriority w:val="34"/>
    <w:qFormat/>
    <w:rsid w:val="004063B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638E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!&#1041;&#1083;&#1072;&#1085;&#1082;&#1080;\&#1054;&#1092;&#1080;&#1094;&#1080;&#1072;&#1083;&#1100;&#1085;&#1099;&#1077;%20&#1076;&#1086;&#1082;&#1091;&#1084;&#1077;&#1085;&#1090;&#1099;\&#1055;&#1086;&#1089;&#1090;&#1072;&#1085;&#1086;&#1074;&#1083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Администрации.dot</Template>
  <TotalTime>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Yukina_EL</dc:creator>
  <cp:lastModifiedBy>Tulupova_LN</cp:lastModifiedBy>
  <cp:revision>2</cp:revision>
  <cp:lastPrinted>2021-08-10T07:19:00Z</cp:lastPrinted>
  <dcterms:created xsi:type="dcterms:W3CDTF">2023-09-07T11:33:00Z</dcterms:created>
  <dcterms:modified xsi:type="dcterms:W3CDTF">2023-09-07T11:33:00Z</dcterms:modified>
</cp:coreProperties>
</file>