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57" w:rsidRDefault="00282037" w:rsidP="00931611">
      <w:pPr>
        <w:framePr w:w="1433" w:h="1354" w:hRule="exact" w:hSpace="141" w:wrap="around" w:vAnchor="text" w:hAnchor="page" w:x="5670" w:y="126"/>
        <w:tabs>
          <w:tab w:val="left" w:pos="709"/>
        </w:tabs>
        <w:jc w:val="center"/>
        <w:rPr>
          <w:sz w:val="36"/>
        </w:rPr>
      </w:pPr>
      <w:bookmarkStart w:id="0" w:name="_GoBack"/>
      <w:bookmarkEnd w:id="0"/>
      <w:r>
        <w:rPr>
          <w:noProof/>
          <w:sz w:val="36"/>
        </w:rPr>
        <w:drawing>
          <wp:inline distT="0" distB="0" distL="0" distR="0">
            <wp:extent cx="669925" cy="8610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69925" cy="861060"/>
                    </a:xfrm>
                    <a:prstGeom prst="rect">
                      <a:avLst/>
                    </a:prstGeom>
                    <a:noFill/>
                    <a:ln w="9525">
                      <a:noFill/>
                      <a:miter lim="800000"/>
                      <a:headEnd/>
                      <a:tailEnd/>
                    </a:ln>
                  </pic:spPr>
                </pic:pic>
              </a:graphicData>
            </a:graphic>
          </wp:inline>
        </w:drawing>
      </w:r>
    </w:p>
    <w:p w:rsidR="00C53E57" w:rsidRDefault="00C53E57">
      <w:pPr>
        <w:jc w:val="both"/>
        <w:rPr>
          <w:sz w:val="36"/>
        </w:rPr>
      </w:pPr>
    </w:p>
    <w:p w:rsidR="00C53E57" w:rsidRDefault="00C53E57" w:rsidP="00931611">
      <w:pPr>
        <w:tabs>
          <w:tab w:val="left" w:pos="4678"/>
        </w:tabs>
        <w:jc w:val="center"/>
        <w:rPr>
          <w:sz w:val="36"/>
        </w:rPr>
      </w:pPr>
    </w:p>
    <w:p w:rsidR="00C53E57" w:rsidRDefault="00C53E57">
      <w:pPr>
        <w:jc w:val="center"/>
        <w:rPr>
          <w:sz w:val="36"/>
        </w:rPr>
      </w:pPr>
    </w:p>
    <w:p w:rsidR="00C53E57" w:rsidRDefault="00C53E57">
      <w:pPr>
        <w:jc w:val="center"/>
        <w:rPr>
          <w:sz w:val="36"/>
        </w:rPr>
      </w:pPr>
    </w:p>
    <w:p w:rsidR="00C53E57" w:rsidRDefault="00C53E57">
      <w:pPr>
        <w:jc w:val="center"/>
        <w:rPr>
          <w:sz w:val="36"/>
        </w:rPr>
      </w:pPr>
    </w:p>
    <w:p w:rsidR="00C53E57" w:rsidRDefault="00C53E57">
      <w:pPr>
        <w:jc w:val="center"/>
        <w:rPr>
          <w:sz w:val="44"/>
        </w:rPr>
      </w:pPr>
      <w:r>
        <w:rPr>
          <w:sz w:val="44"/>
        </w:rPr>
        <w:t>П О С Т А Н О В Л Е Н И Е</w:t>
      </w:r>
    </w:p>
    <w:p w:rsidR="00C53E57" w:rsidRDefault="00C53E57">
      <w:pPr>
        <w:jc w:val="center"/>
      </w:pPr>
    </w:p>
    <w:p w:rsidR="00C53E57" w:rsidRPr="008159A6" w:rsidRDefault="00963383">
      <w:pPr>
        <w:jc w:val="center"/>
        <w:rPr>
          <w:spacing w:val="40"/>
          <w:sz w:val="44"/>
        </w:rPr>
      </w:pPr>
      <w:r w:rsidRPr="008159A6">
        <w:rPr>
          <w:spacing w:val="40"/>
          <w:sz w:val="44"/>
        </w:rPr>
        <w:t xml:space="preserve">Администрации </w:t>
      </w:r>
      <w:r w:rsidR="00C53E57" w:rsidRPr="008159A6">
        <w:rPr>
          <w:spacing w:val="40"/>
          <w:sz w:val="44"/>
        </w:rPr>
        <w:t>город</w:t>
      </w:r>
      <w:r w:rsidR="00A52600" w:rsidRPr="008159A6">
        <w:rPr>
          <w:spacing w:val="40"/>
          <w:sz w:val="44"/>
        </w:rPr>
        <w:t xml:space="preserve">а </w:t>
      </w:r>
      <w:r w:rsidR="00C53E57" w:rsidRPr="008159A6">
        <w:rPr>
          <w:spacing w:val="40"/>
          <w:sz w:val="44"/>
        </w:rPr>
        <w:t>Вологды</w:t>
      </w:r>
    </w:p>
    <w:p w:rsidR="00A41FE7" w:rsidRDefault="00A41FE7" w:rsidP="00A41FE7">
      <w:pPr>
        <w:rPr>
          <w:sz w:val="26"/>
          <w:szCs w:val="26"/>
        </w:rPr>
      </w:pPr>
    </w:p>
    <w:p w:rsidR="00A41FE7" w:rsidRDefault="00A41FE7" w:rsidP="00A41FE7">
      <w:pPr>
        <w:rPr>
          <w:sz w:val="26"/>
          <w:szCs w:val="26"/>
        </w:rPr>
      </w:pPr>
    </w:p>
    <w:p w:rsidR="00A41FE7" w:rsidRDefault="00A41FE7" w:rsidP="00A41FE7">
      <w:pPr>
        <w:rPr>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2"/>
        <w:gridCol w:w="3902"/>
        <w:gridCol w:w="2404"/>
      </w:tblGrid>
      <w:tr w:rsidR="00A41FE7" w:rsidTr="00A41FE7">
        <w:tc>
          <w:tcPr>
            <w:tcW w:w="3152" w:type="dxa"/>
          </w:tcPr>
          <w:p w:rsidR="00A41FE7" w:rsidRDefault="00A41FE7">
            <w:pPr>
              <w:jc w:val="both"/>
              <w:rPr>
                <w:sz w:val="28"/>
                <w:szCs w:val="26"/>
              </w:rPr>
            </w:pPr>
          </w:p>
        </w:tc>
        <w:tc>
          <w:tcPr>
            <w:tcW w:w="3902" w:type="dxa"/>
          </w:tcPr>
          <w:p w:rsidR="00A41FE7" w:rsidRDefault="00A41FE7">
            <w:pPr>
              <w:jc w:val="both"/>
              <w:rPr>
                <w:sz w:val="28"/>
                <w:szCs w:val="26"/>
              </w:rPr>
            </w:pPr>
          </w:p>
        </w:tc>
        <w:tc>
          <w:tcPr>
            <w:tcW w:w="2404" w:type="dxa"/>
          </w:tcPr>
          <w:p w:rsidR="00A41FE7" w:rsidRDefault="00A41FE7">
            <w:pPr>
              <w:jc w:val="center"/>
              <w:rPr>
                <w:sz w:val="28"/>
                <w:szCs w:val="26"/>
              </w:rPr>
            </w:pPr>
          </w:p>
        </w:tc>
      </w:tr>
    </w:tbl>
    <w:p w:rsidR="00A41FE7" w:rsidRDefault="00A41FE7" w:rsidP="00A41FE7">
      <w:pPr>
        <w:jc w:val="both"/>
        <w:rPr>
          <w:sz w:val="26"/>
          <w:szCs w:val="26"/>
        </w:rPr>
      </w:pPr>
    </w:p>
    <w:p w:rsidR="00A41FE7" w:rsidRDefault="00A41FE7" w:rsidP="00A41FE7">
      <w:pPr>
        <w:jc w:val="both"/>
        <w:rPr>
          <w:sz w:val="26"/>
          <w:szCs w:val="26"/>
        </w:rPr>
      </w:pPr>
    </w:p>
    <w:p w:rsidR="00A41FE7" w:rsidRDefault="00A41FE7" w:rsidP="00A41FE7">
      <w:pPr>
        <w:jc w:val="both"/>
        <w:rPr>
          <w:sz w:val="26"/>
          <w:szCs w:val="26"/>
        </w:rPr>
      </w:pPr>
    </w:p>
    <w:p w:rsidR="00512309" w:rsidRPr="00512309" w:rsidRDefault="00512309" w:rsidP="00512309">
      <w:pPr>
        <w:keepNext/>
        <w:jc w:val="center"/>
        <w:outlineLvl w:val="0"/>
        <w:rPr>
          <w:b/>
          <w:noProof/>
          <w:sz w:val="26"/>
          <w:szCs w:val="26"/>
        </w:rPr>
      </w:pPr>
      <w:r w:rsidRPr="00512309">
        <w:rPr>
          <w:b/>
          <w:noProof/>
          <w:sz w:val="26"/>
          <w:szCs w:val="26"/>
        </w:rPr>
        <w:t xml:space="preserve">О внесении изменений в постановление Главы города Вологды </w:t>
      </w:r>
    </w:p>
    <w:p w:rsidR="00512309" w:rsidRDefault="00512309" w:rsidP="00512309">
      <w:pPr>
        <w:autoSpaceDE w:val="0"/>
        <w:autoSpaceDN w:val="0"/>
        <w:adjustRightInd w:val="0"/>
        <w:jc w:val="center"/>
        <w:rPr>
          <w:b/>
          <w:noProof/>
          <w:sz w:val="26"/>
          <w:szCs w:val="26"/>
        </w:rPr>
      </w:pPr>
      <w:r w:rsidRPr="00512309">
        <w:rPr>
          <w:b/>
          <w:noProof/>
          <w:sz w:val="26"/>
          <w:szCs w:val="26"/>
        </w:rPr>
        <w:t>от 10 апреля 2009 года № 1854</w:t>
      </w:r>
    </w:p>
    <w:p w:rsidR="00512309" w:rsidRPr="00D31F5F" w:rsidRDefault="00512309" w:rsidP="00512309">
      <w:pPr>
        <w:autoSpaceDE w:val="0"/>
        <w:autoSpaceDN w:val="0"/>
        <w:adjustRightInd w:val="0"/>
        <w:jc w:val="center"/>
        <w:rPr>
          <w:sz w:val="26"/>
          <w:szCs w:val="26"/>
        </w:rPr>
      </w:pPr>
    </w:p>
    <w:p w:rsidR="0002283E" w:rsidRPr="00D31F5F" w:rsidRDefault="0002283E">
      <w:pPr>
        <w:ind w:left="993"/>
        <w:jc w:val="both"/>
        <w:rPr>
          <w:sz w:val="26"/>
          <w:szCs w:val="26"/>
        </w:rPr>
      </w:pPr>
    </w:p>
    <w:p w:rsidR="00512309" w:rsidRPr="00512309" w:rsidRDefault="00512309" w:rsidP="003E3F6E">
      <w:pPr>
        <w:autoSpaceDE w:val="0"/>
        <w:autoSpaceDN w:val="0"/>
        <w:adjustRightInd w:val="0"/>
        <w:spacing w:line="360" w:lineRule="auto"/>
        <w:ind w:firstLine="708"/>
        <w:jc w:val="both"/>
        <w:rPr>
          <w:noProof/>
          <w:szCs w:val="26"/>
        </w:rPr>
      </w:pPr>
      <w:r w:rsidRPr="003E3F6E">
        <w:rPr>
          <w:sz w:val="26"/>
          <w:szCs w:val="26"/>
        </w:rPr>
        <w:t>В соответствии с</w:t>
      </w:r>
      <w:r w:rsidR="003E3F6E" w:rsidRPr="003E3F6E">
        <w:rPr>
          <w:sz w:val="26"/>
          <w:szCs w:val="26"/>
        </w:rPr>
        <w:t>о статьями 156, 158</w:t>
      </w:r>
      <w:r w:rsidRPr="003E3F6E">
        <w:rPr>
          <w:sz w:val="26"/>
          <w:szCs w:val="26"/>
        </w:rPr>
        <w:t xml:space="preserve"> Жилищн</w:t>
      </w:r>
      <w:r w:rsidR="003E3F6E" w:rsidRPr="003E3F6E">
        <w:rPr>
          <w:sz w:val="26"/>
          <w:szCs w:val="26"/>
        </w:rPr>
        <w:t xml:space="preserve">ого </w:t>
      </w:r>
      <w:hyperlink r:id="rId10" w:tooltip="&quot;Жилищный кодекс Российской Федерации&quot; от 29.12.2004 N 188-ФЗ (ред. от 02.07.2013){КонсультантПлюс}" w:history="1">
        <w:r w:rsidRPr="003E3F6E">
          <w:rPr>
            <w:color w:val="000000"/>
            <w:sz w:val="26"/>
            <w:szCs w:val="26"/>
          </w:rPr>
          <w:t>кодекс</w:t>
        </w:r>
      </w:hyperlink>
      <w:r w:rsidR="003E3F6E" w:rsidRPr="003E3F6E">
        <w:rPr>
          <w:sz w:val="26"/>
          <w:szCs w:val="26"/>
        </w:rPr>
        <w:t>а</w:t>
      </w:r>
      <w:r w:rsidRPr="003E3F6E">
        <w:rPr>
          <w:sz w:val="26"/>
          <w:szCs w:val="26"/>
        </w:rPr>
        <w:t xml:space="preserve"> Российской Федерации, </w:t>
      </w:r>
      <w:r w:rsidR="004404C6">
        <w:rPr>
          <w:sz w:val="26"/>
          <w:szCs w:val="26"/>
        </w:rPr>
        <w:t>п</w:t>
      </w:r>
      <w:r w:rsidR="003E3F6E" w:rsidRPr="003E3F6E">
        <w:rPr>
          <w:sz w:val="26"/>
          <w:szCs w:val="26"/>
        </w:rPr>
        <w:t>риказ</w:t>
      </w:r>
      <w:r w:rsidR="004404C6">
        <w:rPr>
          <w:sz w:val="26"/>
          <w:szCs w:val="26"/>
        </w:rPr>
        <w:t>ом</w:t>
      </w:r>
      <w:r w:rsidR="003E3F6E" w:rsidRPr="003E3F6E">
        <w:rPr>
          <w:sz w:val="26"/>
          <w:szCs w:val="26"/>
        </w:rPr>
        <w:t xml:space="preserve"> Минстроя России от 06</w:t>
      </w:r>
      <w:r w:rsidR="003E3F6E">
        <w:rPr>
          <w:sz w:val="26"/>
          <w:szCs w:val="26"/>
        </w:rPr>
        <w:t xml:space="preserve"> апреля </w:t>
      </w:r>
      <w:r w:rsidR="003E3F6E" w:rsidRPr="003E3F6E">
        <w:rPr>
          <w:sz w:val="26"/>
          <w:szCs w:val="26"/>
        </w:rPr>
        <w:t xml:space="preserve">2018 </w:t>
      </w:r>
      <w:r w:rsidR="003E3F6E">
        <w:rPr>
          <w:sz w:val="26"/>
          <w:szCs w:val="26"/>
        </w:rPr>
        <w:t>№</w:t>
      </w:r>
      <w:r w:rsidR="003E3F6E" w:rsidRPr="003E3F6E">
        <w:rPr>
          <w:sz w:val="26"/>
          <w:szCs w:val="26"/>
        </w:rPr>
        <w:t xml:space="preserve"> 213/пр</w:t>
      </w:r>
      <w:r w:rsidR="003E3F6E">
        <w:rPr>
          <w:sz w:val="26"/>
          <w:szCs w:val="26"/>
        </w:rPr>
        <w:t xml:space="preserve"> «</w:t>
      </w:r>
      <w:r w:rsidR="003E3F6E" w:rsidRPr="003E3F6E">
        <w:rPr>
          <w:sz w:val="26"/>
          <w:szCs w:val="26"/>
        </w:rPr>
        <w:t>Об утверждении Методических рекомендаций по установлению размера платы за содержание жилого помещения для собственников жилых помещений, которые не приняли решение о выборе способа управления многоквартирным домом, решение об установлении размера платы за содержание жилого помещения, а также по установлению порядка определения предельных индексов изменения размера такой платы</w:t>
      </w:r>
      <w:r w:rsidR="003E3F6E">
        <w:rPr>
          <w:sz w:val="26"/>
          <w:szCs w:val="26"/>
        </w:rPr>
        <w:t xml:space="preserve">», </w:t>
      </w:r>
      <w:r w:rsidRPr="003E3F6E">
        <w:rPr>
          <w:sz w:val="26"/>
          <w:szCs w:val="26"/>
        </w:rPr>
        <w:t xml:space="preserve">на основании </w:t>
      </w:r>
      <w:hyperlink r:id="rId11" w:tooltip="Решение Вологодской городской Думы от 25.08.2005 N 301 (ред. от 27.09.2013) &quot;О принятии Устава муниципального образования &quot;Город Вологда&quot; (вместе с &quot;Уставом муниципального образования &quot;Город Вологда&quot;) (Зарегистрировано в Правительстве Вологодской области " w:history="1">
        <w:r w:rsidRPr="003E3F6E">
          <w:rPr>
            <w:color w:val="000000"/>
            <w:sz w:val="26"/>
            <w:szCs w:val="26"/>
          </w:rPr>
          <w:t xml:space="preserve">статей </w:t>
        </w:r>
      </w:hyperlink>
      <w:r w:rsidRPr="003E3F6E">
        <w:rPr>
          <w:color w:val="000000"/>
          <w:sz w:val="26"/>
          <w:szCs w:val="26"/>
        </w:rPr>
        <w:t xml:space="preserve">27, </w:t>
      </w:r>
      <w:hyperlink r:id="rId12" w:tooltip="Решение Вологодской городской Думы от 25.08.2005 N 301 (ред. от 27.09.2013) &quot;О принятии Устава муниципального образования &quot;Город Вологда&quot; (вместе с &quot;Уставом муниципального образования &quot;Город Вологда&quot;) (Зарегистрировано в Правительстве Вологодской области " w:history="1">
        <w:r w:rsidRPr="003E3F6E">
          <w:rPr>
            <w:color w:val="000000"/>
            <w:sz w:val="26"/>
            <w:szCs w:val="26"/>
          </w:rPr>
          <w:t>44</w:t>
        </w:r>
      </w:hyperlink>
      <w:r w:rsidRPr="003E3F6E">
        <w:rPr>
          <w:sz w:val="26"/>
          <w:szCs w:val="26"/>
        </w:rPr>
        <w:t xml:space="preserve"> Устава </w:t>
      </w:r>
      <w:r w:rsidR="001F1E7F">
        <w:rPr>
          <w:sz w:val="26"/>
          <w:szCs w:val="26"/>
        </w:rPr>
        <w:t>городского округа города Вологды</w:t>
      </w:r>
      <w:r w:rsidRPr="003E3F6E">
        <w:rPr>
          <w:sz w:val="26"/>
          <w:szCs w:val="26"/>
        </w:rPr>
        <w:t xml:space="preserve"> П</w:t>
      </w:r>
      <w:r w:rsidRPr="003E3F6E">
        <w:rPr>
          <w:noProof/>
          <w:sz w:val="26"/>
          <w:szCs w:val="26"/>
        </w:rPr>
        <w:t>ОСТАНОВЛЯЮ</w:t>
      </w:r>
      <w:r w:rsidRPr="00512309">
        <w:rPr>
          <w:noProof/>
          <w:sz w:val="26"/>
          <w:szCs w:val="26"/>
        </w:rPr>
        <w:t>:</w:t>
      </w:r>
    </w:p>
    <w:p w:rsidR="00512309" w:rsidRPr="00512309" w:rsidRDefault="00512309" w:rsidP="00512309">
      <w:pPr>
        <w:widowControl w:val="0"/>
        <w:autoSpaceDE w:val="0"/>
        <w:autoSpaceDN w:val="0"/>
        <w:adjustRightInd w:val="0"/>
        <w:spacing w:line="360" w:lineRule="auto"/>
        <w:ind w:firstLine="708"/>
        <w:jc w:val="both"/>
        <w:rPr>
          <w:noProof/>
          <w:sz w:val="26"/>
          <w:szCs w:val="26"/>
        </w:rPr>
      </w:pPr>
      <w:r w:rsidRPr="00512309">
        <w:rPr>
          <w:noProof/>
          <w:sz w:val="26"/>
          <w:szCs w:val="26"/>
        </w:rPr>
        <w:t xml:space="preserve"> 1</w:t>
      </w:r>
      <w:r w:rsidRPr="00512309">
        <w:rPr>
          <w:sz w:val="26"/>
          <w:szCs w:val="26"/>
        </w:rPr>
        <w:t xml:space="preserve">. Внести в постановление Главы города Вологды </w:t>
      </w:r>
      <w:r w:rsidRPr="00062BFD">
        <w:rPr>
          <w:sz w:val="26"/>
          <w:szCs w:val="26"/>
        </w:rPr>
        <w:t>от 10 апреля 2009 года          № 1854 «</w:t>
      </w:r>
      <w:r w:rsidR="00062BFD" w:rsidRPr="00062BFD">
        <w:rPr>
          <w:sz w:val="26"/>
          <w:szCs w:val="26"/>
        </w:rPr>
        <w:t>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которые не приняли решение о выборе способа управления многоквартирным домом, или если принятое решение о выборе способа управления этим домом не было реализовано,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w:t>
      </w:r>
      <w:r w:rsidRPr="00062BFD">
        <w:rPr>
          <w:sz w:val="26"/>
          <w:szCs w:val="26"/>
        </w:rPr>
        <w:t>» (с</w:t>
      </w:r>
      <w:r w:rsidRPr="00512309">
        <w:rPr>
          <w:bCs/>
          <w:sz w:val="26"/>
          <w:szCs w:val="26"/>
        </w:rPr>
        <w:t xml:space="preserve"> последующими изменениями) следующие </w:t>
      </w:r>
      <w:r w:rsidRPr="00512309">
        <w:rPr>
          <w:noProof/>
          <w:sz w:val="26"/>
          <w:szCs w:val="26"/>
        </w:rPr>
        <w:t>изменения:</w:t>
      </w:r>
    </w:p>
    <w:p w:rsidR="00512309" w:rsidRPr="00E109A7" w:rsidRDefault="00512309" w:rsidP="00E109A7">
      <w:pPr>
        <w:widowControl w:val="0"/>
        <w:autoSpaceDE w:val="0"/>
        <w:autoSpaceDN w:val="0"/>
        <w:adjustRightInd w:val="0"/>
        <w:spacing w:line="360" w:lineRule="auto"/>
        <w:ind w:firstLine="708"/>
        <w:jc w:val="both"/>
        <w:rPr>
          <w:sz w:val="26"/>
          <w:szCs w:val="26"/>
        </w:rPr>
      </w:pPr>
      <w:r w:rsidRPr="00512309">
        <w:rPr>
          <w:sz w:val="26"/>
          <w:szCs w:val="26"/>
        </w:rPr>
        <w:t xml:space="preserve">1.1. </w:t>
      </w:r>
      <w:r w:rsidR="000F4B32">
        <w:rPr>
          <w:sz w:val="26"/>
          <w:szCs w:val="26"/>
        </w:rPr>
        <w:t xml:space="preserve">В </w:t>
      </w:r>
      <w:r w:rsidR="00A75B27">
        <w:rPr>
          <w:sz w:val="26"/>
          <w:szCs w:val="26"/>
        </w:rPr>
        <w:t>наименовании</w:t>
      </w:r>
      <w:r w:rsidR="00062BFD">
        <w:rPr>
          <w:sz w:val="26"/>
          <w:szCs w:val="26"/>
        </w:rPr>
        <w:t xml:space="preserve"> постановления, в </w:t>
      </w:r>
      <w:r w:rsidR="000F4B32">
        <w:rPr>
          <w:sz w:val="26"/>
          <w:szCs w:val="26"/>
        </w:rPr>
        <w:t>пункт</w:t>
      </w:r>
      <w:r w:rsidR="00A00873">
        <w:rPr>
          <w:sz w:val="26"/>
          <w:szCs w:val="26"/>
        </w:rPr>
        <w:t>ах</w:t>
      </w:r>
      <w:r w:rsidR="000F4B32">
        <w:rPr>
          <w:sz w:val="26"/>
          <w:szCs w:val="26"/>
        </w:rPr>
        <w:t xml:space="preserve"> 1</w:t>
      </w:r>
      <w:r w:rsidR="00CD378F">
        <w:rPr>
          <w:sz w:val="26"/>
          <w:szCs w:val="26"/>
        </w:rPr>
        <w:t>, 4</w:t>
      </w:r>
      <w:r w:rsidRPr="00512309">
        <w:rPr>
          <w:sz w:val="26"/>
          <w:szCs w:val="26"/>
        </w:rPr>
        <w:t xml:space="preserve"> постановления после слов «</w:t>
      </w:r>
      <w:r w:rsidR="00062BFD">
        <w:rPr>
          <w:sz w:val="26"/>
          <w:szCs w:val="26"/>
        </w:rPr>
        <w:t>договорам найма жилых помещений</w:t>
      </w:r>
      <w:r w:rsidR="00245B34">
        <w:rPr>
          <w:sz w:val="26"/>
          <w:szCs w:val="26"/>
        </w:rPr>
        <w:t>» дополнить словами</w:t>
      </w:r>
      <w:r w:rsidRPr="00512309">
        <w:rPr>
          <w:sz w:val="26"/>
          <w:szCs w:val="26"/>
        </w:rPr>
        <w:t xml:space="preserve"> «</w:t>
      </w:r>
      <w:r w:rsidR="00062BFD">
        <w:rPr>
          <w:sz w:val="26"/>
          <w:szCs w:val="26"/>
        </w:rPr>
        <w:t>государственного или</w:t>
      </w:r>
      <w:r w:rsidRPr="00512309">
        <w:rPr>
          <w:sz w:val="26"/>
          <w:szCs w:val="26"/>
        </w:rPr>
        <w:t>».</w:t>
      </w:r>
    </w:p>
    <w:p w:rsidR="00CD378F" w:rsidRDefault="000F4B32" w:rsidP="00CD378F">
      <w:pPr>
        <w:widowControl w:val="0"/>
        <w:autoSpaceDE w:val="0"/>
        <w:autoSpaceDN w:val="0"/>
        <w:adjustRightInd w:val="0"/>
        <w:spacing w:line="360" w:lineRule="auto"/>
        <w:ind w:firstLine="709"/>
        <w:jc w:val="both"/>
        <w:rPr>
          <w:sz w:val="26"/>
          <w:szCs w:val="26"/>
        </w:rPr>
      </w:pPr>
      <w:r>
        <w:rPr>
          <w:sz w:val="26"/>
          <w:szCs w:val="26"/>
        </w:rPr>
        <w:lastRenderedPageBreak/>
        <w:t>1.</w:t>
      </w:r>
      <w:r w:rsidR="00CD378F">
        <w:rPr>
          <w:sz w:val="26"/>
          <w:szCs w:val="26"/>
        </w:rPr>
        <w:t>2</w:t>
      </w:r>
      <w:r>
        <w:rPr>
          <w:sz w:val="26"/>
          <w:szCs w:val="26"/>
        </w:rPr>
        <w:t>.</w:t>
      </w:r>
      <w:r>
        <w:rPr>
          <w:sz w:val="26"/>
          <w:szCs w:val="26"/>
        </w:rPr>
        <w:tab/>
      </w:r>
      <w:r w:rsidR="00512309" w:rsidRPr="00512309">
        <w:rPr>
          <w:sz w:val="26"/>
          <w:szCs w:val="26"/>
        </w:rPr>
        <w:t xml:space="preserve">Приложение </w:t>
      </w:r>
      <w:r w:rsidR="00E1431B">
        <w:rPr>
          <w:sz w:val="26"/>
          <w:szCs w:val="26"/>
        </w:rPr>
        <w:t>к постановлению</w:t>
      </w:r>
      <w:r w:rsidR="00512309" w:rsidRPr="00512309">
        <w:rPr>
          <w:sz w:val="26"/>
          <w:szCs w:val="26"/>
        </w:rPr>
        <w:t xml:space="preserve"> изложить в новой прилагаемой редакции.</w:t>
      </w:r>
    </w:p>
    <w:p w:rsidR="00CD378F" w:rsidRDefault="00512309" w:rsidP="00CD378F">
      <w:pPr>
        <w:widowControl w:val="0"/>
        <w:autoSpaceDE w:val="0"/>
        <w:autoSpaceDN w:val="0"/>
        <w:adjustRightInd w:val="0"/>
        <w:spacing w:line="360" w:lineRule="auto"/>
        <w:ind w:firstLine="709"/>
        <w:jc w:val="both"/>
        <w:rPr>
          <w:sz w:val="26"/>
          <w:szCs w:val="26"/>
        </w:rPr>
      </w:pPr>
      <w:r w:rsidRPr="00512309">
        <w:rPr>
          <w:sz w:val="26"/>
          <w:szCs w:val="26"/>
        </w:rPr>
        <w:t xml:space="preserve">2. </w:t>
      </w:r>
      <w:r w:rsidR="00E1431B">
        <w:rPr>
          <w:sz w:val="26"/>
          <w:szCs w:val="26"/>
        </w:rPr>
        <w:tab/>
      </w:r>
      <w:r w:rsidRPr="00512309">
        <w:rPr>
          <w:sz w:val="26"/>
          <w:szCs w:val="26"/>
        </w:rPr>
        <w:t>Настоящее постановление подлежит опубликованию в газете «Вологодские новости», размещению на официальном сай</w:t>
      </w:r>
      <w:r w:rsidR="00CD378F">
        <w:rPr>
          <w:sz w:val="26"/>
          <w:szCs w:val="26"/>
        </w:rPr>
        <w:t xml:space="preserve">те Администрации города Вологды </w:t>
      </w:r>
      <w:r w:rsidR="004404C6" w:rsidRPr="003A3260">
        <w:rPr>
          <w:sz w:val="26"/>
          <w:szCs w:val="26"/>
        </w:rPr>
        <w:t>в информационно-телекоммуникационной сети «Интернет»</w:t>
      </w:r>
      <w:r w:rsidR="004404C6">
        <w:rPr>
          <w:sz w:val="26"/>
          <w:szCs w:val="26"/>
        </w:rPr>
        <w:t xml:space="preserve"> </w:t>
      </w:r>
      <w:r w:rsidR="00CD378F">
        <w:rPr>
          <w:sz w:val="26"/>
          <w:szCs w:val="26"/>
        </w:rPr>
        <w:t>и вступает в силу со дня опубликования.</w:t>
      </w:r>
    </w:p>
    <w:p w:rsidR="00512309" w:rsidRPr="00512309" w:rsidRDefault="00512309" w:rsidP="00512309">
      <w:pPr>
        <w:spacing w:line="360" w:lineRule="auto"/>
        <w:ind w:firstLine="709"/>
        <w:jc w:val="both"/>
        <w:rPr>
          <w:sz w:val="26"/>
          <w:szCs w:val="26"/>
        </w:rPr>
      </w:pPr>
    </w:p>
    <w:p w:rsidR="00512309" w:rsidRPr="00512309" w:rsidRDefault="00512309" w:rsidP="00512309">
      <w:pPr>
        <w:jc w:val="both"/>
        <w:rPr>
          <w:sz w:val="26"/>
          <w:szCs w:val="26"/>
        </w:rPr>
      </w:pPr>
    </w:p>
    <w:p w:rsidR="00512309" w:rsidRPr="00512309" w:rsidRDefault="00512309" w:rsidP="00512309">
      <w:pPr>
        <w:jc w:val="both"/>
        <w:rPr>
          <w:sz w:val="26"/>
          <w:szCs w:val="26"/>
        </w:rPr>
      </w:pPr>
      <w:r w:rsidRPr="00512309">
        <w:rPr>
          <w:sz w:val="26"/>
          <w:szCs w:val="26"/>
        </w:rPr>
        <w:t>Мэр города Вологды                                                                                 С.А. Воропанов</w:t>
      </w:r>
    </w:p>
    <w:p w:rsidR="00512309" w:rsidRDefault="00512309" w:rsidP="0002283E">
      <w:pPr>
        <w:ind w:right="-1"/>
        <w:jc w:val="both"/>
        <w:rPr>
          <w:sz w:val="26"/>
        </w:rPr>
      </w:pPr>
    </w:p>
    <w:sectPr w:rsidR="00512309" w:rsidSect="00EC2A18">
      <w:headerReference w:type="default" r:id="rId13"/>
      <w:pgSz w:w="11907" w:h="16840"/>
      <w:pgMar w:top="568" w:right="567" w:bottom="709" w:left="1701" w:header="720" w:footer="35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F2E" w:rsidRDefault="00E61F2E">
      <w:r>
        <w:separator/>
      </w:r>
    </w:p>
  </w:endnote>
  <w:endnote w:type="continuationSeparator" w:id="0">
    <w:p w:rsidR="00E61F2E" w:rsidRDefault="00E6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F2E" w:rsidRDefault="00E61F2E">
      <w:r>
        <w:separator/>
      </w:r>
    </w:p>
  </w:footnote>
  <w:footnote w:type="continuationSeparator" w:id="0">
    <w:p w:rsidR="00E61F2E" w:rsidRDefault="00E61F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A63" w:rsidRDefault="00AA41FC">
    <w:pPr>
      <w:pStyle w:val="a3"/>
      <w:jc w:val="center"/>
    </w:pPr>
    <w:r>
      <w:fldChar w:fldCharType="begin"/>
    </w:r>
    <w:r w:rsidR="0043159F">
      <w:instrText>PAGE   \* MERGEFORMAT</w:instrText>
    </w:r>
    <w:r>
      <w:fldChar w:fldCharType="separate"/>
    </w:r>
    <w:r w:rsidR="008D3968">
      <w:rPr>
        <w:noProof/>
      </w:rPr>
      <w:t>2</w:t>
    </w:r>
    <w:r>
      <w:rPr>
        <w:noProof/>
      </w:rPr>
      <w:fldChar w:fldCharType="end"/>
    </w:r>
  </w:p>
  <w:p w:rsidR="009F5A63" w:rsidRDefault="009F5A6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10BA7421"/>
    <w:multiLevelType w:val="multilevel"/>
    <w:tmpl w:val="B3C65A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8D81622"/>
    <w:multiLevelType w:val="multilevel"/>
    <w:tmpl w:val="98D80B78"/>
    <w:lvl w:ilvl="0">
      <w:start w:val="3"/>
      <w:numFmt w:val="decimal"/>
      <w:lvlText w:val="%1."/>
      <w:lvlJc w:val="left"/>
      <w:pPr>
        <w:ind w:left="585" w:hanging="585"/>
      </w:pPr>
      <w:rPr>
        <w:rFonts w:hint="default"/>
      </w:rPr>
    </w:lvl>
    <w:lvl w:ilvl="1">
      <w:start w:val="1"/>
      <w:numFmt w:val="decimal"/>
      <w:lvlText w:val="%1.%2."/>
      <w:lvlJc w:val="left"/>
      <w:pPr>
        <w:ind w:left="1072" w:hanging="720"/>
      </w:pPr>
      <w:rPr>
        <w:rFonts w:hint="default"/>
      </w:rPr>
    </w:lvl>
    <w:lvl w:ilvl="2">
      <w:start w:val="9"/>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3">
    <w:nsid w:val="29515169"/>
    <w:multiLevelType w:val="multilevel"/>
    <w:tmpl w:val="E9445EA0"/>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C4C1D8B"/>
    <w:multiLevelType w:val="multilevel"/>
    <w:tmpl w:val="069850F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F1D20DF"/>
    <w:multiLevelType w:val="multilevel"/>
    <w:tmpl w:val="864EC10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nsid w:val="371A266B"/>
    <w:multiLevelType w:val="hybridMultilevel"/>
    <w:tmpl w:val="22ACA04C"/>
    <w:lvl w:ilvl="0" w:tplc="1540979A">
      <w:start w:val="1"/>
      <w:numFmt w:val="decimal"/>
      <w:lvlText w:val="%1."/>
      <w:lvlJc w:val="left"/>
      <w:pPr>
        <w:tabs>
          <w:tab w:val="num" w:pos="2029"/>
        </w:tabs>
        <w:ind w:left="2029" w:hanging="1320"/>
      </w:pPr>
      <w:rPr>
        <w:rFonts w:hint="default"/>
      </w:rPr>
    </w:lvl>
    <w:lvl w:ilvl="1" w:tplc="9DB2437C">
      <w:numFmt w:val="none"/>
      <w:lvlText w:val=""/>
      <w:lvlJc w:val="left"/>
      <w:pPr>
        <w:tabs>
          <w:tab w:val="num" w:pos="360"/>
        </w:tabs>
      </w:pPr>
    </w:lvl>
    <w:lvl w:ilvl="2" w:tplc="7FA69BE8">
      <w:numFmt w:val="none"/>
      <w:lvlText w:val=""/>
      <w:lvlJc w:val="left"/>
      <w:pPr>
        <w:tabs>
          <w:tab w:val="num" w:pos="360"/>
        </w:tabs>
      </w:pPr>
    </w:lvl>
    <w:lvl w:ilvl="3" w:tplc="C10EE4C2">
      <w:numFmt w:val="none"/>
      <w:lvlText w:val=""/>
      <w:lvlJc w:val="left"/>
      <w:pPr>
        <w:tabs>
          <w:tab w:val="num" w:pos="360"/>
        </w:tabs>
      </w:pPr>
    </w:lvl>
    <w:lvl w:ilvl="4" w:tplc="A13C04BE">
      <w:numFmt w:val="none"/>
      <w:lvlText w:val=""/>
      <w:lvlJc w:val="left"/>
      <w:pPr>
        <w:tabs>
          <w:tab w:val="num" w:pos="360"/>
        </w:tabs>
      </w:pPr>
    </w:lvl>
    <w:lvl w:ilvl="5" w:tplc="58ECB3CA">
      <w:numFmt w:val="none"/>
      <w:lvlText w:val=""/>
      <w:lvlJc w:val="left"/>
      <w:pPr>
        <w:tabs>
          <w:tab w:val="num" w:pos="360"/>
        </w:tabs>
      </w:pPr>
    </w:lvl>
    <w:lvl w:ilvl="6" w:tplc="FFEEEE3E">
      <w:numFmt w:val="none"/>
      <w:lvlText w:val=""/>
      <w:lvlJc w:val="left"/>
      <w:pPr>
        <w:tabs>
          <w:tab w:val="num" w:pos="360"/>
        </w:tabs>
      </w:pPr>
    </w:lvl>
    <w:lvl w:ilvl="7" w:tplc="62803F7A">
      <w:numFmt w:val="none"/>
      <w:lvlText w:val=""/>
      <w:lvlJc w:val="left"/>
      <w:pPr>
        <w:tabs>
          <w:tab w:val="num" w:pos="360"/>
        </w:tabs>
      </w:pPr>
    </w:lvl>
    <w:lvl w:ilvl="8" w:tplc="903E3B9A">
      <w:numFmt w:val="none"/>
      <w:lvlText w:val=""/>
      <w:lvlJc w:val="left"/>
      <w:pPr>
        <w:tabs>
          <w:tab w:val="num" w:pos="360"/>
        </w:tabs>
      </w:pPr>
    </w:lvl>
  </w:abstractNum>
  <w:abstractNum w:abstractNumId="7">
    <w:nsid w:val="3EA45157"/>
    <w:multiLevelType w:val="multilevel"/>
    <w:tmpl w:val="A0AA07AA"/>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0983BDC"/>
    <w:multiLevelType w:val="multilevel"/>
    <w:tmpl w:val="6E842B4E"/>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1C84B13"/>
    <w:multiLevelType w:val="hybridMultilevel"/>
    <w:tmpl w:val="C1A2FB08"/>
    <w:lvl w:ilvl="0" w:tplc="95FC91B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A1D071D"/>
    <w:multiLevelType w:val="multilevel"/>
    <w:tmpl w:val="4614F612"/>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4B803B22"/>
    <w:multiLevelType w:val="multilevel"/>
    <w:tmpl w:val="2898C2F0"/>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2">
    <w:nsid w:val="4EE86C9E"/>
    <w:multiLevelType w:val="multilevel"/>
    <w:tmpl w:val="7EF86EB2"/>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nsid w:val="50A22A41"/>
    <w:multiLevelType w:val="multilevel"/>
    <w:tmpl w:val="8AAEC0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6EA06AE"/>
    <w:multiLevelType w:val="multilevel"/>
    <w:tmpl w:val="CB04F48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7AD5D5F"/>
    <w:multiLevelType w:val="multilevel"/>
    <w:tmpl w:val="8F2E5564"/>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58993D36"/>
    <w:multiLevelType w:val="multilevel"/>
    <w:tmpl w:val="23ACFBB8"/>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D7E7744"/>
    <w:multiLevelType w:val="multilevel"/>
    <w:tmpl w:val="6C6E2236"/>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8">
    <w:nsid w:val="61414B7A"/>
    <w:multiLevelType w:val="multilevel"/>
    <w:tmpl w:val="3FE0F886"/>
    <w:lvl w:ilvl="0">
      <w:start w:val="1"/>
      <w:numFmt w:val="decimal"/>
      <w:lvlText w:val="%1."/>
      <w:lvlJc w:val="left"/>
      <w:pPr>
        <w:ind w:left="1068" w:hanging="360"/>
      </w:pPr>
      <w:rPr>
        <w:rFonts w:hint="default"/>
        <w:color w:val="000000"/>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19">
    <w:nsid w:val="7C7E48EC"/>
    <w:multiLevelType w:val="multilevel"/>
    <w:tmpl w:val="A11C1D7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7DA27F68"/>
    <w:multiLevelType w:val="multilevel"/>
    <w:tmpl w:val="0CBA8D6E"/>
    <w:lvl w:ilvl="0">
      <w:start w:val="2"/>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6"/>
  </w:num>
  <w:num w:numId="2">
    <w:abstractNumId w:val="12"/>
  </w:num>
  <w:num w:numId="3">
    <w:abstractNumId w:val="17"/>
  </w:num>
  <w:num w:numId="4">
    <w:abstractNumId w:val="8"/>
  </w:num>
  <w:num w:numId="5">
    <w:abstractNumId w:val="10"/>
  </w:num>
  <w:num w:numId="6">
    <w:abstractNumId w:val="16"/>
  </w:num>
  <w:num w:numId="7">
    <w:abstractNumId w:val="7"/>
  </w:num>
  <w:num w:numId="8">
    <w:abstractNumId w:val="4"/>
  </w:num>
  <w:num w:numId="9">
    <w:abstractNumId w:val="3"/>
  </w:num>
  <w:num w:numId="10">
    <w:abstractNumId w:val="5"/>
  </w:num>
  <w:num w:numId="11">
    <w:abstractNumId w:val="19"/>
  </w:num>
  <w:num w:numId="12">
    <w:abstractNumId w:val="20"/>
  </w:num>
  <w:num w:numId="13">
    <w:abstractNumId w:val="13"/>
  </w:num>
  <w:num w:numId="14">
    <w:abstractNumId w:val="1"/>
  </w:num>
  <w:num w:numId="15">
    <w:abstractNumId w:val="14"/>
  </w:num>
  <w:num w:numId="16">
    <w:abstractNumId w:val="15"/>
  </w:num>
  <w:num w:numId="17">
    <w:abstractNumId w:val="18"/>
  </w:num>
  <w:num w:numId="18">
    <w:abstractNumId w:val="2"/>
  </w:num>
  <w:num w:numId="19">
    <w:abstractNumId w:val="11"/>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CFA"/>
    <w:rsid w:val="00000DC9"/>
    <w:rsid w:val="000032E9"/>
    <w:rsid w:val="000036E5"/>
    <w:rsid w:val="00006171"/>
    <w:rsid w:val="00011186"/>
    <w:rsid w:val="000114F4"/>
    <w:rsid w:val="00016A66"/>
    <w:rsid w:val="0002283E"/>
    <w:rsid w:val="00023CA7"/>
    <w:rsid w:val="00023E90"/>
    <w:rsid w:val="00032E0B"/>
    <w:rsid w:val="00034896"/>
    <w:rsid w:val="00041E71"/>
    <w:rsid w:val="00050C97"/>
    <w:rsid w:val="00050FBD"/>
    <w:rsid w:val="00054F63"/>
    <w:rsid w:val="00056D1A"/>
    <w:rsid w:val="000604F0"/>
    <w:rsid w:val="00060D24"/>
    <w:rsid w:val="00062BFD"/>
    <w:rsid w:val="00067531"/>
    <w:rsid w:val="00067926"/>
    <w:rsid w:val="00072D48"/>
    <w:rsid w:val="00076282"/>
    <w:rsid w:val="00077D06"/>
    <w:rsid w:val="00084E5B"/>
    <w:rsid w:val="00090FBB"/>
    <w:rsid w:val="000A21FF"/>
    <w:rsid w:val="000B1CEF"/>
    <w:rsid w:val="000B1D40"/>
    <w:rsid w:val="000B3A7C"/>
    <w:rsid w:val="000C0516"/>
    <w:rsid w:val="000C2E4E"/>
    <w:rsid w:val="000C6659"/>
    <w:rsid w:val="000D189B"/>
    <w:rsid w:val="000E3C7C"/>
    <w:rsid w:val="000F2078"/>
    <w:rsid w:val="000F2CE0"/>
    <w:rsid w:val="000F4B32"/>
    <w:rsid w:val="00104734"/>
    <w:rsid w:val="00105336"/>
    <w:rsid w:val="00107831"/>
    <w:rsid w:val="00107F50"/>
    <w:rsid w:val="0011337A"/>
    <w:rsid w:val="00114E81"/>
    <w:rsid w:val="00115A9C"/>
    <w:rsid w:val="001170FA"/>
    <w:rsid w:val="00117407"/>
    <w:rsid w:val="001202E2"/>
    <w:rsid w:val="0013100D"/>
    <w:rsid w:val="00132253"/>
    <w:rsid w:val="00134342"/>
    <w:rsid w:val="0013523D"/>
    <w:rsid w:val="00141872"/>
    <w:rsid w:val="00147260"/>
    <w:rsid w:val="00153CF5"/>
    <w:rsid w:val="00154357"/>
    <w:rsid w:val="001627C8"/>
    <w:rsid w:val="00164474"/>
    <w:rsid w:val="001646EA"/>
    <w:rsid w:val="0016695D"/>
    <w:rsid w:val="00166E62"/>
    <w:rsid w:val="00180461"/>
    <w:rsid w:val="00180745"/>
    <w:rsid w:val="001857C5"/>
    <w:rsid w:val="001906BB"/>
    <w:rsid w:val="00190BE7"/>
    <w:rsid w:val="001953B9"/>
    <w:rsid w:val="001A238D"/>
    <w:rsid w:val="001A6175"/>
    <w:rsid w:val="001B1F65"/>
    <w:rsid w:val="001B6ED8"/>
    <w:rsid w:val="001C1CBE"/>
    <w:rsid w:val="001C278B"/>
    <w:rsid w:val="001C2C64"/>
    <w:rsid w:val="001D152D"/>
    <w:rsid w:val="001D5C66"/>
    <w:rsid w:val="001E25B4"/>
    <w:rsid w:val="001E68EF"/>
    <w:rsid w:val="001F1E7F"/>
    <w:rsid w:val="00203BC3"/>
    <w:rsid w:val="0020547E"/>
    <w:rsid w:val="00211723"/>
    <w:rsid w:val="0021558E"/>
    <w:rsid w:val="002157C9"/>
    <w:rsid w:val="00216C32"/>
    <w:rsid w:val="00220432"/>
    <w:rsid w:val="00220B4B"/>
    <w:rsid w:val="002217F5"/>
    <w:rsid w:val="002253B2"/>
    <w:rsid w:val="00225CF9"/>
    <w:rsid w:val="002273D0"/>
    <w:rsid w:val="00230F21"/>
    <w:rsid w:val="002344FA"/>
    <w:rsid w:val="00240186"/>
    <w:rsid w:val="00242EF2"/>
    <w:rsid w:val="002436C9"/>
    <w:rsid w:val="00245B34"/>
    <w:rsid w:val="00246830"/>
    <w:rsid w:val="002504EA"/>
    <w:rsid w:val="00253AC1"/>
    <w:rsid w:val="00253E05"/>
    <w:rsid w:val="00263FC4"/>
    <w:rsid w:val="00270738"/>
    <w:rsid w:val="002709D6"/>
    <w:rsid w:val="00275FFA"/>
    <w:rsid w:val="00277E4E"/>
    <w:rsid w:val="00282037"/>
    <w:rsid w:val="002841E1"/>
    <w:rsid w:val="002859F2"/>
    <w:rsid w:val="00291B3F"/>
    <w:rsid w:val="00291D48"/>
    <w:rsid w:val="002957E0"/>
    <w:rsid w:val="002A0932"/>
    <w:rsid w:val="002A4664"/>
    <w:rsid w:val="002B2A31"/>
    <w:rsid w:val="002B4B39"/>
    <w:rsid w:val="002B4D14"/>
    <w:rsid w:val="002C04AE"/>
    <w:rsid w:val="002C103C"/>
    <w:rsid w:val="002C45A1"/>
    <w:rsid w:val="002C5097"/>
    <w:rsid w:val="002C566B"/>
    <w:rsid w:val="002C5E0E"/>
    <w:rsid w:val="002E21AB"/>
    <w:rsid w:val="002E2B32"/>
    <w:rsid w:val="002E3C9A"/>
    <w:rsid w:val="002E4AB5"/>
    <w:rsid w:val="002E4FD9"/>
    <w:rsid w:val="002E785F"/>
    <w:rsid w:val="002F13E9"/>
    <w:rsid w:val="002F2617"/>
    <w:rsid w:val="002F2BD8"/>
    <w:rsid w:val="002F2F1C"/>
    <w:rsid w:val="002F4CEC"/>
    <w:rsid w:val="002F5F52"/>
    <w:rsid w:val="002F7112"/>
    <w:rsid w:val="002F7FB3"/>
    <w:rsid w:val="00305643"/>
    <w:rsid w:val="003064F6"/>
    <w:rsid w:val="00311940"/>
    <w:rsid w:val="00313B44"/>
    <w:rsid w:val="00315591"/>
    <w:rsid w:val="00316024"/>
    <w:rsid w:val="003255A2"/>
    <w:rsid w:val="00325A55"/>
    <w:rsid w:val="00325BEC"/>
    <w:rsid w:val="00330605"/>
    <w:rsid w:val="003318CB"/>
    <w:rsid w:val="00332DB7"/>
    <w:rsid w:val="00332FE1"/>
    <w:rsid w:val="00333C00"/>
    <w:rsid w:val="003404C4"/>
    <w:rsid w:val="0034069F"/>
    <w:rsid w:val="003425EF"/>
    <w:rsid w:val="00342900"/>
    <w:rsid w:val="00353840"/>
    <w:rsid w:val="00356504"/>
    <w:rsid w:val="00356E66"/>
    <w:rsid w:val="00362E88"/>
    <w:rsid w:val="00364EB6"/>
    <w:rsid w:val="0037101E"/>
    <w:rsid w:val="003731F0"/>
    <w:rsid w:val="0037435A"/>
    <w:rsid w:val="003743BC"/>
    <w:rsid w:val="00376D15"/>
    <w:rsid w:val="00383C7F"/>
    <w:rsid w:val="0038497B"/>
    <w:rsid w:val="0038554F"/>
    <w:rsid w:val="0038797B"/>
    <w:rsid w:val="00391D2F"/>
    <w:rsid w:val="003935D0"/>
    <w:rsid w:val="0039443D"/>
    <w:rsid w:val="0039629D"/>
    <w:rsid w:val="00397C23"/>
    <w:rsid w:val="003A059F"/>
    <w:rsid w:val="003A0ED1"/>
    <w:rsid w:val="003A2F00"/>
    <w:rsid w:val="003A73A6"/>
    <w:rsid w:val="003A7CA7"/>
    <w:rsid w:val="003B19F8"/>
    <w:rsid w:val="003B4599"/>
    <w:rsid w:val="003B7A0C"/>
    <w:rsid w:val="003B7EF8"/>
    <w:rsid w:val="003C37B4"/>
    <w:rsid w:val="003C5527"/>
    <w:rsid w:val="003D22B7"/>
    <w:rsid w:val="003D3753"/>
    <w:rsid w:val="003D5705"/>
    <w:rsid w:val="003D6809"/>
    <w:rsid w:val="003D745C"/>
    <w:rsid w:val="003E1641"/>
    <w:rsid w:val="003E3F6E"/>
    <w:rsid w:val="003E5F5C"/>
    <w:rsid w:val="003E62BC"/>
    <w:rsid w:val="003F1007"/>
    <w:rsid w:val="003F29C8"/>
    <w:rsid w:val="003F4ECE"/>
    <w:rsid w:val="00401B74"/>
    <w:rsid w:val="0040438B"/>
    <w:rsid w:val="0040544B"/>
    <w:rsid w:val="00412409"/>
    <w:rsid w:val="00412CBD"/>
    <w:rsid w:val="0041733F"/>
    <w:rsid w:val="00417410"/>
    <w:rsid w:val="00421B9E"/>
    <w:rsid w:val="00421E9D"/>
    <w:rsid w:val="0042582C"/>
    <w:rsid w:val="004271B9"/>
    <w:rsid w:val="00427322"/>
    <w:rsid w:val="00427343"/>
    <w:rsid w:val="0043159F"/>
    <w:rsid w:val="0043493F"/>
    <w:rsid w:val="00436B62"/>
    <w:rsid w:val="00437E07"/>
    <w:rsid w:val="00437E94"/>
    <w:rsid w:val="004404C6"/>
    <w:rsid w:val="00441706"/>
    <w:rsid w:val="004418F4"/>
    <w:rsid w:val="0044288B"/>
    <w:rsid w:val="004466A6"/>
    <w:rsid w:val="00453A8D"/>
    <w:rsid w:val="00453E52"/>
    <w:rsid w:val="00455AD8"/>
    <w:rsid w:val="0046132B"/>
    <w:rsid w:val="004614C3"/>
    <w:rsid w:val="004621B1"/>
    <w:rsid w:val="004653AD"/>
    <w:rsid w:val="004656D4"/>
    <w:rsid w:val="00466CFE"/>
    <w:rsid w:val="004705AC"/>
    <w:rsid w:val="0047334F"/>
    <w:rsid w:val="00474A57"/>
    <w:rsid w:val="0048160A"/>
    <w:rsid w:val="004824C3"/>
    <w:rsid w:val="0048434B"/>
    <w:rsid w:val="00484401"/>
    <w:rsid w:val="00484C9E"/>
    <w:rsid w:val="00490601"/>
    <w:rsid w:val="004A0EF6"/>
    <w:rsid w:val="004B7AB6"/>
    <w:rsid w:val="004C0901"/>
    <w:rsid w:val="004C22FA"/>
    <w:rsid w:val="004C4277"/>
    <w:rsid w:val="004C6996"/>
    <w:rsid w:val="004E2EAF"/>
    <w:rsid w:val="004E3696"/>
    <w:rsid w:val="004E4F66"/>
    <w:rsid w:val="004E6C9E"/>
    <w:rsid w:val="004F2826"/>
    <w:rsid w:val="004F4974"/>
    <w:rsid w:val="004F4D61"/>
    <w:rsid w:val="004F7CDE"/>
    <w:rsid w:val="005019DF"/>
    <w:rsid w:val="0050490F"/>
    <w:rsid w:val="0050505F"/>
    <w:rsid w:val="00512309"/>
    <w:rsid w:val="005125D7"/>
    <w:rsid w:val="00513AD2"/>
    <w:rsid w:val="0052252B"/>
    <w:rsid w:val="00523634"/>
    <w:rsid w:val="00524D6C"/>
    <w:rsid w:val="005301A1"/>
    <w:rsid w:val="00534143"/>
    <w:rsid w:val="00534183"/>
    <w:rsid w:val="00535345"/>
    <w:rsid w:val="005375E2"/>
    <w:rsid w:val="00537891"/>
    <w:rsid w:val="00544EE1"/>
    <w:rsid w:val="00551FB6"/>
    <w:rsid w:val="005522F6"/>
    <w:rsid w:val="00555971"/>
    <w:rsid w:val="00557023"/>
    <w:rsid w:val="005600DF"/>
    <w:rsid w:val="00560DFE"/>
    <w:rsid w:val="0056744D"/>
    <w:rsid w:val="00573E5B"/>
    <w:rsid w:val="005818C8"/>
    <w:rsid w:val="00587A81"/>
    <w:rsid w:val="00594A39"/>
    <w:rsid w:val="0059637B"/>
    <w:rsid w:val="005A072B"/>
    <w:rsid w:val="005A0A19"/>
    <w:rsid w:val="005A264A"/>
    <w:rsid w:val="005A5394"/>
    <w:rsid w:val="005A5659"/>
    <w:rsid w:val="005A583E"/>
    <w:rsid w:val="005A7415"/>
    <w:rsid w:val="005B12AA"/>
    <w:rsid w:val="005B2796"/>
    <w:rsid w:val="005C1BD8"/>
    <w:rsid w:val="005C2FFB"/>
    <w:rsid w:val="005C42F3"/>
    <w:rsid w:val="005C5624"/>
    <w:rsid w:val="005C67FB"/>
    <w:rsid w:val="005D071B"/>
    <w:rsid w:val="005D079F"/>
    <w:rsid w:val="005D4E88"/>
    <w:rsid w:val="005D7A69"/>
    <w:rsid w:val="005E0D8E"/>
    <w:rsid w:val="005E17A5"/>
    <w:rsid w:val="005E68D7"/>
    <w:rsid w:val="005F0B64"/>
    <w:rsid w:val="005F2BDC"/>
    <w:rsid w:val="005F466C"/>
    <w:rsid w:val="0060182A"/>
    <w:rsid w:val="00601EBE"/>
    <w:rsid w:val="00610C01"/>
    <w:rsid w:val="00613838"/>
    <w:rsid w:val="006149A6"/>
    <w:rsid w:val="00620B16"/>
    <w:rsid w:val="006221A7"/>
    <w:rsid w:val="0062261B"/>
    <w:rsid w:val="0062377C"/>
    <w:rsid w:val="00625A7C"/>
    <w:rsid w:val="00627543"/>
    <w:rsid w:val="00630DA9"/>
    <w:rsid w:val="00632CD6"/>
    <w:rsid w:val="00636188"/>
    <w:rsid w:val="0063684F"/>
    <w:rsid w:val="006419E0"/>
    <w:rsid w:val="00650AD0"/>
    <w:rsid w:val="00651AD4"/>
    <w:rsid w:val="006525CD"/>
    <w:rsid w:val="006539BE"/>
    <w:rsid w:val="00653A12"/>
    <w:rsid w:val="00661E11"/>
    <w:rsid w:val="00663FC0"/>
    <w:rsid w:val="00671040"/>
    <w:rsid w:val="00671CF4"/>
    <w:rsid w:val="00671FC0"/>
    <w:rsid w:val="006731EA"/>
    <w:rsid w:val="00673B0F"/>
    <w:rsid w:val="00676A61"/>
    <w:rsid w:val="006864FC"/>
    <w:rsid w:val="006929EC"/>
    <w:rsid w:val="00692DDB"/>
    <w:rsid w:val="00692E51"/>
    <w:rsid w:val="006A3EC4"/>
    <w:rsid w:val="006A74C2"/>
    <w:rsid w:val="006A7EBF"/>
    <w:rsid w:val="006B0A51"/>
    <w:rsid w:val="006C0893"/>
    <w:rsid w:val="006C27A1"/>
    <w:rsid w:val="006C5A87"/>
    <w:rsid w:val="006C5EF0"/>
    <w:rsid w:val="006D50A8"/>
    <w:rsid w:val="006D5E27"/>
    <w:rsid w:val="006E0D82"/>
    <w:rsid w:val="006E11F9"/>
    <w:rsid w:val="006E13AE"/>
    <w:rsid w:val="006E2554"/>
    <w:rsid w:val="006E3AF1"/>
    <w:rsid w:val="00702BF9"/>
    <w:rsid w:val="00713DD0"/>
    <w:rsid w:val="00717427"/>
    <w:rsid w:val="007239E8"/>
    <w:rsid w:val="00726832"/>
    <w:rsid w:val="00727782"/>
    <w:rsid w:val="007307D3"/>
    <w:rsid w:val="00732D7B"/>
    <w:rsid w:val="00732E7B"/>
    <w:rsid w:val="00741E54"/>
    <w:rsid w:val="0074555F"/>
    <w:rsid w:val="00750388"/>
    <w:rsid w:val="00755981"/>
    <w:rsid w:val="00764231"/>
    <w:rsid w:val="007707EF"/>
    <w:rsid w:val="0077492F"/>
    <w:rsid w:val="007827F8"/>
    <w:rsid w:val="00785070"/>
    <w:rsid w:val="007906A4"/>
    <w:rsid w:val="007919AC"/>
    <w:rsid w:val="007978FE"/>
    <w:rsid w:val="00797BEC"/>
    <w:rsid w:val="00797EBD"/>
    <w:rsid w:val="007A008C"/>
    <w:rsid w:val="007A14E4"/>
    <w:rsid w:val="007A3C24"/>
    <w:rsid w:val="007A6CF8"/>
    <w:rsid w:val="007A7E66"/>
    <w:rsid w:val="007B00CC"/>
    <w:rsid w:val="007B0114"/>
    <w:rsid w:val="007B031A"/>
    <w:rsid w:val="007B1A77"/>
    <w:rsid w:val="007C384C"/>
    <w:rsid w:val="007D1C6A"/>
    <w:rsid w:val="007D543D"/>
    <w:rsid w:val="007E2B17"/>
    <w:rsid w:val="007E3380"/>
    <w:rsid w:val="007E4310"/>
    <w:rsid w:val="007F202C"/>
    <w:rsid w:val="0080584F"/>
    <w:rsid w:val="008066B4"/>
    <w:rsid w:val="00806F5B"/>
    <w:rsid w:val="00813C62"/>
    <w:rsid w:val="008159A6"/>
    <w:rsid w:val="00815BF4"/>
    <w:rsid w:val="0081745A"/>
    <w:rsid w:val="008176F4"/>
    <w:rsid w:val="008239BE"/>
    <w:rsid w:val="00830984"/>
    <w:rsid w:val="008325D1"/>
    <w:rsid w:val="008367A7"/>
    <w:rsid w:val="008375B0"/>
    <w:rsid w:val="00837F32"/>
    <w:rsid w:val="0084244E"/>
    <w:rsid w:val="008538A3"/>
    <w:rsid w:val="00853918"/>
    <w:rsid w:val="008565E7"/>
    <w:rsid w:val="00861E37"/>
    <w:rsid w:val="008624C0"/>
    <w:rsid w:val="00862B1E"/>
    <w:rsid w:val="00863BFB"/>
    <w:rsid w:val="0086563A"/>
    <w:rsid w:val="0086636E"/>
    <w:rsid w:val="00866DB6"/>
    <w:rsid w:val="00874DA4"/>
    <w:rsid w:val="00875BE7"/>
    <w:rsid w:val="00881AF3"/>
    <w:rsid w:val="00883750"/>
    <w:rsid w:val="00883F2C"/>
    <w:rsid w:val="00884F3D"/>
    <w:rsid w:val="00886513"/>
    <w:rsid w:val="00891064"/>
    <w:rsid w:val="00892269"/>
    <w:rsid w:val="00892D53"/>
    <w:rsid w:val="008930C0"/>
    <w:rsid w:val="008A43FB"/>
    <w:rsid w:val="008B0476"/>
    <w:rsid w:val="008B2AFE"/>
    <w:rsid w:val="008B54B2"/>
    <w:rsid w:val="008C1072"/>
    <w:rsid w:val="008C28B6"/>
    <w:rsid w:val="008C6E37"/>
    <w:rsid w:val="008D0547"/>
    <w:rsid w:val="008D2FC0"/>
    <w:rsid w:val="008D3968"/>
    <w:rsid w:val="008D4722"/>
    <w:rsid w:val="008E0AFF"/>
    <w:rsid w:val="008E0C94"/>
    <w:rsid w:val="008F1DAB"/>
    <w:rsid w:val="008F4CFA"/>
    <w:rsid w:val="008F5D20"/>
    <w:rsid w:val="008F725A"/>
    <w:rsid w:val="008F7B6E"/>
    <w:rsid w:val="00900994"/>
    <w:rsid w:val="00900BD6"/>
    <w:rsid w:val="00905B18"/>
    <w:rsid w:val="00907D4D"/>
    <w:rsid w:val="00911851"/>
    <w:rsid w:val="00912755"/>
    <w:rsid w:val="009132C6"/>
    <w:rsid w:val="00913CDA"/>
    <w:rsid w:val="00914097"/>
    <w:rsid w:val="00915C70"/>
    <w:rsid w:val="00922856"/>
    <w:rsid w:val="0092463B"/>
    <w:rsid w:val="0092512A"/>
    <w:rsid w:val="00926D82"/>
    <w:rsid w:val="009277B5"/>
    <w:rsid w:val="0093031F"/>
    <w:rsid w:val="0093049A"/>
    <w:rsid w:val="00930E11"/>
    <w:rsid w:val="00931611"/>
    <w:rsid w:val="009327EE"/>
    <w:rsid w:val="009353EB"/>
    <w:rsid w:val="009368FC"/>
    <w:rsid w:val="0093767E"/>
    <w:rsid w:val="00941B5A"/>
    <w:rsid w:val="00947FED"/>
    <w:rsid w:val="009514FD"/>
    <w:rsid w:val="00952448"/>
    <w:rsid w:val="00952EE5"/>
    <w:rsid w:val="009577B8"/>
    <w:rsid w:val="00963383"/>
    <w:rsid w:val="0096411B"/>
    <w:rsid w:val="00972E56"/>
    <w:rsid w:val="00974252"/>
    <w:rsid w:val="0097668F"/>
    <w:rsid w:val="00977A97"/>
    <w:rsid w:val="00981447"/>
    <w:rsid w:val="00982916"/>
    <w:rsid w:val="00982CB7"/>
    <w:rsid w:val="009837DC"/>
    <w:rsid w:val="0099004F"/>
    <w:rsid w:val="00990D13"/>
    <w:rsid w:val="009959AE"/>
    <w:rsid w:val="009A48F9"/>
    <w:rsid w:val="009B0F00"/>
    <w:rsid w:val="009B0F92"/>
    <w:rsid w:val="009B16D7"/>
    <w:rsid w:val="009B2223"/>
    <w:rsid w:val="009B33FC"/>
    <w:rsid w:val="009B6E93"/>
    <w:rsid w:val="009B7A5F"/>
    <w:rsid w:val="009C0B2E"/>
    <w:rsid w:val="009C2A40"/>
    <w:rsid w:val="009D4384"/>
    <w:rsid w:val="009D693B"/>
    <w:rsid w:val="009D6A23"/>
    <w:rsid w:val="009D6F2C"/>
    <w:rsid w:val="009D7453"/>
    <w:rsid w:val="009E0734"/>
    <w:rsid w:val="009E2BAD"/>
    <w:rsid w:val="009E39A5"/>
    <w:rsid w:val="009F4E30"/>
    <w:rsid w:val="009F5A63"/>
    <w:rsid w:val="009F65A5"/>
    <w:rsid w:val="009F6B92"/>
    <w:rsid w:val="00A00873"/>
    <w:rsid w:val="00A05F24"/>
    <w:rsid w:val="00A06EAF"/>
    <w:rsid w:val="00A07066"/>
    <w:rsid w:val="00A1056E"/>
    <w:rsid w:val="00A11FF9"/>
    <w:rsid w:val="00A132A1"/>
    <w:rsid w:val="00A15E3F"/>
    <w:rsid w:val="00A214BC"/>
    <w:rsid w:val="00A21DC0"/>
    <w:rsid w:val="00A23395"/>
    <w:rsid w:val="00A26A59"/>
    <w:rsid w:val="00A30592"/>
    <w:rsid w:val="00A32810"/>
    <w:rsid w:val="00A33D17"/>
    <w:rsid w:val="00A36467"/>
    <w:rsid w:val="00A41FE7"/>
    <w:rsid w:val="00A42C90"/>
    <w:rsid w:val="00A435BC"/>
    <w:rsid w:val="00A45C79"/>
    <w:rsid w:val="00A511BC"/>
    <w:rsid w:val="00A52600"/>
    <w:rsid w:val="00A543D4"/>
    <w:rsid w:val="00A57F52"/>
    <w:rsid w:val="00A65F7E"/>
    <w:rsid w:val="00A70FB1"/>
    <w:rsid w:val="00A73B49"/>
    <w:rsid w:val="00A75B27"/>
    <w:rsid w:val="00A7704E"/>
    <w:rsid w:val="00A9740D"/>
    <w:rsid w:val="00A979D5"/>
    <w:rsid w:val="00A97CEE"/>
    <w:rsid w:val="00AA3BC5"/>
    <w:rsid w:val="00AA41FC"/>
    <w:rsid w:val="00AB022C"/>
    <w:rsid w:val="00AB6192"/>
    <w:rsid w:val="00AB6D83"/>
    <w:rsid w:val="00AC4B98"/>
    <w:rsid w:val="00AD0438"/>
    <w:rsid w:val="00AD0D68"/>
    <w:rsid w:val="00AD1AF2"/>
    <w:rsid w:val="00AD2F55"/>
    <w:rsid w:val="00AD3B51"/>
    <w:rsid w:val="00AD555F"/>
    <w:rsid w:val="00AE0E84"/>
    <w:rsid w:val="00AF28C1"/>
    <w:rsid w:val="00AF73F2"/>
    <w:rsid w:val="00B01109"/>
    <w:rsid w:val="00B048A5"/>
    <w:rsid w:val="00B07CB7"/>
    <w:rsid w:val="00B21BE8"/>
    <w:rsid w:val="00B21C40"/>
    <w:rsid w:val="00B224BA"/>
    <w:rsid w:val="00B239DC"/>
    <w:rsid w:val="00B26C93"/>
    <w:rsid w:val="00B31DB6"/>
    <w:rsid w:val="00B35D19"/>
    <w:rsid w:val="00B36887"/>
    <w:rsid w:val="00B36D10"/>
    <w:rsid w:val="00B45AA5"/>
    <w:rsid w:val="00B531F3"/>
    <w:rsid w:val="00B87023"/>
    <w:rsid w:val="00B93A49"/>
    <w:rsid w:val="00B97459"/>
    <w:rsid w:val="00BA212B"/>
    <w:rsid w:val="00BA3900"/>
    <w:rsid w:val="00BA5526"/>
    <w:rsid w:val="00BA65A7"/>
    <w:rsid w:val="00BB1312"/>
    <w:rsid w:val="00BB5C98"/>
    <w:rsid w:val="00BC3DCB"/>
    <w:rsid w:val="00BC6D4F"/>
    <w:rsid w:val="00BD2D3B"/>
    <w:rsid w:val="00BD7D78"/>
    <w:rsid w:val="00BE10A3"/>
    <w:rsid w:val="00BE6B6E"/>
    <w:rsid w:val="00BF1D56"/>
    <w:rsid w:val="00BF33EF"/>
    <w:rsid w:val="00BF7010"/>
    <w:rsid w:val="00BF7187"/>
    <w:rsid w:val="00C00DBA"/>
    <w:rsid w:val="00C03A71"/>
    <w:rsid w:val="00C04EF4"/>
    <w:rsid w:val="00C11702"/>
    <w:rsid w:val="00C11CBD"/>
    <w:rsid w:val="00C139ED"/>
    <w:rsid w:val="00C20CF6"/>
    <w:rsid w:val="00C21FB2"/>
    <w:rsid w:val="00C23EAC"/>
    <w:rsid w:val="00C273E2"/>
    <w:rsid w:val="00C276A7"/>
    <w:rsid w:val="00C31435"/>
    <w:rsid w:val="00C32D55"/>
    <w:rsid w:val="00C359AB"/>
    <w:rsid w:val="00C40221"/>
    <w:rsid w:val="00C41CA3"/>
    <w:rsid w:val="00C42E93"/>
    <w:rsid w:val="00C452D9"/>
    <w:rsid w:val="00C45D88"/>
    <w:rsid w:val="00C46CA7"/>
    <w:rsid w:val="00C46E52"/>
    <w:rsid w:val="00C47932"/>
    <w:rsid w:val="00C51B96"/>
    <w:rsid w:val="00C52478"/>
    <w:rsid w:val="00C53E57"/>
    <w:rsid w:val="00C54C0D"/>
    <w:rsid w:val="00C54DCF"/>
    <w:rsid w:val="00C557D1"/>
    <w:rsid w:val="00C57CD2"/>
    <w:rsid w:val="00C634EB"/>
    <w:rsid w:val="00C650AC"/>
    <w:rsid w:val="00C65F84"/>
    <w:rsid w:val="00C722A9"/>
    <w:rsid w:val="00C730B9"/>
    <w:rsid w:val="00C734C2"/>
    <w:rsid w:val="00C82AEA"/>
    <w:rsid w:val="00C854D2"/>
    <w:rsid w:val="00C85C2A"/>
    <w:rsid w:val="00C96F50"/>
    <w:rsid w:val="00CA06E6"/>
    <w:rsid w:val="00CA2697"/>
    <w:rsid w:val="00CB2E34"/>
    <w:rsid w:val="00CB4CD6"/>
    <w:rsid w:val="00CB61B5"/>
    <w:rsid w:val="00CC30EB"/>
    <w:rsid w:val="00CC448E"/>
    <w:rsid w:val="00CC7117"/>
    <w:rsid w:val="00CC7168"/>
    <w:rsid w:val="00CD378F"/>
    <w:rsid w:val="00CD7D7D"/>
    <w:rsid w:val="00CE1B3D"/>
    <w:rsid w:val="00CE2F8B"/>
    <w:rsid w:val="00CE570C"/>
    <w:rsid w:val="00CE7CF0"/>
    <w:rsid w:val="00CF30DA"/>
    <w:rsid w:val="00CF66EA"/>
    <w:rsid w:val="00D03705"/>
    <w:rsid w:val="00D06294"/>
    <w:rsid w:val="00D065EE"/>
    <w:rsid w:val="00D14166"/>
    <w:rsid w:val="00D14640"/>
    <w:rsid w:val="00D14670"/>
    <w:rsid w:val="00D211A8"/>
    <w:rsid w:val="00D21D2A"/>
    <w:rsid w:val="00D2302E"/>
    <w:rsid w:val="00D236A6"/>
    <w:rsid w:val="00D247A8"/>
    <w:rsid w:val="00D3034B"/>
    <w:rsid w:val="00D3158E"/>
    <w:rsid w:val="00D31F5F"/>
    <w:rsid w:val="00D355AC"/>
    <w:rsid w:val="00D37833"/>
    <w:rsid w:val="00D42F07"/>
    <w:rsid w:val="00D43712"/>
    <w:rsid w:val="00D444B6"/>
    <w:rsid w:val="00D468C8"/>
    <w:rsid w:val="00D50A3C"/>
    <w:rsid w:val="00D5214F"/>
    <w:rsid w:val="00D53C5B"/>
    <w:rsid w:val="00D55D00"/>
    <w:rsid w:val="00D56440"/>
    <w:rsid w:val="00D63555"/>
    <w:rsid w:val="00D651A6"/>
    <w:rsid w:val="00D651D3"/>
    <w:rsid w:val="00D66774"/>
    <w:rsid w:val="00D71B3A"/>
    <w:rsid w:val="00D72DC1"/>
    <w:rsid w:val="00D7352E"/>
    <w:rsid w:val="00D7503D"/>
    <w:rsid w:val="00D83DE8"/>
    <w:rsid w:val="00D91241"/>
    <w:rsid w:val="00D943AA"/>
    <w:rsid w:val="00DA1674"/>
    <w:rsid w:val="00DA22C6"/>
    <w:rsid w:val="00DA6447"/>
    <w:rsid w:val="00DA6CF9"/>
    <w:rsid w:val="00DA75C0"/>
    <w:rsid w:val="00DA7C55"/>
    <w:rsid w:val="00DB09B1"/>
    <w:rsid w:val="00DB3120"/>
    <w:rsid w:val="00DB44E6"/>
    <w:rsid w:val="00DB46B5"/>
    <w:rsid w:val="00DB53D5"/>
    <w:rsid w:val="00DC00FC"/>
    <w:rsid w:val="00DC0E58"/>
    <w:rsid w:val="00DC32F4"/>
    <w:rsid w:val="00DC50FF"/>
    <w:rsid w:val="00DC7DFF"/>
    <w:rsid w:val="00DC7E3B"/>
    <w:rsid w:val="00DD2AA7"/>
    <w:rsid w:val="00DD635C"/>
    <w:rsid w:val="00DD66DB"/>
    <w:rsid w:val="00DE3D8F"/>
    <w:rsid w:val="00DF1729"/>
    <w:rsid w:val="00DF18DB"/>
    <w:rsid w:val="00DF61AC"/>
    <w:rsid w:val="00DF78BE"/>
    <w:rsid w:val="00E014F5"/>
    <w:rsid w:val="00E0189E"/>
    <w:rsid w:val="00E01A68"/>
    <w:rsid w:val="00E034DB"/>
    <w:rsid w:val="00E10413"/>
    <w:rsid w:val="00E109A7"/>
    <w:rsid w:val="00E12301"/>
    <w:rsid w:val="00E126BF"/>
    <w:rsid w:val="00E12F38"/>
    <w:rsid w:val="00E132D1"/>
    <w:rsid w:val="00E1431B"/>
    <w:rsid w:val="00E14B3E"/>
    <w:rsid w:val="00E21457"/>
    <w:rsid w:val="00E25A28"/>
    <w:rsid w:val="00E278B5"/>
    <w:rsid w:val="00E318F8"/>
    <w:rsid w:val="00E4343D"/>
    <w:rsid w:val="00E44EBA"/>
    <w:rsid w:val="00E44F74"/>
    <w:rsid w:val="00E46075"/>
    <w:rsid w:val="00E54440"/>
    <w:rsid w:val="00E554D0"/>
    <w:rsid w:val="00E6035A"/>
    <w:rsid w:val="00E6049B"/>
    <w:rsid w:val="00E611D1"/>
    <w:rsid w:val="00E61F2E"/>
    <w:rsid w:val="00E638BE"/>
    <w:rsid w:val="00E650EF"/>
    <w:rsid w:val="00E6659B"/>
    <w:rsid w:val="00E70A9C"/>
    <w:rsid w:val="00E715C2"/>
    <w:rsid w:val="00E74AAE"/>
    <w:rsid w:val="00E77816"/>
    <w:rsid w:val="00E778B9"/>
    <w:rsid w:val="00E77A67"/>
    <w:rsid w:val="00E8140A"/>
    <w:rsid w:val="00E841C1"/>
    <w:rsid w:val="00E90594"/>
    <w:rsid w:val="00E97A9B"/>
    <w:rsid w:val="00EA1BE3"/>
    <w:rsid w:val="00EA4079"/>
    <w:rsid w:val="00EA5175"/>
    <w:rsid w:val="00EB0023"/>
    <w:rsid w:val="00EB0428"/>
    <w:rsid w:val="00EB58BA"/>
    <w:rsid w:val="00EB6B8D"/>
    <w:rsid w:val="00EB7255"/>
    <w:rsid w:val="00EB7FE7"/>
    <w:rsid w:val="00EC2884"/>
    <w:rsid w:val="00EC2A18"/>
    <w:rsid w:val="00ED128A"/>
    <w:rsid w:val="00ED18DB"/>
    <w:rsid w:val="00ED2203"/>
    <w:rsid w:val="00ED2EF5"/>
    <w:rsid w:val="00ED665A"/>
    <w:rsid w:val="00ED7232"/>
    <w:rsid w:val="00EF3F6F"/>
    <w:rsid w:val="00EF404A"/>
    <w:rsid w:val="00EF4A80"/>
    <w:rsid w:val="00EF63BA"/>
    <w:rsid w:val="00F04313"/>
    <w:rsid w:val="00F0691F"/>
    <w:rsid w:val="00F10024"/>
    <w:rsid w:val="00F1461D"/>
    <w:rsid w:val="00F156CB"/>
    <w:rsid w:val="00F164A2"/>
    <w:rsid w:val="00F2094E"/>
    <w:rsid w:val="00F21D4D"/>
    <w:rsid w:val="00F2347D"/>
    <w:rsid w:val="00F23BF0"/>
    <w:rsid w:val="00F24228"/>
    <w:rsid w:val="00F278BB"/>
    <w:rsid w:val="00F27E57"/>
    <w:rsid w:val="00F33133"/>
    <w:rsid w:val="00F3541C"/>
    <w:rsid w:val="00F35F62"/>
    <w:rsid w:val="00F407D5"/>
    <w:rsid w:val="00F50AB0"/>
    <w:rsid w:val="00F53E51"/>
    <w:rsid w:val="00F563FF"/>
    <w:rsid w:val="00F65AF4"/>
    <w:rsid w:val="00F72551"/>
    <w:rsid w:val="00F762D7"/>
    <w:rsid w:val="00F803BE"/>
    <w:rsid w:val="00F82188"/>
    <w:rsid w:val="00F8310C"/>
    <w:rsid w:val="00F841C1"/>
    <w:rsid w:val="00F86A74"/>
    <w:rsid w:val="00F91A7A"/>
    <w:rsid w:val="00F94B11"/>
    <w:rsid w:val="00FA0557"/>
    <w:rsid w:val="00FA1F74"/>
    <w:rsid w:val="00FA1FA5"/>
    <w:rsid w:val="00FA230B"/>
    <w:rsid w:val="00FA2C91"/>
    <w:rsid w:val="00FA7624"/>
    <w:rsid w:val="00FB1669"/>
    <w:rsid w:val="00FB5FC6"/>
    <w:rsid w:val="00FC1DC0"/>
    <w:rsid w:val="00FC3710"/>
    <w:rsid w:val="00FC4282"/>
    <w:rsid w:val="00FC75BB"/>
    <w:rsid w:val="00FD1E4B"/>
    <w:rsid w:val="00FD2EC2"/>
    <w:rsid w:val="00FD77EE"/>
    <w:rsid w:val="00FE0148"/>
    <w:rsid w:val="00FE1564"/>
    <w:rsid w:val="00FE573D"/>
    <w:rsid w:val="00FE7511"/>
    <w:rsid w:val="00FF30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4B3E"/>
  </w:style>
  <w:style w:type="paragraph" w:styleId="1">
    <w:name w:val="heading 1"/>
    <w:basedOn w:val="a"/>
    <w:next w:val="a"/>
    <w:link w:val="10"/>
    <w:qFormat/>
    <w:rsid w:val="00E14B3E"/>
    <w:pPr>
      <w:keepNext/>
      <w:jc w:val="both"/>
      <w:outlineLvl w:val="0"/>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4F7CDE"/>
    <w:rPr>
      <w:sz w:val="26"/>
    </w:rPr>
  </w:style>
  <w:style w:type="paragraph" w:customStyle="1" w:styleId="caaieiaie1">
    <w:name w:val="caaieiaie 1"/>
    <w:basedOn w:val="Iauiue"/>
    <w:next w:val="Iauiue"/>
    <w:rsid w:val="0080584F"/>
    <w:pPr>
      <w:keepNext/>
    </w:pPr>
    <w:rPr>
      <w:b/>
      <w:sz w:val="28"/>
    </w:rPr>
  </w:style>
  <w:style w:type="paragraph" w:styleId="a3">
    <w:name w:val="header"/>
    <w:basedOn w:val="a"/>
    <w:link w:val="a4"/>
    <w:uiPriority w:val="99"/>
    <w:rsid w:val="002253B2"/>
    <w:pPr>
      <w:tabs>
        <w:tab w:val="center" w:pos="4677"/>
        <w:tab w:val="right" w:pos="9355"/>
      </w:tabs>
    </w:pPr>
  </w:style>
  <w:style w:type="paragraph" w:styleId="a5">
    <w:name w:val="footer"/>
    <w:basedOn w:val="a"/>
    <w:rsid w:val="002253B2"/>
    <w:pPr>
      <w:tabs>
        <w:tab w:val="center" w:pos="4677"/>
        <w:tab w:val="right" w:pos="9355"/>
      </w:tabs>
    </w:pPr>
  </w:style>
  <w:style w:type="table" w:styleId="a6">
    <w:name w:val="Table Grid"/>
    <w:basedOn w:val="a1"/>
    <w:rsid w:val="004A0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A0EF6"/>
    <w:pPr>
      <w:widowControl w:val="0"/>
      <w:autoSpaceDE w:val="0"/>
      <w:autoSpaceDN w:val="0"/>
      <w:adjustRightInd w:val="0"/>
    </w:pPr>
    <w:rPr>
      <w:rFonts w:ascii="Courier New" w:hAnsi="Courier New" w:cs="Courier New"/>
    </w:rPr>
  </w:style>
  <w:style w:type="character" w:customStyle="1" w:styleId="a4">
    <w:name w:val="Верхний колонтитул Знак"/>
    <w:link w:val="a3"/>
    <w:uiPriority w:val="99"/>
    <w:rsid w:val="00C96F50"/>
  </w:style>
  <w:style w:type="paragraph" w:styleId="a7">
    <w:name w:val="Balloon Text"/>
    <w:basedOn w:val="a"/>
    <w:link w:val="a8"/>
    <w:rsid w:val="00C96F50"/>
    <w:rPr>
      <w:rFonts w:ascii="Tahoma" w:hAnsi="Tahoma"/>
      <w:sz w:val="16"/>
      <w:szCs w:val="16"/>
    </w:rPr>
  </w:style>
  <w:style w:type="character" w:customStyle="1" w:styleId="a8">
    <w:name w:val="Текст выноски Знак"/>
    <w:link w:val="a7"/>
    <w:rsid w:val="00C96F50"/>
    <w:rPr>
      <w:rFonts w:ascii="Tahoma" w:hAnsi="Tahoma" w:cs="Tahoma"/>
      <w:sz w:val="16"/>
      <w:szCs w:val="16"/>
    </w:rPr>
  </w:style>
  <w:style w:type="paragraph" w:customStyle="1" w:styleId="ConsPlusNormal">
    <w:name w:val="ConsPlusNormal"/>
    <w:rsid w:val="000C0516"/>
    <w:pPr>
      <w:widowControl w:val="0"/>
      <w:autoSpaceDE w:val="0"/>
      <w:autoSpaceDN w:val="0"/>
      <w:adjustRightInd w:val="0"/>
      <w:ind w:firstLine="720"/>
    </w:pPr>
    <w:rPr>
      <w:rFonts w:ascii="Arial" w:hAnsi="Arial" w:cs="Arial"/>
    </w:rPr>
  </w:style>
  <w:style w:type="paragraph" w:customStyle="1" w:styleId="ConsNormal">
    <w:name w:val="ConsNormal"/>
    <w:uiPriority w:val="99"/>
    <w:rsid w:val="00240186"/>
    <w:pPr>
      <w:widowControl w:val="0"/>
      <w:autoSpaceDE w:val="0"/>
      <w:autoSpaceDN w:val="0"/>
      <w:adjustRightInd w:val="0"/>
      <w:ind w:firstLine="720"/>
    </w:pPr>
    <w:rPr>
      <w:rFonts w:ascii="Arial" w:hAnsi="Arial" w:cs="Arial"/>
    </w:rPr>
  </w:style>
  <w:style w:type="paragraph" w:customStyle="1" w:styleId="2">
    <w:name w:val="Знак Знак2 Знак Знак"/>
    <w:basedOn w:val="a"/>
    <w:uiPriority w:val="99"/>
    <w:rsid w:val="007A14E4"/>
    <w:pPr>
      <w:spacing w:after="160" w:line="240" w:lineRule="exact"/>
    </w:pPr>
    <w:rPr>
      <w:rFonts w:ascii="Verdana" w:hAnsi="Verdana" w:cs="Verdana"/>
      <w:lang w:val="en-US" w:eastAsia="en-US"/>
    </w:rPr>
  </w:style>
  <w:style w:type="character" w:customStyle="1" w:styleId="cfs1">
    <w:name w:val="cfs1"/>
    <w:rsid w:val="00313B44"/>
  </w:style>
  <w:style w:type="paragraph" w:customStyle="1" w:styleId="ConsPlusTitle">
    <w:name w:val="ConsPlusTitle"/>
    <w:rsid w:val="00F156CB"/>
    <w:pPr>
      <w:widowControl w:val="0"/>
      <w:autoSpaceDE w:val="0"/>
      <w:autoSpaceDN w:val="0"/>
    </w:pPr>
    <w:rPr>
      <w:rFonts w:ascii="Calibri" w:hAnsi="Calibri" w:cs="Calibri"/>
      <w:b/>
      <w:sz w:val="22"/>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F156CB"/>
    <w:pPr>
      <w:spacing w:after="160" w:line="240" w:lineRule="exact"/>
    </w:pPr>
    <w:rPr>
      <w:rFonts w:ascii="Arial" w:hAnsi="Arial" w:cs="Arial"/>
      <w:lang w:val="en-US" w:eastAsia="en-US"/>
    </w:rPr>
  </w:style>
  <w:style w:type="paragraph" w:customStyle="1" w:styleId="ConsPlusCell">
    <w:name w:val="ConsPlusCell"/>
    <w:rsid w:val="00C40221"/>
    <w:pPr>
      <w:widowControl w:val="0"/>
      <w:autoSpaceDE w:val="0"/>
      <w:autoSpaceDN w:val="0"/>
    </w:pPr>
    <w:rPr>
      <w:rFonts w:ascii="Courier New" w:hAnsi="Courier New" w:cs="Courier New"/>
    </w:rPr>
  </w:style>
  <w:style w:type="paragraph" w:customStyle="1" w:styleId="ConsPlusDocList">
    <w:name w:val="ConsPlusDocList"/>
    <w:rsid w:val="00C40221"/>
    <w:pPr>
      <w:widowControl w:val="0"/>
      <w:autoSpaceDE w:val="0"/>
      <w:autoSpaceDN w:val="0"/>
    </w:pPr>
    <w:rPr>
      <w:rFonts w:ascii="Courier New" w:hAnsi="Courier New" w:cs="Courier New"/>
    </w:rPr>
  </w:style>
  <w:style w:type="paragraph" w:customStyle="1" w:styleId="ConsPlusTitlePage">
    <w:name w:val="ConsPlusTitlePage"/>
    <w:rsid w:val="00C40221"/>
    <w:pPr>
      <w:widowControl w:val="0"/>
      <w:autoSpaceDE w:val="0"/>
      <w:autoSpaceDN w:val="0"/>
    </w:pPr>
    <w:rPr>
      <w:rFonts w:ascii="Tahoma" w:hAnsi="Tahoma" w:cs="Tahoma"/>
    </w:rPr>
  </w:style>
  <w:style w:type="paragraph" w:customStyle="1" w:styleId="ConsPlusJurTerm">
    <w:name w:val="ConsPlusJurTerm"/>
    <w:rsid w:val="00C40221"/>
    <w:pPr>
      <w:widowControl w:val="0"/>
      <w:autoSpaceDE w:val="0"/>
      <w:autoSpaceDN w:val="0"/>
    </w:pPr>
    <w:rPr>
      <w:rFonts w:ascii="Tahoma" w:hAnsi="Tahoma" w:cs="Tahoma"/>
      <w:sz w:val="26"/>
    </w:rPr>
  </w:style>
  <w:style w:type="paragraph" w:styleId="a9">
    <w:name w:val="List Paragraph"/>
    <w:basedOn w:val="a"/>
    <w:uiPriority w:val="34"/>
    <w:qFormat/>
    <w:rsid w:val="00B93A49"/>
    <w:pPr>
      <w:ind w:left="720"/>
      <w:contextualSpacing/>
    </w:pPr>
  </w:style>
  <w:style w:type="character" w:customStyle="1" w:styleId="10">
    <w:name w:val="Заголовок 1 Знак"/>
    <w:basedOn w:val="a0"/>
    <w:link w:val="1"/>
    <w:rsid w:val="002F13E9"/>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4B3E"/>
  </w:style>
  <w:style w:type="paragraph" w:styleId="1">
    <w:name w:val="heading 1"/>
    <w:basedOn w:val="a"/>
    <w:next w:val="a"/>
    <w:link w:val="10"/>
    <w:qFormat/>
    <w:rsid w:val="00E14B3E"/>
    <w:pPr>
      <w:keepNext/>
      <w:jc w:val="both"/>
      <w:outlineLvl w:val="0"/>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4F7CDE"/>
    <w:rPr>
      <w:sz w:val="26"/>
    </w:rPr>
  </w:style>
  <w:style w:type="paragraph" w:customStyle="1" w:styleId="caaieiaie1">
    <w:name w:val="caaieiaie 1"/>
    <w:basedOn w:val="Iauiue"/>
    <w:next w:val="Iauiue"/>
    <w:rsid w:val="0080584F"/>
    <w:pPr>
      <w:keepNext/>
    </w:pPr>
    <w:rPr>
      <w:b/>
      <w:sz w:val="28"/>
    </w:rPr>
  </w:style>
  <w:style w:type="paragraph" w:styleId="a3">
    <w:name w:val="header"/>
    <w:basedOn w:val="a"/>
    <w:link w:val="a4"/>
    <w:uiPriority w:val="99"/>
    <w:rsid w:val="002253B2"/>
    <w:pPr>
      <w:tabs>
        <w:tab w:val="center" w:pos="4677"/>
        <w:tab w:val="right" w:pos="9355"/>
      </w:tabs>
    </w:pPr>
  </w:style>
  <w:style w:type="paragraph" w:styleId="a5">
    <w:name w:val="footer"/>
    <w:basedOn w:val="a"/>
    <w:rsid w:val="002253B2"/>
    <w:pPr>
      <w:tabs>
        <w:tab w:val="center" w:pos="4677"/>
        <w:tab w:val="right" w:pos="9355"/>
      </w:tabs>
    </w:pPr>
  </w:style>
  <w:style w:type="table" w:styleId="a6">
    <w:name w:val="Table Grid"/>
    <w:basedOn w:val="a1"/>
    <w:rsid w:val="004A0E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A0EF6"/>
    <w:pPr>
      <w:widowControl w:val="0"/>
      <w:autoSpaceDE w:val="0"/>
      <w:autoSpaceDN w:val="0"/>
      <w:adjustRightInd w:val="0"/>
    </w:pPr>
    <w:rPr>
      <w:rFonts w:ascii="Courier New" w:hAnsi="Courier New" w:cs="Courier New"/>
    </w:rPr>
  </w:style>
  <w:style w:type="character" w:customStyle="1" w:styleId="a4">
    <w:name w:val="Верхний колонтитул Знак"/>
    <w:link w:val="a3"/>
    <w:uiPriority w:val="99"/>
    <w:rsid w:val="00C96F50"/>
  </w:style>
  <w:style w:type="paragraph" w:styleId="a7">
    <w:name w:val="Balloon Text"/>
    <w:basedOn w:val="a"/>
    <w:link w:val="a8"/>
    <w:rsid w:val="00C96F50"/>
    <w:rPr>
      <w:rFonts w:ascii="Tahoma" w:hAnsi="Tahoma"/>
      <w:sz w:val="16"/>
      <w:szCs w:val="16"/>
    </w:rPr>
  </w:style>
  <w:style w:type="character" w:customStyle="1" w:styleId="a8">
    <w:name w:val="Текст выноски Знак"/>
    <w:link w:val="a7"/>
    <w:rsid w:val="00C96F50"/>
    <w:rPr>
      <w:rFonts w:ascii="Tahoma" w:hAnsi="Tahoma" w:cs="Tahoma"/>
      <w:sz w:val="16"/>
      <w:szCs w:val="16"/>
    </w:rPr>
  </w:style>
  <w:style w:type="paragraph" w:customStyle="1" w:styleId="ConsPlusNormal">
    <w:name w:val="ConsPlusNormal"/>
    <w:rsid w:val="000C0516"/>
    <w:pPr>
      <w:widowControl w:val="0"/>
      <w:autoSpaceDE w:val="0"/>
      <w:autoSpaceDN w:val="0"/>
      <w:adjustRightInd w:val="0"/>
      <w:ind w:firstLine="720"/>
    </w:pPr>
    <w:rPr>
      <w:rFonts w:ascii="Arial" w:hAnsi="Arial" w:cs="Arial"/>
    </w:rPr>
  </w:style>
  <w:style w:type="paragraph" w:customStyle="1" w:styleId="ConsNormal">
    <w:name w:val="ConsNormal"/>
    <w:uiPriority w:val="99"/>
    <w:rsid w:val="00240186"/>
    <w:pPr>
      <w:widowControl w:val="0"/>
      <w:autoSpaceDE w:val="0"/>
      <w:autoSpaceDN w:val="0"/>
      <w:adjustRightInd w:val="0"/>
      <w:ind w:firstLine="720"/>
    </w:pPr>
    <w:rPr>
      <w:rFonts w:ascii="Arial" w:hAnsi="Arial" w:cs="Arial"/>
    </w:rPr>
  </w:style>
  <w:style w:type="paragraph" w:customStyle="1" w:styleId="2">
    <w:name w:val="Знак Знак2 Знак Знак"/>
    <w:basedOn w:val="a"/>
    <w:uiPriority w:val="99"/>
    <w:rsid w:val="007A14E4"/>
    <w:pPr>
      <w:spacing w:after="160" w:line="240" w:lineRule="exact"/>
    </w:pPr>
    <w:rPr>
      <w:rFonts w:ascii="Verdana" w:hAnsi="Verdana" w:cs="Verdana"/>
      <w:lang w:val="en-US" w:eastAsia="en-US"/>
    </w:rPr>
  </w:style>
  <w:style w:type="character" w:customStyle="1" w:styleId="cfs1">
    <w:name w:val="cfs1"/>
    <w:rsid w:val="00313B44"/>
  </w:style>
  <w:style w:type="paragraph" w:customStyle="1" w:styleId="ConsPlusTitle">
    <w:name w:val="ConsPlusTitle"/>
    <w:rsid w:val="00F156CB"/>
    <w:pPr>
      <w:widowControl w:val="0"/>
      <w:autoSpaceDE w:val="0"/>
      <w:autoSpaceDN w:val="0"/>
    </w:pPr>
    <w:rPr>
      <w:rFonts w:ascii="Calibri" w:hAnsi="Calibri" w:cs="Calibri"/>
      <w:b/>
      <w:sz w:val="22"/>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F156CB"/>
    <w:pPr>
      <w:spacing w:after="160" w:line="240" w:lineRule="exact"/>
    </w:pPr>
    <w:rPr>
      <w:rFonts w:ascii="Arial" w:hAnsi="Arial" w:cs="Arial"/>
      <w:lang w:val="en-US" w:eastAsia="en-US"/>
    </w:rPr>
  </w:style>
  <w:style w:type="paragraph" w:customStyle="1" w:styleId="ConsPlusCell">
    <w:name w:val="ConsPlusCell"/>
    <w:rsid w:val="00C40221"/>
    <w:pPr>
      <w:widowControl w:val="0"/>
      <w:autoSpaceDE w:val="0"/>
      <w:autoSpaceDN w:val="0"/>
    </w:pPr>
    <w:rPr>
      <w:rFonts w:ascii="Courier New" w:hAnsi="Courier New" w:cs="Courier New"/>
    </w:rPr>
  </w:style>
  <w:style w:type="paragraph" w:customStyle="1" w:styleId="ConsPlusDocList">
    <w:name w:val="ConsPlusDocList"/>
    <w:rsid w:val="00C40221"/>
    <w:pPr>
      <w:widowControl w:val="0"/>
      <w:autoSpaceDE w:val="0"/>
      <w:autoSpaceDN w:val="0"/>
    </w:pPr>
    <w:rPr>
      <w:rFonts w:ascii="Courier New" w:hAnsi="Courier New" w:cs="Courier New"/>
    </w:rPr>
  </w:style>
  <w:style w:type="paragraph" w:customStyle="1" w:styleId="ConsPlusTitlePage">
    <w:name w:val="ConsPlusTitlePage"/>
    <w:rsid w:val="00C40221"/>
    <w:pPr>
      <w:widowControl w:val="0"/>
      <w:autoSpaceDE w:val="0"/>
      <w:autoSpaceDN w:val="0"/>
    </w:pPr>
    <w:rPr>
      <w:rFonts w:ascii="Tahoma" w:hAnsi="Tahoma" w:cs="Tahoma"/>
    </w:rPr>
  </w:style>
  <w:style w:type="paragraph" w:customStyle="1" w:styleId="ConsPlusJurTerm">
    <w:name w:val="ConsPlusJurTerm"/>
    <w:rsid w:val="00C40221"/>
    <w:pPr>
      <w:widowControl w:val="0"/>
      <w:autoSpaceDE w:val="0"/>
      <w:autoSpaceDN w:val="0"/>
    </w:pPr>
    <w:rPr>
      <w:rFonts w:ascii="Tahoma" w:hAnsi="Tahoma" w:cs="Tahoma"/>
      <w:sz w:val="26"/>
    </w:rPr>
  </w:style>
  <w:style w:type="paragraph" w:styleId="a9">
    <w:name w:val="List Paragraph"/>
    <w:basedOn w:val="a"/>
    <w:uiPriority w:val="34"/>
    <w:qFormat/>
    <w:rsid w:val="00B93A49"/>
    <w:pPr>
      <w:ind w:left="720"/>
      <w:contextualSpacing/>
    </w:pPr>
  </w:style>
  <w:style w:type="character" w:customStyle="1" w:styleId="10">
    <w:name w:val="Заголовок 1 Знак"/>
    <w:basedOn w:val="a0"/>
    <w:link w:val="1"/>
    <w:rsid w:val="002F13E9"/>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823157">
      <w:bodyDiv w:val="1"/>
      <w:marLeft w:val="0"/>
      <w:marRight w:val="0"/>
      <w:marTop w:val="0"/>
      <w:marBottom w:val="0"/>
      <w:divBdr>
        <w:top w:val="none" w:sz="0" w:space="0" w:color="auto"/>
        <w:left w:val="none" w:sz="0" w:space="0" w:color="auto"/>
        <w:bottom w:val="none" w:sz="0" w:space="0" w:color="auto"/>
        <w:right w:val="none" w:sz="0" w:space="0" w:color="auto"/>
      </w:divBdr>
    </w:div>
    <w:div w:id="1632861104">
      <w:bodyDiv w:val="1"/>
      <w:marLeft w:val="0"/>
      <w:marRight w:val="0"/>
      <w:marTop w:val="0"/>
      <w:marBottom w:val="0"/>
      <w:divBdr>
        <w:top w:val="none" w:sz="0" w:space="0" w:color="auto"/>
        <w:left w:val="none" w:sz="0" w:space="0" w:color="auto"/>
        <w:bottom w:val="none" w:sz="0" w:space="0" w:color="auto"/>
        <w:right w:val="none" w:sz="0" w:space="0" w:color="auto"/>
      </w:divBdr>
    </w:div>
    <w:div w:id="18041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D282C05E125AAA0602AE3F612790A2894A872D0EDBCAC6BEEBB270F1CE534DD33B00C72263D2D00F339C5TCp2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D282C05E125AAA0602AE3F612790A2894A872D0EDBCAC6BEEBB270F1CE534DD33B00C72263D2D00F338C7TCp7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BD282C05E125AAA0602AFDFB0415542C90A724DBE2BEA238B3E47C524BEC3E8A74FF553062302502TFp9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1;&#1077;&#1085;&#1072;\POSTANOV\&#1057;&#1091;&#1073;&#1089;&#1080;&#1076;&#1080;&#1080;\&#1048;&#1079;&#1084;.%20&#1089;&#1091;&#1073;&#1089;&#1080;&#1076;&#1080;&#1103;%20&#1090;&#1088;&#1072;&#1085;&#1089;&#1087;&#1086;&#1088;&#1090;\&#1055;&#1086;&#1089;&#1090;&#1072;&#1085;&#1086;&#1074;&#1083;&#1077;&#1085;&#1080;&#1077;%20&#1040;&#1076;&#1084;&#1080;&#1085;&#1080;&#1089;&#1090;&#1088;&#1072;&#1094;&#108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6306A-EBF0-44C0-AE7A-20A8CB783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Администрации.dot</Template>
  <TotalTime>0</TotalTime>
  <Pages>2</Pages>
  <Words>461</Words>
  <Characters>2632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Администрация г.Вологды</Company>
  <LinksUpToDate>false</LinksUpToDate>
  <CharactersWithSpaces>3087</CharactersWithSpaces>
  <SharedDoc>false</SharedDoc>
  <HLinks>
    <vt:vector size="6" baseType="variant">
      <vt:variant>
        <vt:i4>7143523</vt:i4>
      </vt:variant>
      <vt:variant>
        <vt:i4>0</vt:i4>
      </vt:variant>
      <vt:variant>
        <vt:i4>0</vt:i4>
      </vt:variant>
      <vt:variant>
        <vt:i4>5</vt:i4>
      </vt:variant>
      <vt:variant>
        <vt:lpwstr>consultantplus://offline/ref=FAB357908F28C68C1012EFC53AD2896CE1E7B1CC10F97F0BF982B8379F93FF17EEE3A4438CDDBF85F3EA6752I7u8I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creator>Юхневич</dc:creator>
  <cp:lastModifiedBy>Цацуро Юлия Сергеевна</cp:lastModifiedBy>
  <cp:revision>2</cp:revision>
  <cp:lastPrinted>2019-02-22T06:58:00Z</cp:lastPrinted>
  <dcterms:created xsi:type="dcterms:W3CDTF">2023-06-30T06:24:00Z</dcterms:created>
  <dcterms:modified xsi:type="dcterms:W3CDTF">2023-06-30T06:24:00Z</dcterms:modified>
</cp:coreProperties>
</file>