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rPr>
          <w:sz w:val="36"/>
        </w:rPr>
      </w:pP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F25009" w:rsidRDefault="00B42E72" w:rsidP="003F2055">
      <w:pPr>
        <w:pStyle w:val="ConsPlusTitle"/>
        <w:spacing w:line="276" w:lineRule="auto"/>
        <w:jc w:val="center"/>
      </w:pPr>
      <w:r>
        <w:t xml:space="preserve">О </w:t>
      </w:r>
      <w:r w:rsidR="00B417AE">
        <w:t xml:space="preserve">порядке </w:t>
      </w:r>
      <w:r>
        <w:t xml:space="preserve">определения нормативных затрат на </w:t>
      </w:r>
      <w:r w:rsidR="00B417AE">
        <w:t>оказание муниципальных услуг в социальной сфере</w:t>
      </w:r>
      <w:r>
        <w:t xml:space="preserve"> по реализации дополнительных общеразвивающих программ для детей, в отношении которых осуществляется отбор исполнителей услуг на  территории г</w:t>
      </w:r>
      <w:r w:rsidR="00B417AE">
        <w:t>о</w:t>
      </w:r>
      <w:r>
        <w:t>ро</w:t>
      </w:r>
      <w:r w:rsidR="00B417AE">
        <w:t>дского</w:t>
      </w:r>
      <w:r>
        <w:t xml:space="preserve"> округа города Вологды</w:t>
      </w:r>
    </w:p>
    <w:p w:rsidR="00E85F1A" w:rsidRDefault="00E85F1A" w:rsidP="00E85F1A">
      <w:pPr>
        <w:pStyle w:val="ConsPlusTitle"/>
        <w:jc w:val="center"/>
      </w:pPr>
    </w:p>
    <w:p w:rsidR="00CA3D15" w:rsidRPr="0078066A" w:rsidRDefault="00CA3D15" w:rsidP="00CA3D15">
      <w:pPr>
        <w:jc w:val="both"/>
      </w:pPr>
      <w:r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792234" w:rsidRPr="00820D33" w:rsidRDefault="00792234" w:rsidP="00792234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В</w:t>
      </w:r>
      <w:r w:rsidR="00D54FDD">
        <w:rPr>
          <w:sz w:val="26"/>
          <w:szCs w:val="26"/>
        </w:rPr>
        <w:t xml:space="preserve"> </w:t>
      </w:r>
      <w:bookmarkStart w:id="0" w:name="_GoBack"/>
      <w:bookmarkEnd w:id="0"/>
      <w:r w:rsidRPr="000E59DD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с Федеральными законами от 06 ноября 2003 года № 131-ФЗ «Об общих принципах организации местного самоуправления в Российской Федерации», от 13 июля 2020 года № 189-ФЗ «О государственном (муниципальном) социальном заказе на оказание государственных (муниципальных) услуг в социальной сфере», </w:t>
      </w:r>
      <w:r w:rsidRPr="00820D33">
        <w:rPr>
          <w:color w:val="000000"/>
          <w:sz w:val="26"/>
          <w:szCs w:val="26"/>
        </w:rPr>
        <w:t xml:space="preserve">на основании </w:t>
      </w:r>
      <w:hyperlink r:id="rId10" w:history="1">
        <w:r w:rsidRPr="00820D33">
          <w:rPr>
            <w:color w:val="000000"/>
            <w:sz w:val="26"/>
            <w:szCs w:val="26"/>
          </w:rPr>
          <w:t xml:space="preserve">статей </w:t>
        </w:r>
      </w:hyperlink>
      <w:r w:rsidRPr="00820D33">
        <w:rPr>
          <w:color w:val="000000"/>
          <w:sz w:val="26"/>
          <w:szCs w:val="26"/>
        </w:rPr>
        <w:t xml:space="preserve">27, </w:t>
      </w:r>
      <w:hyperlink r:id="rId11" w:history="1">
        <w:r w:rsidRPr="00820D33">
          <w:rPr>
            <w:color w:val="000000"/>
            <w:sz w:val="26"/>
            <w:szCs w:val="26"/>
          </w:rPr>
          <w:t>44</w:t>
        </w:r>
      </w:hyperlink>
      <w:r w:rsidRPr="00820D33">
        <w:rPr>
          <w:color w:val="000000"/>
          <w:sz w:val="26"/>
          <w:szCs w:val="26"/>
        </w:rPr>
        <w:t xml:space="preserve"> Устава городского округа города Вологды ПОСТАНОВЛЯЮ:</w:t>
      </w:r>
    </w:p>
    <w:p w:rsidR="00C401D6" w:rsidRDefault="00C401D6" w:rsidP="005567F8">
      <w:pPr>
        <w:pStyle w:val="af2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</w:rPr>
      </w:pPr>
      <w:r>
        <w:rPr>
          <w:sz w:val="26"/>
        </w:rPr>
        <w:t>Утвердить</w:t>
      </w:r>
      <w:r w:rsidR="005D1D6D">
        <w:rPr>
          <w:sz w:val="26"/>
        </w:rPr>
        <w:t xml:space="preserve"> </w:t>
      </w:r>
      <w:r w:rsidR="002A3F9B">
        <w:rPr>
          <w:sz w:val="26"/>
        </w:rPr>
        <w:t>прилагаемый П</w:t>
      </w:r>
      <w:r w:rsidR="00B42E72">
        <w:rPr>
          <w:sz w:val="26"/>
        </w:rPr>
        <w:t xml:space="preserve">орядок определения нормативных затрат на оказание муниципальных услуг в социальной сфере по реализации дополнительных общеразвивающих программ для детей, в отношении которых осуществляется отбор исполнителей услуг на территории </w:t>
      </w:r>
      <w:r w:rsidR="00563424">
        <w:rPr>
          <w:sz w:val="26"/>
        </w:rPr>
        <w:t>городского округа города Вологды.</w:t>
      </w:r>
    </w:p>
    <w:p w:rsidR="003410C5" w:rsidRDefault="002A3F9B" w:rsidP="00DD26CD">
      <w:pPr>
        <w:pStyle w:val="af2"/>
        <w:widowControl w:val="0"/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 w:rsidRPr="002A3F9B">
        <w:rPr>
          <w:sz w:val="26"/>
          <w:szCs w:val="26"/>
        </w:rPr>
        <w:t>Настоящее постановление подлежит опубликованию в газете «Вологодские новости»</w:t>
      </w:r>
      <w:r w:rsidR="00BD249E">
        <w:rPr>
          <w:sz w:val="26"/>
          <w:szCs w:val="26"/>
        </w:rPr>
        <w:t>,</w:t>
      </w:r>
      <w:r w:rsidRPr="002A3F9B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«Интернет», вступает в силу с </w:t>
      </w:r>
      <w:r w:rsidR="00BD249E">
        <w:rPr>
          <w:sz w:val="26"/>
          <w:szCs w:val="26"/>
        </w:rPr>
        <w:t>0</w:t>
      </w:r>
      <w:r w:rsidRPr="002A3F9B">
        <w:rPr>
          <w:sz w:val="26"/>
          <w:szCs w:val="26"/>
        </w:rPr>
        <w:t>1 сентября 2023 года.</w:t>
      </w:r>
    </w:p>
    <w:p w:rsidR="002A3F9B" w:rsidRDefault="002A3F9B" w:rsidP="00C0142A">
      <w:pPr>
        <w:ind w:right="-1"/>
        <w:jc w:val="both"/>
        <w:rPr>
          <w:sz w:val="26"/>
          <w:szCs w:val="26"/>
        </w:rPr>
      </w:pPr>
    </w:p>
    <w:p w:rsidR="002A3F9B" w:rsidRDefault="002A3F9B" w:rsidP="00C0142A">
      <w:pPr>
        <w:ind w:right="-1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proofErr w:type="spellStart"/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9A53EE">
        <w:rPr>
          <w:sz w:val="26"/>
          <w:szCs w:val="26"/>
        </w:rPr>
        <w:t>Воропанов</w:t>
      </w:r>
      <w:proofErr w:type="spellEnd"/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2A3F9B">
      <w:headerReference w:type="even" r:id="rId12"/>
      <w:headerReference w:type="default" r:id="rId13"/>
      <w:pgSz w:w="11906" w:h="16838"/>
      <w:pgMar w:top="851" w:right="567" w:bottom="56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D59" w:rsidRDefault="00665D59">
      <w:r>
        <w:separator/>
      </w:r>
    </w:p>
  </w:endnote>
  <w:endnote w:type="continuationSeparator" w:id="0">
    <w:p w:rsidR="00665D59" w:rsidRDefault="00665D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D59" w:rsidRDefault="00665D59">
      <w:r>
        <w:separator/>
      </w:r>
    </w:p>
  </w:footnote>
  <w:footnote w:type="continuationSeparator" w:id="0">
    <w:p w:rsidR="00665D59" w:rsidRDefault="00665D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3B65E7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3B65E7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22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82A0219"/>
    <w:multiLevelType w:val="hybridMultilevel"/>
    <w:tmpl w:val="74DED814"/>
    <w:lvl w:ilvl="0" w:tplc="122ED166">
      <w:start w:val="1"/>
      <w:numFmt w:val="decimal"/>
      <w:lvlText w:val="%1."/>
      <w:lvlJc w:val="left"/>
      <w:pPr>
        <w:ind w:left="1428" w:hanging="360"/>
      </w:pPr>
    </w:lvl>
    <w:lvl w:ilvl="1" w:tplc="C1CEB2E0" w:tentative="1">
      <w:start w:val="1"/>
      <w:numFmt w:val="lowerLetter"/>
      <w:lvlText w:val="%2."/>
      <w:lvlJc w:val="left"/>
      <w:pPr>
        <w:ind w:left="2148" w:hanging="360"/>
      </w:pPr>
    </w:lvl>
    <w:lvl w:ilvl="2" w:tplc="E4982D1C" w:tentative="1">
      <w:start w:val="1"/>
      <w:numFmt w:val="lowerRoman"/>
      <w:lvlText w:val="%3."/>
      <w:lvlJc w:val="right"/>
      <w:pPr>
        <w:ind w:left="2868" w:hanging="360"/>
      </w:pPr>
    </w:lvl>
    <w:lvl w:ilvl="3" w:tplc="F1C0000A" w:tentative="1">
      <w:start w:val="1"/>
      <w:numFmt w:val="decimal"/>
      <w:lvlText w:val="%4."/>
      <w:lvlJc w:val="left"/>
      <w:pPr>
        <w:ind w:left="3588" w:hanging="360"/>
      </w:pPr>
    </w:lvl>
    <w:lvl w:ilvl="4" w:tplc="D2F0C78E" w:tentative="1">
      <w:start w:val="1"/>
      <w:numFmt w:val="lowerLetter"/>
      <w:lvlText w:val="%5."/>
      <w:lvlJc w:val="left"/>
      <w:pPr>
        <w:ind w:left="4308" w:hanging="360"/>
      </w:pPr>
    </w:lvl>
    <w:lvl w:ilvl="5" w:tplc="1838828C" w:tentative="1">
      <w:start w:val="1"/>
      <w:numFmt w:val="lowerRoman"/>
      <w:lvlText w:val="%6."/>
      <w:lvlJc w:val="right"/>
      <w:pPr>
        <w:ind w:left="5028" w:hanging="360"/>
      </w:pPr>
    </w:lvl>
    <w:lvl w:ilvl="6" w:tplc="931C42D8" w:tentative="1">
      <w:start w:val="1"/>
      <w:numFmt w:val="decimal"/>
      <w:lvlText w:val="%7."/>
      <w:lvlJc w:val="left"/>
      <w:pPr>
        <w:ind w:left="5749" w:hanging="360"/>
      </w:pPr>
    </w:lvl>
    <w:lvl w:ilvl="7" w:tplc="B4C6C122" w:tentative="1">
      <w:start w:val="1"/>
      <w:numFmt w:val="lowerLetter"/>
      <w:lvlText w:val="%8."/>
      <w:lvlJc w:val="left"/>
      <w:pPr>
        <w:ind w:left="6469" w:hanging="360"/>
      </w:pPr>
    </w:lvl>
    <w:lvl w:ilvl="8" w:tplc="ACC6A1F0" w:tentative="1">
      <w:start w:val="1"/>
      <w:numFmt w:val="lowerRoman"/>
      <w:lvlText w:val="%9."/>
      <w:lvlJc w:val="right"/>
      <w:pPr>
        <w:ind w:left="7189" w:hanging="360"/>
      </w:pPr>
    </w:lvl>
  </w:abstractNum>
  <w:abstractNum w:abstractNumId="6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7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8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8BE19E8"/>
    <w:multiLevelType w:val="hybridMultilevel"/>
    <w:tmpl w:val="FB0A5B3A"/>
    <w:lvl w:ilvl="0" w:tplc="9B78DC0A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6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6"/>
  </w:num>
  <w:num w:numId="2">
    <w:abstractNumId w:val="4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5"/>
  </w:num>
  <w:num w:numId="6">
    <w:abstractNumId w:val="10"/>
  </w:num>
  <w:num w:numId="7">
    <w:abstractNumId w:val="9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1"/>
  </w:num>
  <w:num w:numId="13">
    <w:abstractNumId w:val="14"/>
  </w:num>
  <w:num w:numId="14">
    <w:abstractNumId w:val="6"/>
  </w:num>
  <w:num w:numId="15">
    <w:abstractNumId w:val="17"/>
  </w:num>
  <w:num w:numId="16">
    <w:abstractNumId w:val="2"/>
  </w:num>
  <w:num w:numId="17">
    <w:abstractNumId w:val="1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7D1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551F6"/>
    <w:rsid w:val="000607E0"/>
    <w:rsid w:val="00061656"/>
    <w:rsid w:val="00062797"/>
    <w:rsid w:val="0006755C"/>
    <w:rsid w:val="00073226"/>
    <w:rsid w:val="00074426"/>
    <w:rsid w:val="0007463D"/>
    <w:rsid w:val="000773D3"/>
    <w:rsid w:val="0008327E"/>
    <w:rsid w:val="000843AD"/>
    <w:rsid w:val="00091931"/>
    <w:rsid w:val="000942B4"/>
    <w:rsid w:val="00095486"/>
    <w:rsid w:val="000A308F"/>
    <w:rsid w:val="000A3686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31A3"/>
    <w:rsid w:val="00105E57"/>
    <w:rsid w:val="001064A1"/>
    <w:rsid w:val="001105A0"/>
    <w:rsid w:val="001119EC"/>
    <w:rsid w:val="001134BE"/>
    <w:rsid w:val="001204C4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A94"/>
    <w:rsid w:val="00156804"/>
    <w:rsid w:val="00156ABD"/>
    <w:rsid w:val="00163666"/>
    <w:rsid w:val="00164880"/>
    <w:rsid w:val="0016683E"/>
    <w:rsid w:val="00170302"/>
    <w:rsid w:val="00170E1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5B8"/>
    <w:rsid w:val="001A7ACC"/>
    <w:rsid w:val="001B0A1C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F10C2"/>
    <w:rsid w:val="001F4E32"/>
    <w:rsid w:val="001F5C9B"/>
    <w:rsid w:val="0020229B"/>
    <w:rsid w:val="0020254E"/>
    <w:rsid w:val="00202B14"/>
    <w:rsid w:val="002030CE"/>
    <w:rsid w:val="00204565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317A0"/>
    <w:rsid w:val="00231AEA"/>
    <w:rsid w:val="00232FED"/>
    <w:rsid w:val="002332CA"/>
    <w:rsid w:val="00235A64"/>
    <w:rsid w:val="002429E8"/>
    <w:rsid w:val="002431CB"/>
    <w:rsid w:val="002455A2"/>
    <w:rsid w:val="00245E50"/>
    <w:rsid w:val="002468EA"/>
    <w:rsid w:val="002522BE"/>
    <w:rsid w:val="002523B8"/>
    <w:rsid w:val="0025335D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90AAC"/>
    <w:rsid w:val="00292183"/>
    <w:rsid w:val="00292D66"/>
    <w:rsid w:val="00293D95"/>
    <w:rsid w:val="0029483E"/>
    <w:rsid w:val="00294857"/>
    <w:rsid w:val="00297611"/>
    <w:rsid w:val="0029788E"/>
    <w:rsid w:val="002A0320"/>
    <w:rsid w:val="002A05AF"/>
    <w:rsid w:val="002A0A56"/>
    <w:rsid w:val="002A0D8A"/>
    <w:rsid w:val="002A2A75"/>
    <w:rsid w:val="002A3F9B"/>
    <w:rsid w:val="002A4B31"/>
    <w:rsid w:val="002A4E4F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0EDC"/>
    <w:rsid w:val="002D46E1"/>
    <w:rsid w:val="002E0EC8"/>
    <w:rsid w:val="002E111D"/>
    <w:rsid w:val="002E179D"/>
    <w:rsid w:val="002E3383"/>
    <w:rsid w:val="002E7195"/>
    <w:rsid w:val="002E7611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47E"/>
    <w:rsid w:val="003457E2"/>
    <w:rsid w:val="00345B03"/>
    <w:rsid w:val="00346305"/>
    <w:rsid w:val="003525FE"/>
    <w:rsid w:val="00352E3C"/>
    <w:rsid w:val="00354B42"/>
    <w:rsid w:val="003555C2"/>
    <w:rsid w:val="00356651"/>
    <w:rsid w:val="00357AAF"/>
    <w:rsid w:val="00364D1F"/>
    <w:rsid w:val="00372C82"/>
    <w:rsid w:val="00373618"/>
    <w:rsid w:val="003744C7"/>
    <w:rsid w:val="003763E3"/>
    <w:rsid w:val="00376DA8"/>
    <w:rsid w:val="00381605"/>
    <w:rsid w:val="00385279"/>
    <w:rsid w:val="00387023"/>
    <w:rsid w:val="0039012C"/>
    <w:rsid w:val="0039177C"/>
    <w:rsid w:val="00391FCE"/>
    <w:rsid w:val="00391FEA"/>
    <w:rsid w:val="00392D13"/>
    <w:rsid w:val="00395CA2"/>
    <w:rsid w:val="003970E0"/>
    <w:rsid w:val="003A088D"/>
    <w:rsid w:val="003A3BA6"/>
    <w:rsid w:val="003A45F7"/>
    <w:rsid w:val="003A4CD9"/>
    <w:rsid w:val="003A79F3"/>
    <w:rsid w:val="003B3499"/>
    <w:rsid w:val="003B3E22"/>
    <w:rsid w:val="003B44CA"/>
    <w:rsid w:val="003B65E7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7622"/>
    <w:rsid w:val="003E1621"/>
    <w:rsid w:val="003E1C8B"/>
    <w:rsid w:val="003E2379"/>
    <w:rsid w:val="003E40F1"/>
    <w:rsid w:val="003E4DF5"/>
    <w:rsid w:val="003F054F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CBC"/>
    <w:rsid w:val="00421FDD"/>
    <w:rsid w:val="00426204"/>
    <w:rsid w:val="00433BAB"/>
    <w:rsid w:val="0043491B"/>
    <w:rsid w:val="00434E9F"/>
    <w:rsid w:val="004355DC"/>
    <w:rsid w:val="00440B3D"/>
    <w:rsid w:val="00455B3F"/>
    <w:rsid w:val="004575CA"/>
    <w:rsid w:val="004600BD"/>
    <w:rsid w:val="004619CF"/>
    <w:rsid w:val="004665E8"/>
    <w:rsid w:val="00466B2A"/>
    <w:rsid w:val="00466C24"/>
    <w:rsid w:val="00466FCE"/>
    <w:rsid w:val="00472CB7"/>
    <w:rsid w:val="004734F0"/>
    <w:rsid w:val="00473670"/>
    <w:rsid w:val="00475780"/>
    <w:rsid w:val="0048047A"/>
    <w:rsid w:val="00480DDE"/>
    <w:rsid w:val="00481C98"/>
    <w:rsid w:val="0048325A"/>
    <w:rsid w:val="00483600"/>
    <w:rsid w:val="00486569"/>
    <w:rsid w:val="00493A6D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67F8"/>
    <w:rsid w:val="00557FA9"/>
    <w:rsid w:val="00561961"/>
    <w:rsid w:val="00563424"/>
    <w:rsid w:val="00565254"/>
    <w:rsid w:val="005669D5"/>
    <w:rsid w:val="00567CEE"/>
    <w:rsid w:val="00570414"/>
    <w:rsid w:val="00571A26"/>
    <w:rsid w:val="00574352"/>
    <w:rsid w:val="005746CF"/>
    <w:rsid w:val="00576E64"/>
    <w:rsid w:val="00580DB1"/>
    <w:rsid w:val="00585E8B"/>
    <w:rsid w:val="005866BE"/>
    <w:rsid w:val="00590201"/>
    <w:rsid w:val="00591002"/>
    <w:rsid w:val="005A1942"/>
    <w:rsid w:val="005A5061"/>
    <w:rsid w:val="005A5D50"/>
    <w:rsid w:val="005A6448"/>
    <w:rsid w:val="005A67B3"/>
    <w:rsid w:val="005A77DA"/>
    <w:rsid w:val="005B2841"/>
    <w:rsid w:val="005B3DE3"/>
    <w:rsid w:val="005B630E"/>
    <w:rsid w:val="005B7D6D"/>
    <w:rsid w:val="005D013F"/>
    <w:rsid w:val="005D1D6D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65D59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B6435"/>
    <w:rsid w:val="006C1611"/>
    <w:rsid w:val="006C285D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E62"/>
    <w:rsid w:val="00712FFD"/>
    <w:rsid w:val="00713641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234"/>
    <w:rsid w:val="00792586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1349"/>
    <w:rsid w:val="008113B7"/>
    <w:rsid w:val="00813059"/>
    <w:rsid w:val="00814AE1"/>
    <w:rsid w:val="00814E3E"/>
    <w:rsid w:val="0081602E"/>
    <w:rsid w:val="00821597"/>
    <w:rsid w:val="008255A1"/>
    <w:rsid w:val="00826F11"/>
    <w:rsid w:val="00835CE4"/>
    <w:rsid w:val="00840A4E"/>
    <w:rsid w:val="00840E1E"/>
    <w:rsid w:val="00841834"/>
    <w:rsid w:val="00844201"/>
    <w:rsid w:val="00845125"/>
    <w:rsid w:val="00846533"/>
    <w:rsid w:val="008507D2"/>
    <w:rsid w:val="00853F51"/>
    <w:rsid w:val="00855ADB"/>
    <w:rsid w:val="00855D23"/>
    <w:rsid w:val="0085706A"/>
    <w:rsid w:val="00857137"/>
    <w:rsid w:val="008576E9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4CC6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5644"/>
    <w:rsid w:val="00955AAE"/>
    <w:rsid w:val="0095795D"/>
    <w:rsid w:val="00962F4B"/>
    <w:rsid w:val="009635A3"/>
    <w:rsid w:val="00965500"/>
    <w:rsid w:val="00965E60"/>
    <w:rsid w:val="0096632B"/>
    <w:rsid w:val="00970FE3"/>
    <w:rsid w:val="009726D7"/>
    <w:rsid w:val="00973610"/>
    <w:rsid w:val="009755F0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2E3F"/>
    <w:rsid w:val="009A53EE"/>
    <w:rsid w:val="009B01F9"/>
    <w:rsid w:val="009B262D"/>
    <w:rsid w:val="009C150A"/>
    <w:rsid w:val="009C5EE2"/>
    <w:rsid w:val="009C672A"/>
    <w:rsid w:val="009C6C40"/>
    <w:rsid w:val="009D4230"/>
    <w:rsid w:val="009D4C9F"/>
    <w:rsid w:val="009E005E"/>
    <w:rsid w:val="009E2058"/>
    <w:rsid w:val="009E3DDB"/>
    <w:rsid w:val="009E75C7"/>
    <w:rsid w:val="009F7C79"/>
    <w:rsid w:val="00A02ED2"/>
    <w:rsid w:val="00A052D4"/>
    <w:rsid w:val="00A077D7"/>
    <w:rsid w:val="00A11A30"/>
    <w:rsid w:val="00A13588"/>
    <w:rsid w:val="00A13850"/>
    <w:rsid w:val="00A14BA3"/>
    <w:rsid w:val="00A15EC7"/>
    <w:rsid w:val="00A21DAD"/>
    <w:rsid w:val="00A27425"/>
    <w:rsid w:val="00A30489"/>
    <w:rsid w:val="00A320E8"/>
    <w:rsid w:val="00A447DC"/>
    <w:rsid w:val="00A5226B"/>
    <w:rsid w:val="00A56153"/>
    <w:rsid w:val="00A572BB"/>
    <w:rsid w:val="00A63DAB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1D2A"/>
    <w:rsid w:val="00AE34AC"/>
    <w:rsid w:val="00AE6AE6"/>
    <w:rsid w:val="00AE6DE6"/>
    <w:rsid w:val="00AF05A3"/>
    <w:rsid w:val="00AF756D"/>
    <w:rsid w:val="00B03101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7AE"/>
    <w:rsid w:val="00B41E4F"/>
    <w:rsid w:val="00B42708"/>
    <w:rsid w:val="00B42E72"/>
    <w:rsid w:val="00B4595B"/>
    <w:rsid w:val="00B479FD"/>
    <w:rsid w:val="00B511B9"/>
    <w:rsid w:val="00B52E09"/>
    <w:rsid w:val="00B54FCE"/>
    <w:rsid w:val="00B55939"/>
    <w:rsid w:val="00B5742D"/>
    <w:rsid w:val="00B61D60"/>
    <w:rsid w:val="00B65EB1"/>
    <w:rsid w:val="00B66015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249E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FB0"/>
    <w:rsid w:val="00C25CBC"/>
    <w:rsid w:val="00C2668D"/>
    <w:rsid w:val="00C30562"/>
    <w:rsid w:val="00C32F3A"/>
    <w:rsid w:val="00C330F0"/>
    <w:rsid w:val="00C336C5"/>
    <w:rsid w:val="00C36BD2"/>
    <w:rsid w:val="00C401D6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67B56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25D4"/>
    <w:rsid w:val="00D53347"/>
    <w:rsid w:val="00D54FDD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6D57"/>
    <w:rsid w:val="00D97146"/>
    <w:rsid w:val="00D97B26"/>
    <w:rsid w:val="00DA38BE"/>
    <w:rsid w:val="00DA45D1"/>
    <w:rsid w:val="00DA5282"/>
    <w:rsid w:val="00DB0A2E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6D2C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7F8C"/>
    <w:rsid w:val="00E8084A"/>
    <w:rsid w:val="00E80D3B"/>
    <w:rsid w:val="00E813A8"/>
    <w:rsid w:val="00E85F1A"/>
    <w:rsid w:val="00E86349"/>
    <w:rsid w:val="00E92D86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0DCE"/>
    <w:rsid w:val="00EE2DA8"/>
    <w:rsid w:val="00EE53FA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1FEC"/>
    <w:rsid w:val="00F34DB0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03AF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604E"/>
    <w:rsid w:val="00FE6A87"/>
    <w:rsid w:val="00FE6B7C"/>
    <w:rsid w:val="00FF0259"/>
    <w:rsid w:val="00FF6590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A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  <w:style w:type="character" w:customStyle="1" w:styleId="50">
    <w:name w:val="Заголовок 5 Знак"/>
    <w:basedOn w:val="a0"/>
    <w:link w:val="5"/>
    <w:uiPriority w:val="9"/>
    <w:rsid w:val="00814AE1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14AE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  <w:style w:type="character" w:customStyle="1" w:styleId="50">
    <w:name w:val="Заголовок 5 Знак"/>
    <w:basedOn w:val="a0"/>
    <w:link w:val="5"/>
    <w:uiPriority w:val="9"/>
    <w:rsid w:val="00814AE1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0B2403E5D035F92393298392E1F5D0CFB96E0D7A8B8EBDE12D3B7376528FF60A606B278A8D351D41CF4E0A662A09EA73B05E41CCFBDC212F2EE08425L1e1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B2403E5D035F92393298392E1F5D0CFB96E0D7A8B8EBDE12D3B7376528FF60A606B278A8D351D41CF4C04632E09EA73B05E41CCFBDC212F2EE08425L1e1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F620F-FFDF-4F7B-8DC0-B53EDB002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руководителя.dot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1627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Filippova_GP</cp:lastModifiedBy>
  <cp:revision>5</cp:revision>
  <cp:lastPrinted>2021-12-06T08:50:00Z</cp:lastPrinted>
  <dcterms:created xsi:type="dcterms:W3CDTF">2023-08-15T13:25:00Z</dcterms:created>
  <dcterms:modified xsi:type="dcterms:W3CDTF">2023-08-18T13:36:00Z</dcterms:modified>
</cp:coreProperties>
</file>