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rPr>
          <w:sz w:val="36"/>
        </w:rPr>
      </w:pP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B6644B" w:rsidRDefault="00B6644B" w:rsidP="0078066A">
      <w:pPr>
        <w:jc w:val="both"/>
        <w:rPr>
          <w:sz w:val="26"/>
        </w:rPr>
      </w:pPr>
    </w:p>
    <w:p w:rsidR="00B6644B" w:rsidRDefault="004F40DC" w:rsidP="003F2055">
      <w:pPr>
        <w:pStyle w:val="ConsPlusTitle"/>
        <w:spacing w:line="276" w:lineRule="auto"/>
        <w:jc w:val="center"/>
      </w:pPr>
      <w:r>
        <w:t xml:space="preserve">О внесении изменений в постановление Администрации города Вологды </w:t>
      </w:r>
    </w:p>
    <w:p w:rsidR="00CA3D15" w:rsidRPr="0078066A" w:rsidRDefault="00B6644B" w:rsidP="00B6644B">
      <w:pPr>
        <w:pStyle w:val="ConsPlusTitle"/>
        <w:spacing w:line="276" w:lineRule="auto"/>
        <w:jc w:val="center"/>
      </w:pPr>
      <w:r>
        <w:t>о</w:t>
      </w:r>
      <w:r w:rsidR="004F40DC">
        <w:t>т</w:t>
      </w:r>
      <w:r>
        <w:t xml:space="preserve"> 0</w:t>
      </w:r>
      <w:r w:rsidR="004F40DC">
        <w:t xml:space="preserve">8 декабря 2022 года № 1992 </w:t>
      </w:r>
      <w:r w:rsidR="00CA3D15"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3F5637" w:rsidRPr="001F5C9B" w:rsidRDefault="003F5637" w:rsidP="001F5C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76B3">
        <w:rPr>
          <w:color w:val="000000"/>
          <w:sz w:val="26"/>
          <w:szCs w:val="26"/>
        </w:rPr>
        <w:t>В соответствии с</w:t>
      </w:r>
      <w:r w:rsidR="00F424A8">
        <w:rPr>
          <w:color w:val="000000"/>
          <w:sz w:val="26"/>
          <w:szCs w:val="26"/>
        </w:rPr>
        <w:t xml:space="preserve"> Федеральным законом от 13 июля </w:t>
      </w:r>
      <w:r w:rsidR="00FE6B7C">
        <w:rPr>
          <w:color w:val="000000"/>
          <w:sz w:val="26"/>
          <w:szCs w:val="26"/>
        </w:rPr>
        <w:t>2020 года № 189-ФЗ «О государственном (муниципальном) социальном заказе на оказание государственных (муниципальных) услуг в социальной сфере (далее – Федеральный закон № 189-ФЗ),</w:t>
      </w:r>
      <w:r w:rsidR="0087625D">
        <w:rPr>
          <w:color w:val="000000"/>
          <w:sz w:val="26"/>
          <w:szCs w:val="26"/>
        </w:rPr>
        <w:t xml:space="preserve"> </w:t>
      </w:r>
      <w:r w:rsidR="001F5C9B">
        <w:rPr>
          <w:sz w:val="26"/>
          <w:szCs w:val="26"/>
        </w:rPr>
        <w:t>Концепцией развития дополнительного образования детей до 2030 года, утвержденной Распоряжением Правительства Российской Федерации от 31 марта 2022 года № 678-р, К</w:t>
      </w:r>
      <w:r w:rsidR="001031A3" w:rsidRPr="00C676B3">
        <w:rPr>
          <w:sz w:val="26"/>
          <w:szCs w:val="26"/>
        </w:rPr>
        <w:t xml:space="preserve">онцепцией развития дополнительного образования детей в Вологодской области с использованием персонифицированного </w:t>
      </w:r>
      <w:r w:rsidR="008C3678" w:rsidRPr="00C676B3">
        <w:rPr>
          <w:sz w:val="26"/>
          <w:szCs w:val="26"/>
        </w:rPr>
        <w:t>у</w:t>
      </w:r>
      <w:r w:rsidR="001031A3" w:rsidRPr="00C676B3">
        <w:rPr>
          <w:sz w:val="26"/>
          <w:szCs w:val="26"/>
        </w:rPr>
        <w:t>чета и персонифицированного финансирования дополнительного образования</w:t>
      </w:r>
      <w:r w:rsidR="007905F8">
        <w:rPr>
          <w:sz w:val="26"/>
          <w:szCs w:val="26"/>
        </w:rPr>
        <w:t xml:space="preserve"> детей</w:t>
      </w:r>
      <w:r w:rsidR="001031A3" w:rsidRPr="00C676B3">
        <w:rPr>
          <w:sz w:val="26"/>
          <w:szCs w:val="26"/>
        </w:rPr>
        <w:t>, утвержденной постановлением Правительства Вологодской области от 1</w:t>
      </w:r>
      <w:r w:rsidR="005D013F">
        <w:rPr>
          <w:sz w:val="26"/>
          <w:szCs w:val="26"/>
        </w:rPr>
        <w:t>5</w:t>
      </w:r>
      <w:r w:rsidR="001031A3" w:rsidRPr="00C676B3">
        <w:rPr>
          <w:sz w:val="26"/>
          <w:szCs w:val="26"/>
        </w:rPr>
        <w:t xml:space="preserve"> июня 2021 года № 626</w:t>
      </w:r>
      <w:r w:rsidR="00F424A8">
        <w:rPr>
          <w:sz w:val="26"/>
          <w:szCs w:val="26"/>
        </w:rPr>
        <w:t xml:space="preserve"> (с последующими изменениями)</w:t>
      </w:r>
      <w:r w:rsidR="001031A3" w:rsidRPr="00C676B3">
        <w:rPr>
          <w:sz w:val="26"/>
          <w:szCs w:val="26"/>
        </w:rPr>
        <w:t xml:space="preserve">, </w:t>
      </w:r>
      <w:r w:rsidR="001F5C9B">
        <w:rPr>
          <w:sz w:val="26"/>
          <w:szCs w:val="26"/>
        </w:rPr>
        <w:t xml:space="preserve">Планом мероприятий («Дорожная карта») по реализации Концепции  развития дополнительного образования детей до 2030 года, </w:t>
      </w:r>
      <w:r w:rsidR="001F5C9B">
        <w:rPr>
          <w:sz w:val="26"/>
          <w:szCs w:val="26"/>
          <w:lang w:val="en-US"/>
        </w:rPr>
        <w:t>I</w:t>
      </w:r>
      <w:r w:rsidR="001F5C9B">
        <w:rPr>
          <w:sz w:val="26"/>
          <w:szCs w:val="26"/>
        </w:rPr>
        <w:t xml:space="preserve"> этап (2022-2024 годы) в Вологодской области, </w:t>
      </w:r>
      <w:r w:rsidR="001F5C9B" w:rsidRPr="00C676B3">
        <w:rPr>
          <w:sz w:val="26"/>
          <w:szCs w:val="26"/>
        </w:rPr>
        <w:t xml:space="preserve">утвержденной постановлением Правительства Вологодской области от </w:t>
      </w:r>
      <w:r w:rsidR="001F5C9B">
        <w:rPr>
          <w:sz w:val="26"/>
          <w:szCs w:val="26"/>
        </w:rPr>
        <w:t>12 сентября 20</w:t>
      </w:r>
      <w:r w:rsidR="001F5C9B" w:rsidRPr="00C676B3">
        <w:rPr>
          <w:sz w:val="26"/>
          <w:szCs w:val="26"/>
        </w:rPr>
        <w:t>2</w:t>
      </w:r>
      <w:r w:rsidR="001F5C9B">
        <w:rPr>
          <w:sz w:val="26"/>
          <w:szCs w:val="26"/>
        </w:rPr>
        <w:t>2</w:t>
      </w:r>
      <w:r w:rsidR="001F5C9B" w:rsidRPr="00C676B3">
        <w:rPr>
          <w:sz w:val="26"/>
          <w:szCs w:val="26"/>
        </w:rPr>
        <w:t xml:space="preserve"> года № </w:t>
      </w:r>
      <w:r w:rsidR="001F5C9B">
        <w:rPr>
          <w:sz w:val="26"/>
          <w:szCs w:val="26"/>
        </w:rPr>
        <w:t xml:space="preserve">1138, </w:t>
      </w:r>
      <w:hyperlink r:id="rId10" w:history="1">
        <w:r w:rsidR="00A7339B" w:rsidRPr="00C676B3">
          <w:rPr>
            <w:rFonts w:eastAsia="Calibri"/>
            <w:sz w:val="26"/>
            <w:szCs w:val="26"/>
          </w:rPr>
          <w:t>Правилами</w:t>
        </w:r>
      </w:hyperlink>
      <w:r w:rsidR="00A7339B" w:rsidRPr="00C676B3">
        <w:rPr>
          <w:rFonts w:eastAsia="Calibri"/>
          <w:sz w:val="26"/>
          <w:szCs w:val="26"/>
        </w:rPr>
        <w:t xml:space="preserve"> персонифицированного финансирования дополнительного образования детей в Вологодской области, утвержденными приказом Департамента образования Вологодской области от</w:t>
      </w:r>
      <w:r w:rsidR="00702D3C" w:rsidRPr="00C676B3">
        <w:rPr>
          <w:rFonts w:eastAsia="Calibri"/>
          <w:sz w:val="26"/>
          <w:szCs w:val="26"/>
        </w:rPr>
        <w:t xml:space="preserve"> 22 сентября 2021 года № ПР.20-00</w:t>
      </w:r>
      <w:r w:rsidR="00C30562">
        <w:rPr>
          <w:rFonts w:eastAsia="Calibri"/>
          <w:sz w:val="26"/>
          <w:szCs w:val="26"/>
        </w:rPr>
        <w:t>0</w:t>
      </w:r>
      <w:r w:rsidR="00702D3C" w:rsidRPr="00C676B3">
        <w:rPr>
          <w:rFonts w:eastAsia="Calibri"/>
          <w:sz w:val="26"/>
          <w:szCs w:val="26"/>
        </w:rPr>
        <w:t>9/21</w:t>
      </w:r>
      <w:r w:rsidR="00F424A8">
        <w:rPr>
          <w:rFonts w:eastAsia="Calibri"/>
          <w:sz w:val="26"/>
          <w:szCs w:val="26"/>
        </w:rPr>
        <w:t xml:space="preserve"> (с последующими изменениями)</w:t>
      </w:r>
      <w:r w:rsidR="00A7339B" w:rsidRPr="00C676B3">
        <w:rPr>
          <w:rFonts w:eastAsia="Calibri"/>
          <w:sz w:val="26"/>
          <w:szCs w:val="26"/>
        </w:rPr>
        <w:t>,</w:t>
      </w:r>
      <w:r w:rsidR="0037107A">
        <w:rPr>
          <w:rFonts w:eastAsia="Calibri"/>
          <w:sz w:val="26"/>
          <w:szCs w:val="26"/>
        </w:rPr>
        <w:t xml:space="preserve"> </w:t>
      </w:r>
      <w:r w:rsidRPr="00C676B3">
        <w:rPr>
          <w:color w:val="000000"/>
          <w:sz w:val="26"/>
          <w:szCs w:val="26"/>
        </w:rPr>
        <w:t xml:space="preserve">на основании статей 27, 44 Устава </w:t>
      </w:r>
      <w:r w:rsidR="00055057" w:rsidRPr="00C676B3">
        <w:rPr>
          <w:sz w:val="26"/>
          <w:szCs w:val="26"/>
        </w:rPr>
        <w:t>городского округа города Вологды</w:t>
      </w:r>
      <w:r w:rsidR="00DA38BE">
        <w:rPr>
          <w:sz w:val="26"/>
          <w:szCs w:val="26"/>
        </w:rPr>
        <w:t xml:space="preserve"> </w:t>
      </w:r>
      <w:r w:rsidRPr="00C676B3">
        <w:rPr>
          <w:color w:val="000000"/>
          <w:sz w:val="26"/>
          <w:szCs w:val="26"/>
        </w:rPr>
        <w:t>ПОСТАНОВЛЯЮ:</w:t>
      </w:r>
    </w:p>
    <w:p w:rsidR="008D1A56" w:rsidRPr="00B6644B" w:rsidRDefault="009922CC" w:rsidP="00B6644B">
      <w:pPr>
        <w:pStyle w:val="ConsPlusTitle"/>
        <w:spacing w:line="360" w:lineRule="auto"/>
        <w:ind w:firstLine="709"/>
        <w:jc w:val="both"/>
        <w:rPr>
          <w:b w:val="0"/>
        </w:rPr>
      </w:pPr>
      <w:r w:rsidRPr="00B6644B">
        <w:rPr>
          <w:b w:val="0"/>
        </w:rPr>
        <w:lastRenderedPageBreak/>
        <w:t xml:space="preserve">1. </w:t>
      </w:r>
      <w:r w:rsidR="00B6644B" w:rsidRPr="00B6644B">
        <w:rPr>
          <w:b w:val="0"/>
        </w:rPr>
        <w:t>Внести изменения в</w:t>
      </w:r>
      <w:r w:rsidR="008D5794" w:rsidRPr="00B6644B">
        <w:rPr>
          <w:b w:val="0"/>
        </w:rPr>
        <w:t xml:space="preserve"> </w:t>
      </w:r>
      <w:r w:rsidR="004C380A" w:rsidRPr="00B6644B">
        <w:rPr>
          <w:b w:val="0"/>
        </w:rPr>
        <w:t xml:space="preserve">Положение о </w:t>
      </w:r>
      <w:r w:rsidR="00B81748" w:rsidRPr="00B6644B">
        <w:rPr>
          <w:b w:val="0"/>
        </w:rPr>
        <w:t xml:space="preserve">персонифицированном </w:t>
      </w:r>
      <w:r w:rsidR="004C380A" w:rsidRPr="00B6644B">
        <w:rPr>
          <w:b w:val="0"/>
        </w:rPr>
        <w:t>дополнительно</w:t>
      </w:r>
      <w:r w:rsidR="00B55939" w:rsidRPr="00B6644B">
        <w:rPr>
          <w:b w:val="0"/>
        </w:rPr>
        <w:t>м</w:t>
      </w:r>
      <w:r w:rsidR="004C380A" w:rsidRPr="00B6644B">
        <w:rPr>
          <w:b w:val="0"/>
        </w:rPr>
        <w:t xml:space="preserve"> образовани</w:t>
      </w:r>
      <w:r w:rsidR="00B81748" w:rsidRPr="00B6644B">
        <w:rPr>
          <w:b w:val="0"/>
        </w:rPr>
        <w:t>я</w:t>
      </w:r>
      <w:r w:rsidR="004C380A" w:rsidRPr="00B6644B">
        <w:rPr>
          <w:b w:val="0"/>
        </w:rPr>
        <w:t xml:space="preserve"> детей в городском округе городе Вологде</w:t>
      </w:r>
      <w:r w:rsidR="00B6644B" w:rsidRPr="00B6644B">
        <w:rPr>
          <w:b w:val="0"/>
        </w:rPr>
        <w:t>, утвержденное постановлением Администрации города Вологды от 08 декабря 2022 года № 1992 «О персонифицированном дополнительном образовании детей в городском округе городе Вологде», изложив его в новой редакции согласно приложению к настоящему постановлению.</w:t>
      </w:r>
    </w:p>
    <w:p w:rsidR="00FE6B7C" w:rsidRPr="00B36A36" w:rsidRDefault="00293656" w:rsidP="00B6644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344624">
        <w:rPr>
          <w:rFonts w:eastAsia="Calibri"/>
          <w:sz w:val="26"/>
          <w:szCs w:val="26"/>
        </w:rPr>
        <w:t>.</w:t>
      </w:r>
      <w:r w:rsidR="00B3131A" w:rsidRPr="009E3DDB">
        <w:rPr>
          <w:sz w:val="26"/>
          <w:szCs w:val="26"/>
        </w:rPr>
        <w:t xml:space="preserve"> Настоящее постановление подлежит </w:t>
      </w:r>
      <w:r w:rsidR="004133E9">
        <w:rPr>
          <w:sz w:val="26"/>
          <w:szCs w:val="26"/>
        </w:rPr>
        <w:t xml:space="preserve">официальному </w:t>
      </w:r>
      <w:r w:rsidR="00B3131A" w:rsidRPr="009E3DDB">
        <w:rPr>
          <w:sz w:val="26"/>
          <w:szCs w:val="26"/>
        </w:rPr>
        <w:t>опубликованию в газете «Вологодские новости»</w:t>
      </w:r>
      <w:r w:rsidR="00B6644B">
        <w:rPr>
          <w:sz w:val="26"/>
          <w:szCs w:val="26"/>
        </w:rPr>
        <w:t>,</w:t>
      </w:r>
      <w:r w:rsidR="00B3131A">
        <w:rPr>
          <w:sz w:val="26"/>
          <w:szCs w:val="26"/>
        </w:rPr>
        <w:t xml:space="preserve"> </w:t>
      </w:r>
      <w:r w:rsidR="00B3131A" w:rsidRPr="00DD26CD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644B">
        <w:rPr>
          <w:sz w:val="26"/>
          <w:szCs w:val="26"/>
        </w:rPr>
        <w:t>оммуникационной сети «Интернет»,</w:t>
      </w:r>
      <w:r w:rsidR="00FE6B7C">
        <w:rPr>
          <w:sz w:val="26"/>
          <w:szCs w:val="26"/>
        </w:rPr>
        <w:t xml:space="preserve"> вступает в силу с </w:t>
      </w:r>
      <w:r w:rsidR="00B6644B">
        <w:rPr>
          <w:sz w:val="26"/>
          <w:szCs w:val="26"/>
        </w:rPr>
        <w:t>0</w:t>
      </w:r>
      <w:r w:rsidR="00FE6B7C">
        <w:rPr>
          <w:sz w:val="26"/>
          <w:szCs w:val="26"/>
        </w:rPr>
        <w:t>1 сентября 2023 года.</w:t>
      </w:r>
    </w:p>
    <w:p w:rsidR="009E3DDB" w:rsidRDefault="009E3DDB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3410C5" w:rsidRDefault="003410C5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DA38BE">
        <w:rPr>
          <w:sz w:val="26"/>
          <w:szCs w:val="26"/>
        </w:rPr>
        <w:t xml:space="preserve"> </w:t>
      </w:r>
      <w:r w:rsidR="009A53EE">
        <w:rPr>
          <w:sz w:val="26"/>
          <w:szCs w:val="26"/>
        </w:rPr>
        <w:t>Воропанов</w:t>
      </w: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3B44CA">
      <w:headerReference w:type="even" r:id="rId11"/>
      <w:headerReference w:type="default" r:id="rId12"/>
      <w:pgSz w:w="11906" w:h="16838"/>
      <w:pgMar w:top="425" w:right="56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533" w:rsidRDefault="00557533">
      <w:r>
        <w:separator/>
      </w:r>
    </w:p>
  </w:endnote>
  <w:endnote w:type="continuationSeparator" w:id="0">
    <w:p w:rsidR="00557533" w:rsidRDefault="0055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533" w:rsidRDefault="00557533">
      <w:r>
        <w:separator/>
      </w:r>
    </w:p>
  </w:footnote>
  <w:footnote w:type="continuationSeparator" w:id="0">
    <w:p w:rsidR="00557533" w:rsidRDefault="00557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C22B3B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C22B3B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5C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3"/>
  </w:num>
  <w:num w:numId="6">
    <w:abstractNumId w:val="9"/>
  </w:num>
  <w:num w:numId="7">
    <w:abstractNumId w:val="8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0"/>
  </w:num>
  <w:num w:numId="13">
    <w:abstractNumId w:val="12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7D1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607E0"/>
    <w:rsid w:val="00061656"/>
    <w:rsid w:val="00062797"/>
    <w:rsid w:val="0006755C"/>
    <w:rsid w:val="00073226"/>
    <w:rsid w:val="00074426"/>
    <w:rsid w:val="0007463D"/>
    <w:rsid w:val="000773D3"/>
    <w:rsid w:val="0008327E"/>
    <w:rsid w:val="000843AD"/>
    <w:rsid w:val="00091931"/>
    <w:rsid w:val="000942B4"/>
    <w:rsid w:val="00095486"/>
    <w:rsid w:val="000A308F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31A3"/>
    <w:rsid w:val="00105E57"/>
    <w:rsid w:val="001064A1"/>
    <w:rsid w:val="001105A0"/>
    <w:rsid w:val="001119EC"/>
    <w:rsid w:val="001134BE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362"/>
    <w:rsid w:val="00155A94"/>
    <w:rsid w:val="00156804"/>
    <w:rsid w:val="00156ABD"/>
    <w:rsid w:val="00163666"/>
    <w:rsid w:val="00164880"/>
    <w:rsid w:val="0016683E"/>
    <w:rsid w:val="00170302"/>
    <w:rsid w:val="00170E15"/>
    <w:rsid w:val="001760B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ACC"/>
    <w:rsid w:val="001B0A1C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F10C2"/>
    <w:rsid w:val="001F4E32"/>
    <w:rsid w:val="001F5C9B"/>
    <w:rsid w:val="0020229B"/>
    <w:rsid w:val="0020254E"/>
    <w:rsid w:val="00202B14"/>
    <w:rsid w:val="002030CE"/>
    <w:rsid w:val="00204565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317A0"/>
    <w:rsid w:val="00231AEA"/>
    <w:rsid w:val="00232FED"/>
    <w:rsid w:val="002332CA"/>
    <w:rsid w:val="002429E8"/>
    <w:rsid w:val="002431CB"/>
    <w:rsid w:val="002455A2"/>
    <w:rsid w:val="00245E50"/>
    <w:rsid w:val="002468EA"/>
    <w:rsid w:val="002522BE"/>
    <w:rsid w:val="002523B8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871C6"/>
    <w:rsid w:val="00290AAC"/>
    <w:rsid w:val="00292183"/>
    <w:rsid w:val="00292D66"/>
    <w:rsid w:val="00293656"/>
    <w:rsid w:val="00293D95"/>
    <w:rsid w:val="0029483E"/>
    <w:rsid w:val="00294857"/>
    <w:rsid w:val="00297611"/>
    <w:rsid w:val="0029788E"/>
    <w:rsid w:val="002A0320"/>
    <w:rsid w:val="002A05AF"/>
    <w:rsid w:val="002A0A56"/>
    <w:rsid w:val="002A0D8A"/>
    <w:rsid w:val="002A2A75"/>
    <w:rsid w:val="002A4B31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46E1"/>
    <w:rsid w:val="002E0EC8"/>
    <w:rsid w:val="002E111D"/>
    <w:rsid w:val="002E179D"/>
    <w:rsid w:val="002E3383"/>
    <w:rsid w:val="002E7195"/>
    <w:rsid w:val="002E7611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7E2"/>
    <w:rsid w:val="00345B03"/>
    <w:rsid w:val="00346305"/>
    <w:rsid w:val="003525FE"/>
    <w:rsid w:val="00352E3C"/>
    <w:rsid w:val="00354B42"/>
    <w:rsid w:val="003555C2"/>
    <w:rsid w:val="00356651"/>
    <w:rsid w:val="00357AAF"/>
    <w:rsid w:val="00362AC7"/>
    <w:rsid w:val="00364D1F"/>
    <w:rsid w:val="0037107A"/>
    <w:rsid w:val="00372C82"/>
    <w:rsid w:val="00373618"/>
    <w:rsid w:val="003744C7"/>
    <w:rsid w:val="003763E3"/>
    <w:rsid w:val="00376DA8"/>
    <w:rsid w:val="00381605"/>
    <w:rsid w:val="00385279"/>
    <w:rsid w:val="00387023"/>
    <w:rsid w:val="0039012C"/>
    <w:rsid w:val="0039177C"/>
    <w:rsid w:val="00391FCE"/>
    <w:rsid w:val="00391FEA"/>
    <w:rsid w:val="00392D13"/>
    <w:rsid w:val="00395CA2"/>
    <w:rsid w:val="003970E0"/>
    <w:rsid w:val="003A088D"/>
    <w:rsid w:val="003A3BA6"/>
    <w:rsid w:val="003A4CD9"/>
    <w:rsid w:val="003A79F3"/>
    <w:rsid w:val="003B3E22"/>
    <w:rsid w:val="003B44CA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4D7F"/>
    <w:rsid w:val="003D7622"/>
    <w:rsid w:val="003E1621"/>
    <w:rsid w:val="003E1C8B"/>
    <w:rsid w:val="003E2379"/>
    <w:rsid w:val="003E4DF5"/>
    <w:rsid w:val="003F054F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FDD"/>
    <w:rsid w:val="00426204"/>
    <w:rsid w:val="00433BAB"/>
    <w:rsid w:val="0043491B"/>
    <w:rsid w:val="00434E9F"/>
    <w:rsid w:val="004355DC"/>
    <w:rsid w:val="00440B3D"/>
    <w:rsid w:val="00445411"/>
    <w:rsid w:val="00455B3F"/>
    <w:rsid w:val="004575CA"/>
    <w:rsid w:val="004600BD"/>
    <w:rsid w:val="004619CF"/>
    <w:rsid w:val="004639A4"/>
    <w:rsid w:val="004665E8"/>
    <w:rsid w:val="00466B2A"/>
    <w:rsid w:val="00466C24"/>
    <w:rsid w:val="00466FCE"/>
    <w:rsid w:val="00472CB7"/>
    <w:rsid w:val="004734F0"/>
    <w:rsid w:val="00473670"/>
    <w:rsid w:val="00475780"/>
    <w:rsid w:val="0048047A"/>
    <w:rsid w:val="00480DDE"/>
    <w:rsid w:val="00481C98"/>
    <w:rsid w:val="0048325A"/>
    <w:rsid w:val="00483600"/>
    <w:rsid w:val="00486569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40DC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7533"/>
    <w:rsid w:val="00557FA9"/>
    <w:rsid w:val="00561961"/>
    <w:rsid w:val="00565254"/>
    <w:rsid w:val="005669D5"/>
    <w:rsid w:val="00567CEE"/>
    <w:rsid w:val="00570414"/>
    <w:rsid w:val="00571A26"/>
    <w:rsid w:val="00574352"/>
    <w:rsid w:val="005746CF"/>
    <w:rsid w:val="00580DB1"/>
    <w:rsid w:val="00585E8B"/>
    <w:rsid w:val="005866BE"/>
    <w:rsid w:val="00590201"/>
    <w:rsid w:val="00591002"/>
    <w:rsid w:val="005A1942"/>
    <w:rsid w:val="005A5061"/>
    <w:rsid w:val="005A5D50"/>
    <w:rsid w:val="005A67B3"/>
    <w:rsid w:val="005A77DA"/>
    <w:rsid w:val="005B2841"/>
    <w:rsid w:val="005B3DE3"/>
    <w:rsid w:val="005B630E"/>
    <w:rsid w:val="005B7D6D"/>
    <w:rsid w:val="005D013F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C1611"/>
    <w:rsid w:val="006C285D"/>
    <w:rsid w:val="006C69D3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E62"/>
    <w:rsid w:val="00712FFD"/>
    <w:rsid w:val="00713641"/>
    <w:rsid w:val="00715C89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586"/>
    <w:rsid w:val="007927FA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1349"/>
    <w:rsid w:val="008113B7"/>
    <w:rsid w:val="008124A3"/>
    <w:rsid w:val="00813059"/>
    <w:rsid w:val="00814E3E"/>
    <w:rsid w:val="0081602E"/>
    <w:rsid w:val="00821597"/>
    <w:rsid w:val="008255A1"/>
    <w:rsid w:val="00826F11"/>
    <w:rsid w:val="00835CE4"/>
    <w:rsid w:val="00840A4E"/>
    <w:rsid w:val="00840E1E"/>
    <w:rsid w:val="00841834"/>
    <w:rsid w:val="00844201"/>
    <w:rsid w:val="00845125"/>
    <w:rsid w:val="008507D2"/>
    <w:rsid w:val="00853F51"/>
    <w:rsid w:val="00855ADB"/>
    <w:rsid w:val="00855D23"/>
    <w:rsid w:val="0085706A"/>
    <w:rsid w:val="00857137"/>
    <w:rsid w:val="008576E9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5644"/>
    <w:rsid w:val="00955AAE"/>
    <w:rsid w:val="0095795D"/>
    <w:rsid w:val="00962F4B"/>
    <w:rsid w:val="009635A3"/>
    <w:rsid w:val="00965500"/>
    <w:rsid w:val="00965E60"/>
    <w:rsid w:val="0096632B"/>
    <w:rsid w:val="00970FE3"/>
    <w:rsid w:val="009726D7"/>
    <w:rsid w:val="00973610"/>
    <w:rsid w:val="009755F0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300C"/>
    <w:rsid w:val="009A53EE"/>
    <w:rsid w:val="009B01F9"/>
    <w:rsid w:val="009B262D"/>
    <w:rsid w:val="009C5EE2"/>
    <w:rsid w:val="009C672A"/>
    <w:rsid w:val="009C6C40"/>
    <w:rsid w:val="009D4230"/>
    <w:rsid w:val="009D4C9F"/>
    <w:rsid w:val="009E005E"/>
    <w:rsid w:val="009E2058"/>
    <w:rsid w:val="009E3DDB"/>
    <w:rsid w:val="009E75C7"/>
    <w:rsid w:val="009F7C79"/>
    <w:rsid w:val="00A02ED2"/>
    <w:rsid w:val="00A052D4"/>
    <w:rsid w:val="00A077D7"/>
    <w:rsid w:val="00A11A30"/>
    <w:rsid w:val="00A13588"/>
    <w:rsid w:val="00A13850"/>
    <w:rsid w:val="00A14BA3"/>
    <w:rsid w:val="00A15EC7"/>
    <w:rsid w:val="00A27425"/>
    <w:rsid w:val="00A30489"/>
    <w:rsid w:val="00A320E8"/>
    <w:rsid w:val="00A447DC"/>
    <w:rsid w:val="00A56153"/>
    <w:rsid w:val="00A572BB"/>
    <w:rsid w:val="00A574ED"/>
    <w:rsid w:val="00A63DAB"/>
    <w:rsid w:val="00A6464C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1D2A"/>
    <w:rsid w:val="00AE34AC"/>
    <w:rsid w:val="00AE6AE6"/>
    <w:rsid w:val="00AE6DE6"/>
    <w:rsid w:val="00AF05A3"/>
    <w:rsid w:val="00AF756D"/>
    <w:rsid w:val="00B03101"/>
    <w:rsid w:val="00B073C3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E4F"/>
    <w:rsid w:val="00B42708"/>
    <w:rsid w:val="00B4595B"/>
    <w:rsid w:val="00B479FD"/>
    <w:rsid w:val="00B511B9"/>
    <w:rsid w:val="00B52E09"/>
    <w:rsid w:val="00B54FCE"/>
    <w:rsid w:val="00B55939"/>
    <w:rsid w:val="00B61D60"/>
    <w:rsid w:val="00B65EB1"/>
    <w:rsid w:val="00B66015"/>
    <w:rsid w:val="00B6644B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B3B"/>
    <w:rsid w:val="00C22FB0"/>
    <w:rsid w:val="00C25CBC"/>
    <w:rsid w:val="00C2668D"/>
    <w:rsid w:val="00C30562"/>
    <w:rsid w:val="00C32F3A"/>
    <w:rsid w:val="00C330F0"/>
    <w:rsid w:val="00C336C5"/>
    <w:rsid w:val="00C36BD2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3347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6D57"/>
    <w:rsid w:val="00D97146"/>
    <w:rsid w:val="00D97B26"/>
    <w:rsid w:val="00DA38BE"/>
    <w:rsid w:val="00DA45D1"/>
    <w:rsid w:val="00DB0A2E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7F8C"/>
    <w:rsid w:val="00E8084A"/>
    <w:rsid w:val="00E80D3B"/>
    <w:rsid w:val="00E813A8"/>
    <w:rsid w:val="00E85F1A"/>
    <w:rsid w:val="00E86349"/>
    <w:rsid w:val="00E86EB3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088B"/>
    <w:rsid w:val="00EE2DA8"/>
    <w:rsid w:val="00EE53FA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4DB0"/>
    <w:rsid w:val="00F424A8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604E"/>
    <w:rsid w:val="00FE6A87"/>
    <w:rsid w:val="00FE6B7C"/>
    <w:rsid w:val="00FF0259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B01337A5985C5EA0231487B9743FD12EA368A080AC331F7E4B2DE014F533EC18A6F2EF688AE68B05239D5B187429F5AC12FB8A9641CF9D1DAF969A6v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EE638-3E72-48C6-9C7D-25E9373A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руководителя.dot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2300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Цацуро Юлия Сергеевна</cp:lastModifiedBy>
  <cp:revision>2</cp:revision>
  <cp:lastPrinted>2021-12-06T08:50:00Z</cp:lastPrinted>
  <dcterms:created xsi:type="dcterms:W3CDTF">2023-08-10T08:12:00Z</dcterms:created>
  <dcterms:modified xsi:type="dcterms:W3CDTF">2023-08-10T08:12:00Z</dcterms:modified>
</cp:coreProperties>
</file>